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3B706" w14:textId="77777777" w:rsidR="00D77295" w:rsidRPr="00C57E3E" w:rsidRDefault="00C57E3E" w:rsidP="00C57E3E">
      <w:pPr>
        <w:tabs>
          <w:tab w:val="left" w:pos="425"/>
          <w:tab w:val="left" w:pos="851"/>
        </w:tabs>
        <w:spacing w:before="60" w:after="60" w:line="280" w:lineRule="exact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Betriebsratsw</w:t>
      </w:r>
      <w:r w:rsidR="00CD7DDE" w:rsidRPr="00C57E3E">
        <w:rPr>
          <w:rFonts w:ascii="Arial" w:hAnsi="Arial" w:cs="Arial"/>
          <w:b/>
          <w:sz w:val="28"/>
        </w:rPr>
        <w:t xml:space="preserve">ahl: Anfechtung wegen Verstoß gegen </w:t>
      </w:r>
      <w:r>
        <w:rPr>
          <w:rFonts w:ascii="Arial" w:hAnsi="Arial" w:cs="Arial"/>
          <w:b/>
          <w:sz w:val="28"/>
        </w:rPr>
        <w:br/>
      </w:r>
      <w:r w:rsidR="00CD7DDE" w:rsidRPr="00C57E3E">
        <w:rPr>
          <w:rFonts w:ascii="Arial" w:hAnsi="Arial" w:cs="Arial"/>
          <w:b/>
          <w:sz w:val="28"/>
        </w:rPr>
        <w:t xml:space="preserve">„wesentliche Vorschriften“ </w:t>
      </w:r>
      <w:r w:rsidR="001C7FE2" w:rsidRPr="00C57E3E">
        <w:rPr>
          <w:rFonts w:ascii="Arial" w:hAnsi="Arial" w:cs="Arial"/>
          <w:b/>
          <w:sz w:val="28"/>
        </w:rPr>
        <w:t>i.</w:t>
      </w:r>
      <w:r w:rsidR="00D77295" w:rsidRPr="00C57E3E">
        <w:rPr>
          <w:rFonts w:ascii="Arial" w:hAnsi="Arial" w:cs="Arial"/>
          <w:b/>
          <w:sz w:val="28"/>
        </w:rPr>
        <w:t>S.</w:t>
      </w:r>
      <w:r w:rsidR="009D25E5" w:rsidRPr="00C57E3E">
        <w:rPr>
          <w:rFonts w:ascii="Arial" w:hAnsi="Arial" w:cs="Arial"/>
          <w:b/>
          <w:sz w:val="28"/>
        </w:rPr>
        <w:t>v</w:t>
      </w:r>
      <w:r w:rsidR="001C7FE2" w:rsidRPr="00C57E3E">
        <w:rPr>
          <w:rFonts w:ascii="Arial" w:hAnsi="Arial" w:cs="Arial"/>
          <w:b/>
          <w:sz w:val="28"/>
        </w:rPr>
        <w:t>.</w:t>
      </w:r>
      <w:r w:rsidR="00D77295" w:rsidRPr="00C57E3E">
        <w:rPr>
          <w:rFonts w:ascii="Arial" w:hAnsi="Arial" w:cs="Arial"/>
          <w:b/>
          <w:sz w:val="28"/>
        </w:rPr>
        <w:t xml:space="preserve"> </w:t>
      </w:r>
      <w:r w:rsidR="00D77295" w:rsidRPr="00C57E3E">
        <w:rPr>
          <w:rFonts w:ascii="Arial" w:eastAsia="Arial Unicode MS" w:hAnsi="Arial" w:cs="Arial"/>
          <w:b/>
          <w:sz w:val="28"/>
        </w:rPr>
        <w:t>§</w:t>
      </w:r>
      <w:r w:rsidR="00D77295" w:rsidRPr="00C57E3E">
        <w:rPr>
          <w:rFonts w:ascii="Arial" w:hAnsi="Arial" w:cs="Arial"/>
          <w:b/>
          <w:sz w:val="28"/>
        </w:rPr>
        <w:t xml:space="preserve"> 19 Abs.</w:t>
      </w:r>
      <w:r w:rsidR="001C7FE2" w:rsidRPr="00C57E3E">
        <w:rPr>
          <w:rFonts w:ascii="Arial" w:hAnsi="Arial" w:cs="Arial"/>
          <w:b/>
          <w:sz w:val="28"/>
        </w:rPr>
        <w:t xml:space="preserve"> </w:t>
      </w:r>
      <w:r w:rsidR="00D77295" w:rsidRPr="00C57E3E">
        <w:rPr>
          <w:rFonts w:ascii="Arial" w:hAnsi="Arial" w:cs="Arial"/>
          <w:b/>
          <w:sz w:val="28"/>
        </w:rPr>
        <w:t>1 BetrVG</w:t>
      </w:r>
    </w:p>
    <w:p w14:paraId="1E9151B9" w14:textId="77777777" w:rsidR="00C74970" w:rsidRPr="008520A3" w:rsidRDefault="00C74970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47F8F974" w14:textId="77777777" w:rsidR="00C74970" w:rsidRPr="008520A3" w:rsidRDefault="00C74970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3586A96A" w14:textId="77777777" w:rsidR="00D77295" w:rsidRPr="008520A3" w:rsidRDefault="00D77295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 w:val="22"/>
          <w:szCs w:val="22"/>
        </w:rPr>
      </w:pPr>
      <w:r w:rsidRPr="008520A3">
        <w:rPr>
          <w:rFonts w:ascii="Arial" w:hAnsi="Arial" w:cs="Arial"/>
          <w:sz w:val="22"/>
          <w:szCs w:val="22"/>
        </w:rPr>
        <w:t xml:space="preserve">Ein wesentlicher Verstoß gegen </w:t>
      </w:r>
      <w:r w:rsidR="004B345C" w:rsidRPr="008520A3">
        <w:rPr>
          <w:rFonts w:ascii="Arial" w:hAnsi="Arial" w:cs="Arial"/>
          <w:sz w:val="22"/>
          <w:szCs w:val="22"/>
        </w:rPr>
        <w:t>„</w:t>
      </w:r>
      <w:r w:rsidRPr="008520A3">
        <w:rPr>
          <w:rFonts w:ascii="Arial" w:hAnsi="Arial" w:cs="Arial"/>
          <w:sz w:val="22"/>
          <w:szCs w:val="22"/>
        </w:rPr>
        <w:t>wesentliche Vorschriften</w:t>
      </w:r>
      <w:r w:rsidR="004B345C" w:rsidRPr="008520A3">
        <w:rPr>
          <w:rFonts w:ascii="Arial" w:hAnsi="Arial" w:cs="Arial"/>
          <w:sz w:val="22"/>
          <w:szCs w:val="22"/>
        </w:rPr>
        <w:t>“</w:t>
      </w:r>
      <w:r w:rsidRPr="008520A3">
        <w:rPr>
          <w:rFonts w:ascii="Arial" w:hAnsi="Arial" w:cs="Arial"/>
          <w:sz w:val="22"/>
          <w:szCs w:val="22"/>
        </w:rPr>
        <w:t xml:space="preserve"> i.S.</w:t>
      </w:r>
      <w:r w:rsidR="009D25E5" w:rsidRPr="008520A3">
        <w:rPr>
          <w:rFonts w:ascii="Arial" w:hAnsi="Arial" w:cs="Arial"/>
          <w:sz w:val="22"/>
          <w:szCs w:val="22"/>
        </w:rPr>
        <w:t>v</w:t>
      </w:r>
      <w:r w:rsidR="001C7FE2" w:rsidRPr="008520A3">
        <w:rPr>
          <w:rFonts w:ascii="Arial" w:hAnsi="Arial" w:cs="Arial"/>
          <w:sz w:val="22"/>
          <w:szCs w:val="22"/>
        </w:rPr>
        <w:t>.</w:t>
      </w:r>
      <w:r w:rsidRPr="008520A3">
        <w:rPr>
          <w:rFonts w:ascii="Arial" w:hAnsi="Arial" w:cs="Arial"/>
          <w:sz w:val="22"/>
          <w:szCs w:val="22"/>
        </w:rPr>
        <w:t xml:space="preserve"> </w:t>
      </w:r>
      <w:r w:rsidRPr="008520A3">
        <w:rPr>
          <w:rFonts w:ascii="Arial" w:eastAsia="Arial Unicode MS" w:hAnsi="Arial" w:cs="Arial"/>
          <w:sz w:val="22"/>
          <w:szCs w:val="22"/>
        </w:rPr>
        <w:t>§</w:t>
      </w:r>
      <w:r w:rsidRPr="008520A3">
        <w:rPr>
          <w:rFonts w:ascii="Arial" w:hAnsi="Arial" w:cs="Arial"/>
          <w:sz w:val="22"/>
          <w:szCs w:val="22"/>
        </w:rPr>
        <w:t xml:space="preserve"> 19 Abs.</w:t>
      </w:r>
      <w:r w:rsidR="001C7FE2" w:rsidRPr="008520A3">
        <w:rPr>
          <w:rFonts w:ascii="Arial" w:hAnsi="Arial" w:cs="Arial"/>
          <w:sz w:val="22"/>
          <w:szCs w:val="22"/>
        </w:rPr>
        <w:t xml:space="preserve"> 1 BetrVG, der grundsätzlich</w:t>
      </w:r>
      <w:r w:rsidRPr="008520A3">
        <w:rPr>
          <w:rFonts w:ascii="Arial" w:hAnsi="Arial" w:cs="Arial"/>
          <w:sz w:val="22"/>
          <w:szCs w:val="22"/>
        </w:rPr>
        <w:t xml:space="preserve"> zur Anfechtung der Betriebsratswahl berechtigt, liegt in </w:t>
      </w:r>
      <w:r w:rsidR="009D25E5" w:rsidRPr="008520A3">
        <w:rPr>
          <w:rFonts w:ascii="Arial" w:hAnsi="Arial" w:cs="Arial"/>
          <w:sz w:val="22"/>
          <w:szCs w:val="22"/>
        </w:rPr>
        <w:t xml:space="preserve">den </w:t>
      </w:r>
      <w:r w:rsidRPr="008520A3">
        <w:rPr>
          <w:rFonts w:ascii="Arial" w:hAnsi="Arial" w:cs="Arial"/>
          <w:sz w:val="22"/>
          <w:szCs w:val="22"/>
        </w:rPr>
        <w:t>folgenden Fallgruppen vor</w:t>
      </w:r>
      <w:r w:rsidR="006075D4" w:rsidRPr="008520A3">
        <w:rPr>
          <w:rFonts w:ascii="Arial" w:hAnsi="Arial" w:cs="Arial"/>
          <w:sz w:val="22"/>
          <w:szCs w:val="22"/>
        </w:rPr>
        <w:t>:</w:t>
      </w:r>
    </w:p>
    <w:p w14:paraId="0A1E0BEC" w14:textId="77777777" w:rsidR="008520A3" w:rsidRPr="008520A3" w:rsidRDefault="008520A3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3DBC09FE" w14:textId="77777777" w:rsidR="00D77295" w:rsidRPr="00C57E3E" w:rsidRDefault="00D77295" w:rsidP="00C57E3E">
      <w:pPr>
        <w:pStyle w:val="Listenabsatz"/>
        <w:numPr>
          <w:ilvl w:val="0"/>
          <w:numId w:val="71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i/>
          <w:sz w:val="22"/>
          <w:szCs w:val="22"/>
        </w:rPr>
      </w:pPr>
      <w:r w:rsidRPr="00C57E3E">
        <w:rPr>
          <w:rStyle w:val="Kursiv"/>
          <w:rFonts w:ascii="Arial" w:hAnsi="Arial" w:cs="Arial"/>
          <w:i w:val="0"/>
          <w:sz w:val="22"/>
          <w:szCs w:val="22"/>
        </w:rPr>
        <w:t xml:space="preserve">Verstöße gegen </w:t>
      </w:r>
      <w:r w:rsidR="009D25E5" w:rsidRPr="00C57E3E">
        <w:rPr>
          <w:rStyle w:val="Kursiv"/>
          <w:rFonts w:ascii="Arial" w:hAnsi="Arial" w:cs="Arial"/>
          <w:i w:val="0"/>
          <w:sz w:val="22"/>
          <w:szCs w:val="22"/>
        </w:rPr>
        <w:t xml:space="preserve">die </w:t>
      </w:r>
      <w:r w:rsidRPr="00C57E3E">
        <w:rPr>
          <w:rStyle w:val="Kursiv"/>
          <w:rFonts w:ascii="Arial" w:hAnsi="Arial" w:cs="Arial"/>
          <w:i w:val="0"/>
          <w:sz w:val="22"/>
          <w:szCs w:val="22"/>
        </w:rPr>
        <w:t xml:space="preserve">Vorschrift, wer von den Arbeitnehmern den Betriebsrat wählen kann </w:t>
      </w:r>
      <w:r w:rsidR="00C57E3E">
        <w:rPr>
          <w:rStyle w:val="Kursiv"/>
          <w:rFonts w:ascii="Arial" w:hAnsi="Arial" w:cs="Arial"/>
          <w:i w:val="0"/>
          <w:sz w:val="22"/>
          <w:szCs w:val="22"/>
        </w:rPr>
        <w:br/>
      </w:r>
      <w:r w:rsidRPr="00C57E3E">
        <w:rPr>
          <w:rStyle w:val="Kursiv"/>
          <w:rFonts w:ascii="Arial" w:hAnsi="Arial" w:cs="Arial"/>
          <w:i w:val="0"/>
          <w:sz w:val="22"/>
          <w:szCs w:val="22"/>
        </w:rPr>
        <w:t>(</w:t>
      </w:r>
      <w:r w:rsidRPr="00C57E3E">
        <w:rPr>
          <w:rStyle w:val="Kursiv"/>
          <w:rFonts w:ascii="Arial" w:eastAsia="Arial Unicode MS" w:hAnsi="Arial" w:cs="Arial"/>
          <w:i w:val="0"/>
          <w:sz w:val="22"/>
          <w:szCs w:val="22"/>
        </w:rPr>
        <w:t>§</w:t>
      </w:r>
      <w:r w:rsidRPr="00C57E3E">
        <w:rPr>
          <w:rStyle w:val="Kursiv"/>
          <w:rFonts w:ascii="Arial" w:hAnsi="Arial" w:cs="Arial"/>
          <w:i w:val="0"/>
          <w:sz w:val="22"/>
          <w:szCs w:val="22"/>
        </w:rPr>
        <w:t xml:space="preserve"> 7 BetrVG)</w:t>
      </w:r>
      <w:r w:rsidR="008520A3" w:rsidRPr="00C57E3E">
        <w:rPr>
          <w:rStyle w:val="Kursiv"/>
          <w:rFonts w:ascii="Arial" w:hAnsi="Arial" w:cs="Arial"/>
          <w:i w:val="0"/>
          <w:sz w:val="22"/>
          <w:szCs w:val="22"/>
        </w:rPr>
        <w:t>.</w:t>
      </w:r>
    </w:p>
    <w:p w14:paraId="71D82405" w14:textId="77777777" w:rsidR="00C57E3E" w:rsidRDefault="00C57E3E" w:rsidP="00C57E3E">
      <w:pPr>
        <w:tabs>
          <w:tab w:val="left" w:pos="425"/>
          <w:tab w:val="left" w:pos="851"/>
        </w:tabs>
        <w:spacing w:before="60" w:after="60" w:line="280" w:lineRule="exact"/>
        <w:ind w:left="425"/>
        <w:rPr>
          <w:rFonts w:ascii="Arial" w:hAnsi="Arial" w:cs="Arial"/>
          <w:sz w:val="22"/>
          <w:szCs w:val="22"/>
        </w:rPr>
      </w:pPr>
    </w:p>
    <w:p w14:paraId="0BEAD05A" w14:textId="77777777" w:rsidR="00D77295" w:rsidRPr="008520A3" w:rsidRDefault="00C57E3E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77295" w:rsidRPr="008520A3">
        <w:rPr>
          <w:rFonts w:ascii="Arial" w:hAnsi="Arial" w:cs="Arial"/>
          <w:sz w:val="22"/>
          <w:szCs w:val="22"/>
        </w:rPr>
        <w:t xml:space="preserve">Für die Frage der Wahlberechtigung kommt </w:t>
      </w:r>
      <w:r w:rsidR="001C7FE2" w:rsidRPr="008520A3">
        <w:rPr>
          <w:rFonts w:ascii="Arial" w:hAnsi="Arial" w:cs="Arial"/>
          <w:sz w:val="22"/>
          <w:szCs w:val="22"/>
        </w:rPr>
        <w:t xml:space="preserve">es </w:t>
      </w:r>
      <w:r w:rsidR="00D77295" w:rsidRPr="008520A3">
        <w:rPr>
          <w:rFonts w:ascii="Arial" w:hAnsi="Arial" w:cs="Arial"/>
          <w:sz w:val="22"/>
          <w:szCs w:val="22"/>
        </w:rPr>
        <w:t>auf den Zeitpunkt der Wahl an!</w:t>
      </w:r>
    </w:p>
    <w:p w14:paraId="4A47BBFA" w14:textId="77777777" w:rsidR="008520A3" w:rsidRPr="008520A3" w:rsidRDefault="008520A3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  <w:sz w:val="22"/>
          <w:szCs w:val="22"/>
        </w:rPr>
      </w:pPr>
    </w:p>
    <w:p w14:paraId="3D0330E6" w14:textId="77777777" w:rsidR="00D77295" w:rsidRPr="008520A3" w:rsidRDefault="00C57E3E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D77295" w:rsidRPr="008520A3">
        <w:rPr>
          <w:rFonts w:ascii="Arial" w:hAnsi="Arial" w:cs="Arial"/>
          <w:b/>
          <w:sz w:val="22"/>
          <w:szCs w:val="22"/>
        </w:rPr>
        <w:t>Beispiele:</w:t>
      </w:r>
    </w:p>
    <w:p w14:paraId="3E77C18B" w14:textId="77777777" w:rsidR="00D77295" w:rsidRPr="004A1586" w:rsidRDefault="009D25E5" w:rsidP="00C57E3E">
      <w:pPr>
        <w:pStyle w:val="Liste2manuell"/>
        <w:numPr>
          <w:ilvl w:val="0"/>
          <w:numId w:val="68"/>
        </w:numPr>
        <w:tabs>
          <w:tab w:val="clear" w:pos="360"/>
        </w:tabs>
        <w:ind w:left="850" w:hanging="425"/>
        <w:rPr>
          <w:lang w:val="de-DE"/>
        </w:rPr>
      </w:pPr>
      <w:r w:rsidRPr="004A1586">
        <w:rPr>
          <w:lang w:val="de-DE"/>
        </w:rPr>
        <w:t xml:space="preserve">Der </w:t>
      </w:r>
      <w:r w:rsidR="00D77295" w:rsidRPr="004A1586">
        <w:rPr>
          <w:lang w:val="de-DE"/>
        </w:rPr>
        <w:t xml:space="preserve">Ausschluss von Leiharbeitnehmern, die gemäß </w:t>
      </w:r>
      <w:r w:rsidR="00D77295" w:rsidRPr="004A1586">
        <w:rPr>
          <w:rFonts w:eastAsia="Arial Unicode MS"/>
          <w:lang w:val="de-DE"/>
        </w:rPr>
        <w:t>§</w:t>
      </w:r>
      <w:r w:rsidR="00D77295" w:rsidRPr="004A1586">
        <w:rPr>
          <w:lang w:val="de-DE"/>
        </w:rPr>
        <w:t xml:space="preserve"> 7 S</w:t>
      </w:r>
      <w:r w:rsidRPr="004A1586">
        <w:rPr>
          <w:lang w:val="de-DE"/>
        </w:rPr>
        <w:t>atz</w:t>
      </w:r>
      <w:r w:rsidR="001C7FE2" w:rsidRPr="004A1586">
        <w:rPr>
          <w:lang w:val="de-DE"/>
        </w:rPr>
        <w:t xml:space="preserve"> </w:t>
      </w:r>
      <w:r w:rsidR="00D77295" w:rsidRPr="004A1586">
        <w:rPr>
          <w:lang w:val="de-DE"/>
        </w:rPr>
        <w:t>2 BetrVG wahlberechtigt sind, begründet (bei Vorliegen der übrigen Voraussetzung</w:t>
      </w:r>
      <w:r w:rsidRPr="004A1586">
        <w:rPr>
          <w:lang w:val="de-DE"/>
        </w:rPr>
        <w:t>en) die Anfechtbarkeit der Wahl.</w:t>
      </w:r>
    </w:p>
    <w:p w14:paraId="1348D11C" w14:textId="77777777" w:rsidR="00D77295" w:rsidRPr="009E02A2" w:rsidRDefault="00D77295" w:rsidP="00C57E3E">
      <w:pPr>
        <w:pStyle w:val="Liste2manuell"/>
        <w:numPr>
          <w:ilvl w:val="0"/>
          <w:numId w:val="68"/>
        </w:numPr>
        <w:tabs>
          <w:tab w:val="clear" w:pos="360"/>
        </w:tabs>
        <w:ind w:left="850" w:hanging="425"/>
        <w:rPr>
          <w:lang w:val="de-DE"/>
        </w:rPr>
      </w:pPr>
      <w:r w:rsidRPr="009E02A2">
        <w:rPr>
          <w:lang w:val="de-DE"/>
        </w:rPr>
        <w:t>Teilnahme von ABM-Kräften an der Betriebsratswahl</w:t>
      </w:r>
    </w:p>
    <w:p w14:paraId="6B8AC9F4" w14:textId="77777777" w:rsidR="00D77295" w:rsidRPr="004A1586" w:rsidRDefault="009D25E5" w:rsidP="00C57E3E">
      <w:pPr>
        <w:pStyle w:val="Liste2manuell"/>
        <w:numPr>
          <w:ilvl w:val="0"/>
          <w:numId w:val="68"/>
        </w:numPr>
        <w:tabs>
          <w:tab w:val="clear" w:pos="360"/>
        </w:tabs>
        <w:ind w:left="850" w:hanging="425"/>
        <w:rPr>
          <w:lang w:val="de-DE"/>
        </w:rPr>
      </w:pPr>
      <w:r w:rsidRPr="004A1586">
        <w:rPr>
          <w:lang w:val="de-DE"/>
        </w:rPr>
        <w:t>u</w:t>
      </w:r>
      <w:r w:rsidR="00D77295" w:rsidRPr="004A1586">
        <w:rPr>
          <w:lang w:val="de-DE"/>
        </w:rPr>
        <w:t>nzutreffende Einordnung eines Arbeitnehmers a</w:t>
      </w:r>
      <w:r w:rsidR="006075D4" w:rsidRPr="004A1586">
        <w:rPr>
          <w:lang w:val="de-DE"/>
        </w:rPr>
        <w:t>ls leitender Angestellter (vgl. </w:t>
      </w:r>
      <w:r w:rsidR="00D77295" w:rsidRPr="004A1586">
        <w:rPr>
          <w:lang w:val="de-DE"/>
        </w:rPr>
        <w:t xml:space="preserve">BAG </w:t>
      </w:r>
      <w:r w:rsidR="009F665B" w:rsidRPr="004A1586">
        <w:rPr>
          <w:lang w:val="de-DE"/>
        </w:rPr>
        <w:t xml:space="preserve">vom </w:t>
      </w:r>
      <w:r w:rsidR="00D77295" w:rsidRPr="004A1586">
        <w:rPr>
          <w:lang w:val="de-DE"/>
        </w:rPr>
        <w:t xml:space="preserve">20.03.1996 </w:t>
      </w:r>
      <w:r w:rsidR="009F665B" w:rsidRPr="004A1586">
        <w:rPr>
          <w:lang w:val="de-DE"/>
        </w:rPr>
        <w:t xml:space="preserve">– </w:t>
      </w:r>
      <w:r w:rsidR="00D77295" w:rsidRPr="004A1586">
        <w:rPr>
          <w:lang w:val="de-DE"/>
        </w:rPr>
        <w:t>A</w:t>
      </w:r>
      <w:r w:rsidRPr="004A1586">
        <w:rPr>
          <w:lang w:val="de-DE"/>
        </w:rPr>
        <w:t>z</w:t>
      </w:r>
      <w:r w:rsidR="00D77295" w:rsidRPr="004A1586">
        <w:rPr>
          <w:lang w:val="de-DE"/>
        </w:rPr>
        <w:t>: 7 ABR 41/95)</w:t>
      </w:r>
    </w:p>
    <w:p w14:paraId="46728AFA" w14:textId="77777777" w:rsidR="008520A3" w:rsidRPr="008520A3" w:rsidRDefault="008520A3" w:rsidP="00C57E3E">
      <w:pPr>
        <w:tabs>
          <w:tab w:val="left" w:pos="425"/>
          <w:tab w:val="left" w:pos="851"/>
        </w:tabs>
        <w:spacing w:before="60" w:after="60" w:line="280" w:lineRule="exact"/>
        <w:rPr>
          <w:rStyle w:val="Kursiv"/>
          <w:rFonts w:ascii="Arial" w:hAnsi="Arial" w:cs="Arial"/>
          <w:b/>
          <w:i w:val="0"/>
          <w:sz w:val="22"/>
          <w:szCs w:val="22"/>
        </w:rPr>
      </w:pPr>
    </w:p>
    <w:p w14:paraId="334A840B" w14:textId="77777777" w:rsidR="00D77295" w:rsidRPr="008520A3" w:rsidRDefault="00C57E3E" w:rsidP="00C57E3E">
      <w:p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i/>
          <w:sz w:val="22"/>
          <w:szCs w:val="22"/>
        </w:rPr>
      </w:pPr>
      <w:r>
        <w:rPr>
          <w:rStyle w:val="Kursiv"/>
          <w:rFonts w:ascii="Arial" w:hAnsi="Arial" w:cs="Arial"/>
          <w:b/>
          <w:i w:val="0"/>
          <w:sz w:val="22"/>
          <w:szCs w:val="22"/>
        </w:rPr>
        <w:tab/>
      </w:r>
      <w:r w:rsidR="00D77295" w:rsidRPr="008520A3">
        <w:rPr>
          <w:rStyle w:val="Kursiv"/>
          <w:rFonts w:ascii="Arial" w:hAnsi="Arial" w:cs="Arial"/>
          <w:b/>
          <w:i w:val="0"/>
          <w:sz w:val="22"/>
          <w:szCs w:val="22"/>
        </w:rPr>
        <w:t>Beachte:</w:t>
      </w:r>
    </w:p>
    <w:p w14:paraId="4CB87110" w14:textId="77777777" w:rsidR="00D77295" w:rsidRPr="008520A3" w:rsidRDefault="00C57E3E" w:rsidP="00C57E3E">
      <w:p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Style w:val="Kursiv"/>
          <w:rFonts w:ascii="Arial" w:hAnsi="Arial" w:cs="Arial"/>
          <w:i w:val="0"/>
          <w:sz w:val="22"/>
          <w:szCs w:val="22"/>
        </w:rPr>
      </w:pPr>
      <w:r>
        <w:rPr>
          <w:rStyle w:val="Kursiv"/>
          <w:rFonts w:ascii="Arial" w:hAnsi="Arial" w:cs="Arial"/>
          <w:i w:val="0"/>
          <w:sz w:val="22"/>
          <w:szCs w:val="22"/>
        </w:rPr>
        <w:tab/>
      </w:r>
      <w:r w:rsidR="00D77295" w:rsidRPr="008520A3">
        <w:rPr>
          <w:rStyle w:val="Kursiv"/>
          <w:rFonts w:ascii="Arial" w:hAnsi="Arial" w:cs="Arial"/>
          <w:i w:val="0"/>
          <w:sz w:val="22"/>
          <w:szCs w:val="22"/>
        </w:rPr>
        <w:t xml:space="preserve">Ist gemäß </w:t>
      </w:r>
      <w:r w:rsidR="00D77295" w:rsidRPr="008520A3">
        <w:rPr>
          <w:rStyle w:val="Kursiv"/>
          <w:rFonts w:ascii="Arial" w:eastAsia="Arial Unicode MS" w:hAnsi="Arial" w:cs="Arial"/>
          <w:i w:val="0"/>
          <w:sz w:val="22"/>
          <w:szCs w:val="22"/>
        </w:rPr>
        <w:t>§</w:t>
      </w:r>
      <w:r w:rsidR="00D77295" w:rsidRPr="008520A3">
        <w:rPr>
          <w:rStyle w:val="Kursiv"/>
          <w:rFonts w:ascii="Arial" w:hAnsi="Arial" w:cs="Arial"/>
          <w:i w:val="0"/>
          <w:sz w:val="22"/>
          <w:szCs w:val="22"/>
        </w:rPr>
        <w:t xml:space="preserve"> 18a BetrVG über die Angestellteneigenschaft zwingend entschieden, so sind die dort und in </w:t>
      </w:r>
      <w:r w:rsidR="00D77295" w:rsidRPr="008520A3">
        <w:rPr>
          <w:rStyle w:val="Kursiv"/>
          <w:rFonts w:ascii="Arial" w:eastAsia="Arial Unicode MS" w:hAnsi="Arial" w:cs="Arial"/>
          <w:i w:val="0"/>
          <w:sz w:val="22"/>
          <w:szCs w:val="22"/>
        </w:rPr>
        <w:t>§</w:t>
      </w:r>
      <w:r w:rsidR="00D77295" w:rsidRPr="008520A3">
        <w:rPr>
          <w:rStyle w:val="Kursiv"/>
          <w:rFonts w:ascii="Arial" w:hAnsi="Arial" w:cs="Arial"/>
          <w:i w:val="0"/>
          <w:sz w:val="22"/>
          <w:szCs w:val="22"/>
        </w:rPr>
        <w:t xml:space="preserve"> 4 Abs.</w:t>
      </w:r>
      <w:r w:rsidR="001C7FE2" w:rsidRPr="008520A3">
        <w:rPr>
          <w:rStyle w:val="Kursiv"/>
          <w:rFonts w:ascii="Arial" w:hAnsi="Arial" w:cs="Arial"/>
          <w:i w:val="0"/>
          <w:sz w:val="22"/>
          <w:szCs w:val="22"/>
        </w:rPr>
        <w:t xml:space="preserve"> </w:t>
      </w:r>
      <w:r w:rsidR="00D77295" w:rsidRPr="008520A3">
        <w:rPr>
          <w:rStyle w:val="Kursiv"/>
          <w:rFonts w:ascii="Arial" w:hAnsi="Arial" w:cs="Arial"/>
          <w:i w:val="0"/>
          <w:sz w:val="22"/>
          <w:szCs w:val="22"/>
        </w:rPr>
        <w:t>2 WO (für den Einspruch gegen die Wählerliste) geregelten Rechtsfolgen zu beachten; demnach kann die Anfechtbarkeit nur noch auf eine offensichtlich fehlerhafte Entscheidung gestützt werden.</w:t>
      </w:r>
    </w:p>
    <w:p w14:paraId="5AD64F33" w14:textId="77777777" w:rsidR="008520A3" w:rsidRPr="008520A3" w:rsidRDefault="008520A3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i/>
          <w:sz w:val="22"/>
          <w:szCs w:val="22"/>
        </w:rPr>
      </w:pPr>
    </w:p>
    <w:p w14:paraId="6AA92FF1" w14:textId="77777777" w:rsidR="00D77295" w:rsidRPr="00C57E3E" w:rsidRDefault="009F665B" w:rsidP="00C57E3E">
      <w:pPr>
        <w:pStyle w:val="Listenabsatz"/>
        <w:numPr>
          <w:ilvl w:val="0"/>
          <w:numId w:val="71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i/>
          <w:sz w:val="22"/>
          <w:szCs w:val="22"/>
        </w:rPr>
      </w:pPr>
      <w:r w:rsidRPr="00C57E3E">
        <w:rPr>
          <w:rStyle w:val="Kursiv"/>
          <w:rFonts w:ascii="Arial" w:hAnsi="Arial" w:cs="Arial"/>
          <w:i w:val="0"/>
          <w:sz w:val="22"/>
          <w:szCs w:val="22"/>
        </w:rPr>
        <w:t>w</w:t>
      </w:r>
      <w:r w:rsidR="00D77295" w:rsidRPr="00C57E3E">
        <w:rPr>
          <w:rStyle w:val="Kursiv"/>
          <w:rFonts w:ascii="Arial" w:hAnsi="Arial" w:cs="Arial"/>
          <w:i w:val="0"/>
          <w:sz w:val="22"/>
          <w:szCs w:val="22"/>
        </w:rPr>
        <w:t xml:space="preserve">esentliche Verstöße gegen </w:t>
      </w:r>
      <w:r w:rsidRPr="00C57E3E">
        <w:rPr>
          <w:rStyle w:val="Kursiv"/>
          <w:rFonts w:ascii="Arial" w:hAnsi="Arial" w:cs="Arial"/>
          <w:i w:val="0"/>
          <w:sz w:val="22"/>
          <w:szCs w:val="22"/>
        </w:rPr>
        <w:t xml:space="preserve">die </w:t>
      </w:r>
      <w:r w:rsidR="00D77295" w:rsidRPr="00C57E3E">
        <w:rPr>
          <w:rStyle w:val="Kursiv"/>
          <w:rFonts w:ascii="Arial" w:hAnsi="Arial" w:cs="Arial"/>
          <w:i w:val="0"/>
          <w:sz w:val="22"/>
          <w:szCs w:val="22"/>
        </w:rPr>
        <w:t>Vorschrift der Wählbarkeit (</w:t>
      </w:r>
      <w:r w:rsidR="00D77295" w:rsidRPr="00C57E3E">
        <w:rPr>
          <w:rStyle w:val="Kursiv"/>
          <w:rFonts w:ascii="Arial" w:eastAsia="Arial Unicode MS" w:hAnsi="Arial" w:cs="Arial"/>
          <w:i w:val="0"/>
          <w:sz w:val="22"/>
          <w:szCs w:val="22"/>
        </w:rPr>
        <w:t>§</w:t>
      </w:r>
      <w:r w:rsidR="00D77295" w:rsidRPr="00C57E3E">
        <w:rPr>
          <w:rStyle w:val="Kursiv"/>
          <w:rFonts w:ascii="Arial" w:hAnsi="Arial" w:cs="Arial"/>
          <w:i w:val="0"/>
          <w:sz w:val="22"/>
          <w:szCs w:val="22"/>
        </w:rPr>
        <w:t xml:space="preserve"> 8 BetrVG)</w:t>
      </w:r>
    </w:p>
    <w:p w14:paraId="77A11746" w14:textId="77777777" w:rsidR="008520A3" w:rsidRPr="008520A3" w:rsidRDefault="008520A3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  <w:sz w:val="22"/>
          <w:szCs w:val="22"/>
        </w:rPr>
      </w:pPr>
    </w:p>
    <w:p w14:paraId="7A06D9C1" w14:textId="77777777" w:rsidR="00D77295" w:rsidRPr="008520A3" w:rsidRDefault="00C57E3E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D77295" w:rsidRPr="008520A3">
        <w:rPr>
          <w:rFonts w:ascii="Arial" w:hAnsi="Arial" w:cs="Arial"/>
          <w:b/>
          <w:sz w:val="22"/>
          <w:szCs w:val="22"/>
        </w:rPr>
        <w:t>Beispiel:</w:t>
      </w:r>
    </w:p>
    <w:p w14:paraId="73DCAEBB" w14:textId="77777777" w:rsidR="00D77295" w:rsidRPr="009E02A2" w:rsidRDefault="00D77295" w:rsidP="00C57E3E">
      <w:pPr>
        <w:pStyle w:val="Liste2manuell"/>
        <w:rPr>
          <w:lang w:val="de-DE"/>
        </w:rPr>
      </w:pPr>
      <w:r w:rsidRPr="009E02A2">
        <w:rPr>
          <w:lang w:val="de-DE"/>
        </w:rPr>
        <w:t xml:space="preserve">Ein ausschließlich dem Verleiherbetrieb zuzuordnender Leiharbeitnehmer wird im Entleiherbetrieb in den Betriebsrat gewählt (kein passives Wahlrecht gemäß </w:t>
      </w:r>
      <w:r w:rsidRPr="009E02A2">
        <w:rPr>
          <w:rFonts w:eastAsia="Arial Unicode MS"/>
          <w:lang w:val="de-DE"/>
        </w:rPr>
        <w:t>§</w:t>
      </w:r>
      <w:r w:rsidR="006075D4" w:rsidRPr="009E02A2">
        <w:rPr>
          <w:lang w:val="de-DE"/>
        </w:rPr>
        <w:t> </w:t>
      </w:r>
      <w:r w:rsidRPr="009E02A2">
        <w:rPr>
          <w:lang w:val="de-DE"/>
        </w:rPr>
        <w:t>7 S</w:t>
      </w:r>
      <w:r w:rsidR="009F665B" w:rsidRPr="009E02A2">
        <w:rPr>
          <w:lang w:val="de-DE"/>
        </w:rPr>
        <w:t>atz</w:t>
      </w:r>
      <w:r w:rsidR="001C7FE2" w:rsidRPr="009E02A2">
        <w:rPr>
          <w:lang w:val="de-DE"/>
        </w:rPr>
        <w:t xml:space="preserve"> </w:t>
      </w:r>
      <w:r w:rsidRPr="009E02A2">
        <w:rPr>
          <w:lang w:val="de-DE"/>
        </w:rPr>
        <w:t>2 BetrVG)</w:t>
      </w:r>
      <w:r w:rsidR="009F665B" w:rsidRPr="009E02A2">
        <w:rPr>
          <w:lang w:val="de-DE"/>
        </w:rPr>
        <w:t>.</w:t>
      </w:r>
    </w:p>
    <w:p w14:paraId="7428323E" w14:textId="77777777" w:rsidR="008520A3" w:rsidRPr="008520A3" w:rsidRDefault="008520A3" w:rsidP="00C57E3E">
      <w:pPr>
        <w:tabs>
          <w:tab w:val="left" w:pos="425"/>
          <w:tab w:val="left" w:pos="851"/>
        </w:tabs>
        <w:spacing w:before="60" w:after="60" w:line="280" w:lineRule="exact"/>
        <w:rPr>
          <w:rStyle w:val="Kursiv"/>
          <w:rFonts w:ascii="Arial" w:hAnsi="Arial" w:cs="Arial"/>
          <w:b/>
          <w:i w:val="0"/>
          <w:sz w:val="22"/>
          <w:szCs w:val="22"/>
        </w:rPr>
      </w:pPr>
    </w:p>
    <w:p w14:paraId="451C6D88" w14:textId="77777777" w:rsidR="00D77295" w:rsidRPr="008520A3" w:rsidRDefault="00C57E3E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i/>
          <w:sz w:val="22"/>
          <w:szCs w:val="22"/>
        </w:rPr>
      </w:pPr>
      <w:r>
        <w:rPr>
          <w:rStyle w:val="Kursiv"/>
          <w:rFonts w:ascii="Arial" w:hAnsi="Arial" w:cs="Arial"/>
          <w:b/>
          <w:i w:val="0"/>
          <w:sz w:val="22"/>
          <w:szCs w:val="22"/>
        </w:rPr>
        <w:tab/>
      </w:r>
      <w:r w:rsidR="00D77295" w:rsidRPr="008520A3">
        <w:rPr>
          <w:rStyle w:val="Kursiv"/>
          <w:rFonts w:ascii="Arial" w:hAnsi="Arial" w:cs="Arial"/>
          <w:b/>
          <w:i w:val="0"/>
          <w:sz w:val="22"/>
          <w:szCs w:val="22"/>
        </w:rPr>
        <w:t>Beachte:</w:t>
      </w:r>
    </w:p>
    <w:p w14:paraId="6EA2E1BB" w14:textId="77777777" w:rsidR="00C57E3E" w:rsidRDefault="00D77295" w:rsidP="00C57E3E">
      <w:pPr>
        <w:tabs>
          <w:tab w:val="left" w:pos="425"/>
          <w:tab w:val="left" w:pos="851"/>
        </w:tabs>
        <w:spacing w:before="60" w:after="60" w:line="280" w:lineRule="exact"/>
        <w:ind w:left="850" w:hanging="425"/>
        <w:rPr>
          <w:rStyle w:val="Kursiv"/>
          <w:rFonts w:ascii="Arial" w:hAnsi="Arial" w:cs="Arial"/>
          <w:i w:val="0"/>
          <w:sz w:val="22"/>
          <w:szCs w:val="22"/>
        </w:rPr>
      </w:pPr>
      <w:r w:rsidRPr="008520A3">
        <w:rPr>
          <w:rStyle w:val="Kursiv"/>
          <w:rFonts w:ascii="Arial" w:hAnsi="Arial" w:cs="Arial"/>
          <w:i w:val="0"/>
          <w:sz w:val="22"/>
          <w:szCs w:val="22"/>
        </w:rPr>
        <w:t>Bei Verkennung des Begriffs eines leitenden Angestellten (</w:t>
      </w:r>
      <w:r w:rsidRPr="008520A3">
        <w:rPr>
          <w:rStyle w:val="Kursiv"/>
          <w:rFonts w:ascii="Arial" w:eastAsia="Arial Unicode MS" w:hAnsi="Arial" w:cs="Arial"/>
          <w:i w:val="0"/>
          <w:sz w:val="22"/>
          <w:szCs w:val="22"/>
        </w:rPr>
        <w:t>§</w:t>
      </w:r>
      <w:r w:rsidRPr="008520A3">
        <w:rPr>
          <w:rStyle w:val="Kursiv"/>
          <w:rFonts w:ascii="Arial" w:hAnsi="Arial" w:cs="Arial"/>
          <w:i w:val="0"/>
          <w:sz w:val="22"/>
          <w:szCs w:val="22"/>
        </w:rPr>
        <w:t xml:space="preserve"> 18a BetrVG</w:t>
      </w:r>
      <w:r w:rsidR="001C7FE2" w:rsidRPr="008520A3">
        <w:rPr>
          <w:rStyle w:val="Kursiv"/>
          <w:rFonts w:ascii="Arial" w:hAnsi="Arial" w:cs="Arial"/>
          <w:i w:val="0"/>
          <w:sz w:val="22"/>
          <w:szCs w:val="22"/>
        </w:rPr>
        <w:t>)</w:t>
      </w:r>
      <w:r w:rsidR="00C57E3E">
        <w:rPr>
          <w:rStyle w:val="Kursiv"/>
          <w:rFonts w:ascii="Arial" w:hAnsi="Arial" w:cs="Arial"/>
          <w:i w:val="0"/>
          <w:sz w:val="22"/>
          <w:szCs w:val="22"/>
        </w:rPr>
        <w:t xml:space="preserve"> ist wiederum zu </w:t>
      </w:r>
    </w:p>
    <w:p w14:paraId="79BAAF47" w14:textId="77777777" w:rsidR="00D77295" w:rsidRPr="008520A3" w:rsidRDefault="00D77295" w:rsidP="00C57E3E">
      <w:pPr>
        <w:tabs>
          <w:tab w:val="left" w:pos="425"/>
          <w:tab w:val="left" w:pos="851"/>
        </w:tabs>
        <w:spacing w:before="60" w:after="60" w:line="280" w:lineRule="exact"/>
        <w:ind w:left="850" w:hanging="425"/>
        <w:rPr>
          <w:rStyle w:val="Kursiv"/>
          <w:rFonts w:ascii="Arial" w:hAnsi="Arial" w:cs="Arial"/>
          <w:i w:val="0"/>
          <w:sz w:val="22"/>
          <w:szCs w:val="22"/>
        </w:rPr>
      </w:pPr>
      <w:r w:rsidRPr="008520A3">
        <w:rPr>
          <w:rStyle w:val="Kursiv"/>
          <w:rFonts w:ascii="Arial" w:hAnsi="Arial" w:cs="Arial"/>
          <w:i w:val="0"/>
          <w:sz w:val="22"/>
          <w:szCs w:val="22"/>
        </w:rPr>
        <w:t>beachten, dass die Anfechtbarkeit nur auf offensichtliche Fehler gestützt werden kann</w:t>
      </w:r>
      <w:r w:rsidR="009F665B" w:rsidRPr="008520A3">
        <w:rPr>
          <w:rStyle w:val="Kursiv"/>
          <w:rFonts w:ascii="Arial" w:hAnsi="Arial" w:cs="Arial"/>
          <w:i w:val="0"/>
          <w:sz w:val="22"/>
          <w:szCs w:val="22"/>
        </w:rPr>
        <w:t>.</w:t>
      </w:r>
    </w:p>
    <w:p w14:paraId="09E329D0" w14:textId="77777777" w:rsidR="008520A3" w:rsidRPr="008520A3" w:rsidRDefault="008520A3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i/>
          <w:sz w:val="22"/>
          <w:szCs w:val="22"/>
        </w:rPr>
      </w:pPr>
    </w:p>
    <w:p w14:paraId="6AC7BD24" w14:textId="77777777" w:rsidR="00D77295" w:rsidRPr="00C57E3E" w:rsidRDefault="00D77295" w:rsidP="00C57E3E">
      <w:pPr>
        <w:pStyle w:val="Listenabsatz"/>
        <w:numPr>
          <w:ilvl w:val="0"/>
          <w:numId w:val="71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Style w:val="Kursiv"/>
          <w:rFonts w:ascii="Arial" w:hAnsi="Arial" w:cs="Arial"/>
          <w:color w:val="000000"/>
          <w:sz w:val="22"/>
          <w:szCs w:val="22"/>
        </w:rPr>
      </w:pPr>
      <w:r w:rsidRPr="00C57E3E">
        <w:rPr>
          <w:rStyle w:val="Kursiv"/>
          <w:rFonts w:ascii="Arial" w:hAnsi="Arial" w:cs="Arial"/>
          <w:i w:val="0"/>
          <w:sz w:val="22"/>
          <w:szCs w:val="22"/>
        </w:rPr>
        <w:t>Verkennung des Betriebsbegriffs oder der Belegschaftsgröße und damit zusa</w:t>
      </w:r>
      <w:r w:rsidR="009F665B" w:rsidRPr="00C57E3E">
        <w:rPr>
          <w:rStyle w:val="Kursiv"/>
          <w:rFonts w:ascii="Arial" w:hAnsi="Arial" w:cs="Arial"/>
          <w:i w:val="0"/>
          <w:sz w:val="22"/>
          <w:szCs w:val="22"/>
        </w:rPr>
        <w:t>m</w:t>
      </w:r>
      <w:r w:rsidRPr="00C57E3E">
        <w:rPr>
          <w:rStyle w:val="Kursiv"/>
          <w:rFonts w:ascii="Arial" w:hAnsi="Arial" w:cs="Arial"/>
          <w:i w:val="0"/>
          <w:sz w:val="22"/>
          <w:szCs w:val="22"/>
        </w:rPr>
        <w:t>men</w:t>
      </w:r>
      <w:r w:rsidR="00C57E3E">
        <w:rPr>
          <w:rStyle w:val="Kursiv"/>
          <w:rFonts w:ascii="Arial" w:hAnsi="Arial" w:cs="Arial"/>
          <w:i w:val="0"/>
          <w:sz w:val="22"/>
          <w:szCs w:val="22"/>
        </w:rPr>
        <w:softHyphen/>
      </w:r>
      <w:r w:rsidRPr="00C57E3E">
        <w:rPr>
          <w:rStyle w:val="Kursiv"/>
          <w:rFonts w:ascii="Arial" w:hAnsi="Arial" w:cs="Arial"/>
          <w:i w:val="0"/>
          <w:sz w:val="22"/>
          <w:szCs w:val="22"/>
        </w:rPr>
        <w:t>hängende Verstöße gegen wesentliche Vorschriften des Wahlverfahrens</w:t>
      </w:r>
    </w:p>
    <w:p w14:paraId="0BB01135" w14:textId="77777777" w:rsidR="008520A3" w:rsidRPr="008520A3" w:rsidRDefault="008520A3" w:rsidP="00C57E3E">
      <w:p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i/>
          <w:sz w:val="22"/>
          <w:szCs w:val="22"/>
        </w:rPr>
      </w:pPr>
    </w:p>
    <w:p w14:paraId="7C90CCEE" w14:textId="77777777" w:rsidR="0099629E" w:rsidRPr="00C57E3E" w:rsidRDefault="00D77295" w:rsidP="00C57E3E">
      <w:pPr>
        <w:pStyle w:val="Listenabsatz"/>
        <w:numPr>
          <w:ilvl w:val="0"/>
          <w:numId w:val="71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Fonts w:ascii="Arial" w:hAnsi="Arial" w:cs="Arial"/>
          <w:sz w:val="22"/>
          <w:szCs w:val="22"/>
        </w:rPr>
      </w:pPr>
      <w:r w:rsidRPr="00C57E3E">
        <w:rPr>
          <w:rStyle w:val="Kursiv"/>
          <w:rFonts w:ascii="Arial" w:hAnsi="Arial" w:cs="Arial"/>
          <w:i w:val="0"/>
          <w:sz w:val="22"/>
          <w:szCs w:val="22"/>
        </w:rPr>
        <w:t>Nichtbeachtung zwingender Regeln des Wahlverfahrens</w:t>
      </w:r>
      <w:r w:rsidRPr="00C57E3E">
        <w:rPr>
          <w:rStyle w:val="Kursiv"/>
          <w:rFonts w:ascii="Arial" w:hAnsi="Arial" w:cs="Arial"/>
          <w:sz w:val="22"/>
          <w:szCs w:val="22"/>
        </w:rPr>
        <w:t>:</w:t>
      </w:r>
      <w:r w:rsidR="0099629E" w:rsidRPr="00C57E3E">
        <w:rPr>
          <w:rFonts w:ascii="Arial" w:hAnsi="Arial" w:cs="Arial"/>
          <w:sz w:val="22"/>
          <w:szCs w:val="22"/>
        </w:rPr>
        <w:t xml:space="preserve"> </w:t>
      </w:r>
      <w:r w:rsidR="002F6372" w:rsidRPr="00C57E3E">
        <w:rPr>
          <w:rFonts w:ascii="Arial" w:hAnsi="Arial" w:cs="Arial"/>
          <w:sz w:val="22"/>
          <w:szCs w:val="22"/>
        </w:rPr>
        <w:t>H</w:t>
      </w:r>
      <w:r w:rsidRPr="00C57E3E">
        <w:rPr>
          <w:rFonts w:ascii="Arial" w:hAnsi="Arial" w:cs="Arial"/>
          <w:sz w:val="22"/>
          <w:szCs w:val="22"/>
        </w:rPr>
        <w:t>ierzu zählen alle Verfahrens</w:t>
      </w:r>
      <w:r w:rsidR="00C57E3E">
        <w:rPr>
          <w:rFonts w:ascii="Arial" w:hAnsi="Arial" w:cs="Arial"/>
          <w:sz w:val="22"/>
          <w:szCs w:val="22"/>
        </w:rPr>
        <w:softHyphen/>
      </w:r>
      <w:r w:rsidRPr="00C57E3E">
        <w:rPr>
          <w:rFonts w:ascii="Arial" w:hAnsi="Arial" w:cs="Arial"/>
          <w:sz w:val="22"/>
          <w:szCs w:val="22"/>
        </w:rPr>
        <w:t>b</w:t>
      </w:r>
      <w:r w:rsidR="006075D4" w:rsidRPr="00C57E3E">
        <w:rPr>
          <w:rFonts w:ascii="Arial" w:hAnsi="Arial" w:cs="Arial"/>
          <w:sz w:val="22"/>
          <w:szCs w:val="22"/>
        </w:rPr>
        <w:t>estimmungen im weitesten Sinne.</w:t>
      </w:r>
    </w:p>
    <w:p w14:paraId="5A12CCE2" w14:textId="77777777" w:rsidR="008520A3" w:rsidRPr="008520A3" w:rsidRDefault="008520A3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  <w:sz w:val="22"/>
          <w:szCs w:val="22"/>
        </w:rPr>
      </w:pPr>
    </w:p>
    <w:p w14:paraId="1E4ACED9" w14:textId="77777777" w:rsidR="0099629E" w:rsidRPr="008520A3" w:rsidRDefault="00C57E3E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D77295" w:rsidRPr="008520A3">
        <w:rPr>
          <w:rFonts w:ascii="Arial" w:hAnsi="Arial" w:cs="Arial"/>
          <w:b/>
          <w:sz w:val="22"/>
          <w:szCs w:val="22"/>
        </w:rPr>
        <w:t>Beispiele:</w:t>
      </w:r>
    </w:p>
    <w:p w14:paraId="36EE1F05" w14:textId="77777777" w:rsidR="0099629E" w:rsidRPr="009E02A2" w:rsidRDefault="001C7FE2" w:rsidP="00C57E3E">
      <w:pPr>
        <w:pStyle w:val="Liste2manuell"/>
        <w:rPr>
          <w:lang w:val="de-DE"/>
        </w:rPr>
      </w:pPr>
      <w:r w:rsidRPr="009E02A2">
        <w:rPr>
          <w:lang w:val="de-DE"/>
        </w:rPr>
        <w:lastRenderedPageBreak/>
        <w:t>Bestellung des Wahlvorstand</w:t>
      </w:r>
      <w:r w:rsidR="00D77295" w:rsidRPr="009E02A2">
        <w:rPr>
          <w:lang w:val="de-DE"/>
        </w:rPr>
        <w:t xml:space="preserve">s durch einen nicht mehr im Amt befindlichen Betriebsrat </w:t>
      </w:r>
    </w:p>
    <w:p w14:paraId="6828C187" w14:textId="77777777" w:rsidR="0099629E" w:rsidRPr="009E02A2" w:rsidRDefault="00D77295" w:rsidP="00C57E3E">
      <w:pPr>
        <w:pStyle w:val="Liste2manuell"/>
        <w:rPr>
          <w:lang w:val="de-DE"/>
        </w:rPr>
      </w:pPr>
      <w:r w:rsidRPr="009E02A2">
        <w:rPr>
          <w:lang w:val="de-DE"/>
        </w:rPr>
        <w:t>Nichteinhaltung der im Wahlausschreiben angegebe</w:t>
      </w:r>
      <w:r w:rsidR="009F665B" w:rsidRPr="009E02A2">
        <w:rPr>
          <w:lang w:val="de-DE"/>
        </w:rPr>
        <w:t>nen Zeiten für die Stimmabgabe</w:t>
      </w:r>
    </w:p>
    <w:p w14:paraId="7E955984" w14:textId="77777777" w:rsidR="0099629E" w:rsidRPr="009E02A2" w:rsidRDefault="009F665B" w:rsidP="00C57E3E">
      <w:pPr>
        <w:pStyle w:val="Liste2manuell"/>
        <w:rPr>
          <w:lang w:val="de-DE"/>
        </w:rPr>
      </w:pPr>
      <w:r w:rsidRPr="009E02A2">
        <w:rPr>
          <w:lang w:val="de-DE"/>
        </w:rPr>
        <w:t>g</w:t>
      </w:r>
      <w:r w:rsidR="00D77295" w:rsidRPr="009E02A2">
        <w:rPr>
          <w:lang w:val="de-DE"/>
        </w:rPr>
        <w:t>esetzeswidrige Verkürzung der Frist zur Einreichung der Wahlvorschläge</w:t>
      </w:r>
    </w:p>
    <w:p w14:paraId="4298185C" w14:textId="77777777" w:rsidR="00D77295" w:rsidRPr="009E02A2" w:rsidRDefault="009F665B" w:rsidP="00C57E3E">
      <w:pPr>
        <w:pStyle w:val="Liste2manuell"/>
        <w:rPr>
          <w:lang w:val="de-DE"/>
        </w:rPr>
      </w:pPr>
      <w:r w:rsidRPr="009E02A2">
        <w:rPr>
          <w:lang w:val="de-DE"/>
        </w:rPr>
        <w:t>u</w:t>
      </w:r>
      <w:r w:rsidR="00D77295" w:rsidRPr="009E02A2">
        <w:rPr>
          <w:lang w:val="de-DE"/>
        </w:rPr>
        <w:t>nzutreffende Annahme der Selbst</w:t>
      </w:r>
      <w:r w:rsidR="001C7FE2" w:rsidRPr="009E02A2">
        <w:rPr>
          <w:lang w:val="de-DE"/>
        </w:rPr>
        <w:t>st</w:t>
      </w:r>
      <w:r w:rsidR="00D77295" w:rsidRPr="009E02A2">
        <w:rPr>
          <w:lang w:val="de-DE"/>
        </w:rPr>
        <w:t xml:space="preserve">ändigkeit einer Organisationseinheit (BAG </w:t>
      </w:r>
      <w:r w:rsidRPr="009E02A2">
        <w:rPr>
          <w:lang w:val="de-DE"/>
        </w:rPr>
        <w:t xml:space="preserve">vom </w:t>
      </w:r>
      <w:r w:rsidR="00D77295" w:rsidRPr="009E02A2">
        <w:rPr>
          <w:lang w:val="de-DE"/>
        </w:rPr>
        <w:t xml:space="preserve">13.09.1984 </w:t>
      </w:r>
      <w:r w:rsidRPr="009E02A2">
        <w:rPr>
          <w:lang w:val="de-DE"/>
        </w:rPr>
        <w:t xml:space="preserve">– </w:t>
      </w:r>
      <w:r w:rsidR="00D77295" w:rsidRPr="009E02A2">
        <w:rPr>
          <w:lang w:val="de-DE"/>
        </w:rPr>
        <w:t>A</w:t>
      </w:r>
      <w:r w:rsidRPr="009E02A2">
        <w:rPr>
          <w:lang w:val="de-DE"/>
        </w:rPr>
        <w:t>z</w:t>
      </w:r>
      <w:r w:rsidR="00D77295" w:rsidRPr="009E02A2">
        <w:rPr>
          <w:lang w:val="de-DE"/>
        </w:rPr>
        <w:t>: 6 ABR 43/83)</w:t>
      </w:r>
    </w:p>
    <w:p w14:paraId="5FEB618E" w14:textId="77777777" w:rsidR="00D77295" w:rsidRPr="009E02A2" w:rsidRDefault="009F665B" w:rsidP="00C57E3E">
      <w:pPr>
        <w:pStyle w:val="Liste2manuell"/>
        <w:rPr>
          <w:lang w:val="de-DE"/>
        </w:rPr>
      </w:pPr>
      <w:r w:rsidRPr="009E02A2">
        <w:rPr>
          <w:lang w:val="de-DE"/>
        </w:rPr>
        <w:t>f</w:t>
      </w:r>
      <w:r w:rsidR="00D77295" w:rsidRPr="009E02A2">
        <w:rPr>
          <w:lang w:val="de-DE"/>
        </w:rPr>
        <w:t xml:space="preserve">alsche Ermittlung der Belegschaftsstärke, die gemäß </w:t>
      </w:r>
      <w:r w:rsidR="00D77295" w:rsidRPr="009E02A2">
        <w:rPr>
          <w:rFonts w:eastAsia="Arial Unicode MS"/>
          <w:lang w:val="de-DE"/>
        </w:rPr>
        <w:t>§</w:t>
      </w:r>
      <w:r w:rsidR="00D77295" w:rsidRPr="009E02A2">
        <w:rPr>
          <w:lang w:val="de-DE"/>
        </w:rPr>
        <w:t xml:space="preserve"> 9 BetrVG für die Größe des Betriebsrats entscheidend ist (LAG Hamm </w:t>
      </w:r>
      <w:r w:rsidRPr="009E02A2">
        <w:rPr>
          <w:lang w:val="de-DE"/>
        </w:rPr>
        <w:t xml:space="preserve">vom </w:t>
      </w:r>
      <w:r w:rsidR="00D77295" w:rsidRPr="009E02A2">
        <w:rPr>
          <w:lang w:val="de-DE"/>
        </w:rPr>
        <w:t xml:space="preserve">19.08.1998 </w:t>
      </w:r>
      <w:r w:rsidRPr="009E02A2">
        <w:rPr>
          <w:lang w:val="de-DE"/>
        </w:rPr>
        <w:t xml:space="preserve">– </w:t>
      </w:r>
      <w:r w:rsidR="00D77295" w:rsidRPr="009E02A2">
        <w:rPr>
          <w:lang w:val="de-DE"/>
        </w:rPr>
        <w:t>A</w:t>
      </w:r>
      <w:r w:rsidRPr="009E02A2">
        <w:rPr>
          <w:lang w:val="de-DE"/>
        </w:rPr>
        <w:t>z</w:t>
      </w:r>
      <w:r w:rsidR="00D77295" w:rsidRPr="009E02A2">
        <w:rPr>
          <w:lang w:val="de-DE"/>
        </w:rPr>
        <w:t>: 3 TaBV 30/98)</w:t>
      </w:r>
    </w:p>
    <w:p w14:paraId="640A6025" w14:textId="77777777" w:rsidR="008520A3" w:rsidRPr="008520A3" w:rsidRDefault="008520A3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sz w:val="22"/>
          <w:szCs w:val="22"/>
        </w:rPr>
      </w:pPr>
    </w:p>
    <w:p w14:paraId="7D176A4B" w14:textId="77777777" w:rsidR="00D77295" w:rsidRPr="00C57E3E" w:rsidRDefault="009F665B" w:rsidP="00C57E3E">
      <w:pPr>
        <w:pStyle w:val="Listenabsatz"/>
        <w:numPr>
          <w:ilvl w:val="0"/>
          <w:numId w:val="71"/>
        </w:numPr>
        <w:tabs>
          <w:tab w:val="left" w:pos="425"/>
          <w:tab w:val="left" w:pos="851"/>
        </w:tabs>
        <w:spacing w:before="60" w:after="60" w:line="280" w:lineRule="exact"/>
        <w:ind w:left="425" w:hanging="425"/>
        <w:rPr>
          <w:rStyle w:val="Kursiv"/>
          <w:rFonts w:ascii="Arial" w:hAnsi="Arial" w:cs="Arial"/>
          <w:i w:val="0"/>
          <w:sz w:val="22"/>
          <w:szCs w:val="22"/>
        </w:rPr>
      </w:pPr>
      <w:r w:rsidRPr="00C57E3E">
        <w:rPr>
          <w:rStyle w:val="Kursiv"/>
          <w:rFonts w:ascii="Arial" w:hAnsi="Arial" w:cs="Arial"/>
          <w:i w:val="0"/>
          <w:sz w:val="22"/>
          <w:szCs w:val="22"/>
        </w:rPr>
        <w:t>a</w:t>
      </w:r>
      <w:r w:rsidR="00D77295" w:rsidRPr="00C57E3E">
        <w:rPr>
          <w:rStyle w:val="Kursiv"/>
          <w:rFonts w:ascii="Arial" w:hAnsi="Arial" w:cs="Arial"/>
          <w:i w:val="0"/>
          <w:sz w:val="22"/>
          <w:szCs w:val="22"/>
        </w:rPr>
        <w:t>ndere Verstöße gegen das Wahlverfahren</w:t>
      </w:r>
    </w:p>
    <w:p w14:paraId="0655ACF2" w14:textId="77777777" w:rsidR="008520A3" w:rsidRPr="008520A3" w:rsidRDefault="008520A3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i/>
          <w:sz w:val="22"/>
          <w:szCs w:val="22"/>
        </w:rPr>
      </w:pPr>
    </w:p>
    <w:p w14:paraId="1FD87065" w14:textId="77777777" w:rsidR="00D77295" w:rsidRPr="008520A3" w:rsidRDefault="00C57E3E" w:rsidP="00C57E3E">
      <w:pPr>
        <w:tabs>
          <w:tab w:val="left" w:pos="425"/>
          <w:tab w:val="left" w:pos="851"/>
        </w:tabs>
        <w:spacing w:before="60" w:after="60" w:line="28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D77295" w:rsidRPr="008520A3">
        <w:rPr>
          <w:rFonts w:ascii="Arial" w:hAnsi="Arial" w:cs="Arial"/>
          <w:b/>
          <w:sz w:val="22"/>
          <w:szCs w:val="22"/>
        </w:rPr>
        <w:t>Beispiele:</w:t>
      </w:r>
    </w:p>
    <w:p w14:paraId="4D5C9A2C" w14:textId="77777777" w:rsidR="00D77295" w:rsidRPr="009E02A2" w:rsidRDefault="00D77295" w:rsidP="00C57E3E">
      <w:pPr>
        <w:pStyle w:val="Liste2manuell"/>
        <w:rPr>
          <w:lang w:val="de-DE"/>
        </w:rPr>
      </w:pPr>
      <w:r w:rsidRPr="009E02A2">
        <w:rPr>
          <w:lang w:val="de-DE"/>
        </w:rPr>
        <w:t xml:space="preserve">Einsichtnahme in die mit Stimmvermerken versehene Wählerliste während der Stimmabgabe (BAG </w:t>
      </w:r>
      <w:r w:rsidR="009F665B" w:rsidRPr="009E02A2">
        <w:rPr>
          <w:lang w:val="de-DE"/>
        </w:rPr>
        <w:t xml:space="preserve">vom </w:t>
      </w:r>
      <w:r w:rsidRPr="009E02A2">
        <w:rPr>
          <w:lang w:val="de-DE"/>
        </w:rPr>
        <w:t xml:space="preserve">06.12.2000 </w:t>
      </w:r>
      <w:r w:rsidR="009F665B" w:rsidRPr="009E02A2">
        <w:rPr>
          <w:lang w:val="de-DE"/>
        </w:rPr>
        <w:t xml:space="preserve">– </w:t>
      </w:r>
      <w:r w:rsidRPr="009E02A2">
        <w:rPr>
          <w:lang w:val="de-DE"/>
        </w:rPr>
        <w:t>A</w:t>
      </w:r>
      <w:r w:rsidR="009F665B" w:rsidRPr="009E02A2">
        <w:rPr>
          <w:lang w:val="de-DE"/>
        </w:rPr>
        <w:t>z</w:t>
      </w:r>
      <w:r w:rsidRPr="009E02A2">
        <w:rPr>
          <w:lang w:val="de-DE"/>
        </w:rPr>
        <w:t>: 7 ABR 34/99)</w:t>
      </w:r>
    </w:p>
    <w:p w14:paraId="74936EC3" w14:textId="77777777" w:rsidR="00D77295" w:rsidRPr="009E02A2" w:rsidRDefault="009F665B" w:rsidP="00C57E3E">
      <w:pPr>
        <w:pStyle w:val="Liste2manuell"/>
        <w:rPr>
          <w:lang w:val="de-DE"/>
        </w:rPr>
      </w:pPr>
      <w:r w:rsidRPr="009E02A2">
        <w:rPr>
          <w:lang w:val="de-DE"/>
        </w:rPr>
        <w:t>f</w:t>
      </w:r>
      <w:r w:rsidR="00D77295" w:rsidRPr="009E02A2">
        <w:rPr>
          <w:lang w:val="de-DE"/>
        </w:rPr>
        <w:t xml:space="preserve">ehlende feste Verbindung von Wahlvorschlag und Stützunterschrift (LAG Saarland </w:t>
      </w:r>
      <w:r w:rsidR="00D51012" w:rsidRPr="009E02A2">
        <w:rPr>
          <w:lang w:val="de-DE"/>
        </w:rPr>
        <w:t>v</w:t>
      </w:r>
      <w:r w:rsidRPr="009E02A2">
        <w:rPr>
          <w:lang w:val="de-DE"/>
        </w:rPr>
        <w:t xml:space="preserve">om </w:t>
      </w:r>
      <w:r w:rsidR="00D77295" w:rsidRPr="009E02A2">
        <w:rPr>
          <w:lang w:val="de-DE"/>
        </w:rPr>
        <w:t xml:space="preserve">30.11.1995 </w:t>
      </w:r>
      <w:r w:rsidRPr="009E02A2">
        <w:rPr>
          <w:lang w:val="de-DE"/>
        </w:rPr>
        <w:t xml:space="preserve">– </w:t>
      </w:r>
      <w:r w:rsidR="00D77295" w:rsidRPr="009E02A2">
        <w:rPr>
          <w:lang w:val="de-DE"/>
        </w:rPr>
        <w:t>A</w:t>
      </w:r>
      <w:r w:rsidRPr="009E02A2">
        <w:rPr>
          <w:lang w:val="de-DE"/>
        </w:rPr>
        <w:t>z</w:t>
      </w:r>
      <w:r w:rsidR="00D77295" w:rsidRPr="009E02A2">
        <w:rPr>
          <w:lang w:val="de-DE"/>
        </w:rPr>
        <w:t>: 2 TaBV 2/95)</w:t>
      </w:r>
    </w:p>
    <w:p w14:paraId="570D1471" w14:textId="77777777" w:rsidR="00D77295" w:rsidRPr="009E02A2" w:rsidRDefault="00D77295" w:rsidP="00C57E3E">
      <w:pPr>
        <w:pStyle w:val="Liste2manuell"/>
        <w:rPr>
          <w:lang w:val="de-DE"/>
        </w:rPr>
      </w:pPr>
      <w:r w:rsidRPr="009E02A2">
        <w:rPr>
          <w:lang w:val="de-DE"/>
        </w:rPr>
        <w:t xml:space="preserve">Korrektur der Wählerliste entgegen der Vorschriften der WO (BAG </w:t>
      </w:r>
      <w:r w:rsidR="009F665B" w:rsidRPr="009E02A2">
        <w:rPr>
          <w:lang w:val="de-DE"/>
        </w:rPr>
        <w:t xml:space="preserve">vom </w:t>
      </w:r>
      <w:r w:rsidRPr="009E02A2">
        <w:rPr>
          <w:lang w:val="de-DE"/>
        </w:rPr>
        <w:t xml:space="preserve">27.01.1993 </w:t>
      </w:r>
      <w:r w:rsidR="009F665B" w:rsidRPr="009E02A2">
        <w:rPr>
          <w:lang w:val="de-DE"/>
        </w:rPr>
        <w:t xml:space="preserve">– </w:t>
      </w:r>
      <w:r w:rsidRPr="009E02A2">
        <w:rPr>
          <w:lang w:val="de-DE"/>
        </w:rPr>
        <w:t>A</w:t>
      </w:r>
      <w:r w:rsidR="009F665B" w:rsidRPr="009E02A2">
        <w:rPr>
          <w:lang w:val="de-DE"/>
        </w:rPr>
        <w:t>z</w:t>
      </w:r>
      <w:r w:rsidRPr="009E02A2">
        <w:rPr>
          <w:lang w:val="de-DE"/>
        </w:rPr>
        <w:t>: 7 ABR 37/92)</w:t>
      </w:r>
    </w:p>
    <w:p w14:paraId="2BD61895" w14:textId="77777777" w:rsidR="00D77295" w:rsidRPr="008520A3" w:rsidRDefault="00D77295" w:rsidP="00C57E3E">
      <w:pPr>
        <w:pStyle w:val="Liste2manuell"/>
      </w:pPr>
      <w:proofErr w:type="spellStart"/>
      <w:r w:rsidRPr="008520A3">
        <w:t>Verstoß</w:t>
      </w:r>
      <w:proofErr w:type="spellEnd"/>
      <w:r w:rsidRPr="008520A3">
        <w:t xml:space="preserve"> </w:t>
      </w:r>
      <w:proofErr w:type="spellStart"/>
      <w:r w:rsidRPr="008520A3">
        <w:t>gegen</w:t>
      </w:r>
      <w:proofErr w:type="spellEnd"/>
      <w:r w:rsidRPr="008520A3">
        <w:t xml:space="preserve"> </w:t>
      </w:r>
      <w:r w:rsidRPr="008520A3">
        <w:rPr>
          <w:rFonts w:eastAsia="Arial Unicode MS"/>
        </w:rPr>
        <w:t>§</w:t>
      </w:r>
      <w:r w:rsidRPr="008520A3">
        <w:t xml:space="preserve"> 15 Abs.</w:t>
      </w:r>
      <w:r w:rsidR="001C7FE2" w:rsidRPr="008520A3">
        <w:t xml:space="preserve"> </w:t>
      </w:r>
      <w:r w:rsidRPr="008520A3">
        <w:t xml:space="preserve">2 </w:t>
      </w:r>
      <w:proofErr w:type="spellStart"/>
      <w:r w:rsidRPr="008520A3">
        <w:t>BetrVG</w:t>
      </w:r>
      <w:proofErr w:type="spellEnd"/>
    </w:p>
    <w:sectPr w:rsidR="00D77295" w:rsidRPr="008520A3" w:rsidSect="008520A3">
      <w:footerReference w:type="default" r:id="rId7"/>
      <w:pgSz w:w="11907" w:h="16839" w:code="9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CA29C" w14:textId="77777777" w:rsidR="00AB70B5" w:rsidRDefault="00AB70B5">
      <w:r>
        <w:separator/>
      </w:r>
    </w:p>
  </w:endnote>
  <w:endnote w:type="continuationSeparator" w:id="0">
    <w:p w14:paraId="0DDBC094" w14:textId="77777777" w:rsidR="00AB70B5" w:rsidRDefault="00AB7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96B90" w14:textId="77777777" w:rsidR="008520A3" w:rsidRPr="00695E65" w:rsidRDefault="008520A3" w:rsidP="008520A3">
    <w:pPr>
      <w:pStyle w:val="Fuzeile"/>
      <w:framePr w:wrap="around" w:vAnchor="text" w:hAnchor="margin" w:xAlign="right" w:y="1"/>
      <w:rPr>
        <w:rStyle w:val="Seitenzahl"/>
        <w:rFonts w:ascii="Arial" w:hAnsi="Arial" w:cs="Arial"/>
        <w:sz w:val="16"/>
        <w:szCs w:val="16"/>
      </w:rPr>
    </w:pPr>
    <w:r w:rsidRPr="000B0425">
      <w:rPr>
        <w:rStyle w:val="Seitenzahl"/>
        <w:rFonts w:ascii="Arial" w:hAnsi="Arial" w:cs="Arial"/>
        <w:snapToGrid w:val="0"/>
        <w:sz w:val="16"/>
        <w:szCs w:val="16"/>
      </w:rPr>
      <w:t xml:space="preserve">Seite </w:t>
    </w:r>
    <w:r w:rsidRPr="000B0425">
      <w:rPr>
        <w:rStyle w:val="Seitenzahl"/>
        <w:rFonts w:ascii="Arial" w:hAnsi="Arial" w:cs="Arial"/>
        <w:snapToGrid w:val="0"/>
        <w:sz w:val="16"/>
        <w:szCs w:val="16"/>
      </w:rPr>
      <w:fldChar w:fldCharType="begin"/>
    </w:r>
    <w:r w:rsidRPr="000B0425">
      <w:rPr>
        <w:rStyle w:val="Seitenzahl"/>
        <w:rFonts w:ascii="Arial" w:hAnsi="Arial" w:cs="Arial"/>
        <w:snapToGrid w:val="0"/>
        <w:sz w:val="16"/>
        <w:szCs w:val="16"/>
      </w:rPr>
      <w:instrText xml:space="preserve"> PAGE </w:instrText>
    </w:r>
    <w:r w:rsidRPr="000B0425">
      <w:rPr>
        <w:rStyle w:val="Seitenzahl"/>
        <w:rFonts w:ascii="Arial" w:hAnsi="Arial" w:cs="Arial"/>
        <w:snapToGrid w:val="0"/>
        <w:sz w:val="16"/>
        <w:szCs w:val="16"/>
      </w:rPr>
      <w:fldChar w:fldCharType="separate"/>
    </w:r>
    <w:r w:rsidR="00C57E3E">
      <w:rPr>
        <w:rStyle w:val="Seitenzahl"/>
        <w:rFonts w:ascii="Arial" w:hAnsi="Arial" w:cs="Arial"/>
        <w:noProof/>
        <w:snapToGrid w:val="0"/>
        <w:sz w:val="16"/>
        <w:szCs w:val="16"/>
      </w:rPr>
      <w:t>1</w:t>
    </w:r>
    <w:r w:rsidRPr="000B0425">
      <w:rPr>
        <w:rStyle w:val="Seitenzahl"/>
        <w:rFonts w:ascii="Arial" w:hAnsi="Arial" w:cs="Arial"/>
        <w:snapToGrid w:val="0"/>
        <w:sz w:val="16"/>
        <w:szCs w:val="16"/>
      </w:rPr>
      <w:fldChar w:fldCharType="end"/>
    </w:r>
    <w:r w:rsidRPr="000B0425">
      <w:rPr>
        <w:rStyle w:val="Seitenzahl"/>
        <w:rFonts w:ascii="Arial" w:hAnsi="Arial" w:cs="Arial"/>
        <w:snapToGrid w:val="0"/>
        <w:sz w:val="16"/>
        <w:szCs w:val="16"/>
      </w:rPr>
      <w:t xml:space="preserve"> von </w:t>
    </w:r>
    <w:r w:rsidRPr="000B0425">
      <w:rPr>
        <w:rStyle w:val="Seitenzahl"/>
        <w:rFonts w:ascii="Arial" w:hAnsi="Arial" w:cs="Arial"/>
        <w:snapToGrid w:val="0"/>
        <w:sz w:val="16"/>
        <w:szCs w:val="16"/>
      </w:rPr>
      <w:fldChar w:fldCharType="begin"/>
    </w:r>
    <w:r w:rsidRPr="000B0425">
      <w:rPr>
        <w:rStyle w:val="Seitenzahl"/>
        <w:rFonts w:ascii="Arial" w:hAnsi="Arial" w:cs="Arial"/>
        <w:snapToGrid w:val="0"/>
        <w:sz w:val="16"/>
        <w:szCs w:val="16"/>
      </w:rPr>
      <w:instrText xml:space="preserve"> NUMPAGES </w:instrText>
    </w:r>
    <w:r w:rsidRPr="000B0425">
      <w:rPr>
        <w:rStyle w:val="Seitenzahl"/>
        <w:rFonts w:ascii="Arial" w:hAnsi="Arial" w:cs="Arial"/>
        <w:snapToGrid w:val="0"/>
        <w:sz w:val="16"/>
        <w:szCs w:val="16"/>
      </w:rPr>
      <w:fldChar w:fldCharType="separate"/>
    </w:r>
    <w:r w:rsidR="00C57E3E">
      <w:rPr>
        <w:rStyle w:val="Seitenzahl"/>
        <w:rFonts w:ascii="Arial" w:hAnsi="Arial" w:cs="Arial"/>
        <w:noProof/>
        <w:snapToGrid w:val="0"/>
        <w:sz w:val="16"/>
        <w:szCs w:val="16"/>
      </w:rPr>
      <w:t>2</w:t>
    </w:r>
    <w:r w:rsidRPr="000B0425">
      <w:rPr>
        <w:rStyle w:val="Seitenzahl"/>
        <w:rFonts w:ascii="Arial" w:hAnsi="Arial" w:cs="Arial"/>
        <w:snapToGrid w:val="0"/>
        <w:sz w:val="16"/>
        <w:szCs w:val="16"/>
      </w:rPr>
      <w:fldChar w:fldCharType="end"/>
    </w:r>
  </w:p>
  <w:p w14:paraId="30003015" w14:textId="3C9DA229" w:rsidR="008520A3" w:rsidRPr="008520A3" w:rsidRDefault="008520A3" w:rsidP="008520A3">
    <w:pPr>
      <w:pStyle w:val="Fuzeile"/>
      <w:ind w:right="360"/>
      <w:rPr>
        <w:rFonts w:ascii="Arial" w:hAnsi="Arial" w:cs="Arial"/>
        <w:sz w:val="16"/>
        <w:szCs w:val="16"/>
      </w:rPr>
    </w:pPr>
    <w:r w:rsidRPr="00695E65">
      <w:rPr>
        <w:rFonts w:ascii="Arial" w:hAnsi="Arial" w:cs="Arial"/>
        <w:sz w:val="16"/>
        <w:szCs w:val="16"/>
      </w:rPr>
      <w:t>©</w:t>
    </w:r>
    <w:r>
      <w:rPr>
        <w:rFonts w:ascii="Arial" w:hAnsi="Arial" w:cs="Arial"/>
        <w:sz w:val="16"/>
        <w:szCs w:val="16"/>
      </w:rPr>
      <w:t xml:space="preserve"> </w:t>
    </w:r>
    <w:r w:rsidRPr="00695E65">
      <w:rPr>
        <w:rFonts w:ascii="Arial" w:hAnsi="Arial" w:cs="Arial"/>
        <w:sz w:val="16"/>
        <w:szCs w:val="16"/>
      </w:rPr>
      <w:t>WEKA M</w:t>
    </w:r>
    <w:r w:rsidR="009E02A2">
      <w:rPr>
        <w:rFonts w:ascii="Arial" w:hAnsi="Arial" w:cs="Arial"/>
        <w:sz w:val="16"/>
        <w:szCs w:val="16"/>
      </w:rPr>
      <w:t xml:space="preserve">edia </w:t>
    </w:r>
    <w:r w:rsidRPr="00695E65">
      <w:rPr>
        <w:rFonts w:ascii="Arial" w:hAnsi="Arial" w:cs="Arial"/>
        <w:sz w:val="16"/>
        <w:szCs w:val="16"/>
      </w:rPr>
      <w:t>GmbH &amp; Co. KG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D86D6" w14:textId="77777777" w:rsidR="00AB70B5" w:rsidRDefault="00AB70B5">
      <w:r>
        <w:separator/>
      </w:r>
    </w:p>
  </w:footnote>
  <w:footnote w:type="continuationSeparator" w:id="0">
    <w:p w14:paraId="01C7CE68" w14:textId="77777777" w:rsidR="00AB70B5" w:rsidRDefault="00AB7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A8CB28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12F5D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7604D7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B66022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E3E921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1B4E059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A26C91A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8"/>
    <w:multiLevelType w:val="singleLevel"/>
    <w:tmpl w:val="FCD06B4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C40515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3D"/>
    <w:multiLevelType w:val="singleLevel"/>
    <w:tmpl w:val="0000003D"/>
    <w:lvl w:ilvl="0">
      <w:start w:val="1"/>
      <w:numFmt w:val="none"/>
      <w:pStyle w:val="Aktenzeichen"/>
      <w:lvlText w:val="Az."/>
      <w:lvlJc w:val="left"/>
      <w:rPr>
        <w:rFonts w:ascii="Arial" w:hAnsi="Arial" w:cs="Arial"/>
        <w:color w:val="FF0000"/>
        <w:sz w:val="12"/>
        <w:szCs w:val="12"/>
      </w:rPr>
    </w:lvl>
  </w:abstractNum>
  <w:abstractNum w:abstractNumId="10" w15:restartNumberingAfterBreak="0">
    <w:nsid w:val="0000008F"/>
    <w:multiLevelType w:val="singleLevel"/>
    <w:tmpl w:val="0000008F"/>
    <w:lvl w:ilvl="0">
      <w:start w:val="1"/>
      <w:numFmt w:val="none"/>
      <w:pStyle w:val="VorschriftListe1manuell"/>
      <w:lvlText w:val="M2Ti."/>
      <w:lvlJc w:val="left"/>
      <w:rPr>
        <w:rFonts w:ascii="Arial" w:hAnsi="Arial" w:cs="Arial" w:hint="default"/>
        <w:color w:val="FF0000"/>
        <w:sz w:val="12"/>
        <w:szCs w:val="12"/>
      </w:rPr>
    </w:lvl>
  </w:abstractNum>
  <w:abstractNum w:abstractNumId="11" w15:restartNumberingAfterBreak="0">
    <w:nsid w:val="0000009A"/>
    <w:multiLevelType w:val="singleLevel"/>
    <w:tmpl w:val="0000009A"/>
    <w:lvl w:ilvl="0">
      <w:start w:val="1"/>
      <w:numFmt w:val="none"/>
      <w:pStyle w:val="VorschriftListe2manuell"/>
      <w:lvlText w:val="VL2m"/>
      <w:lvlJc w:val="left"/>
      <w:rPr>
        <w:rFonts w:ascii="Arial" w:hAnsi="Arial" w:cs="Arial"/>
        <w:color w:val="FF0000"/>
        <w:sz w:val="12"/>
        <w:szCs w:val="12"/>
      </w:rPr>
    </w:lvl>
  </w:abstractNum>
  <w:abstractNum w:abstractNumId="12" w15:restartNumberingAfterBreak="0">
    <w:nsid w:val="000000BC"/>
    <w:multiLevelType w:val="singleLevel"/>
    <w:tmpl w:val="C764E424"/>
    <w:lvl w:ilvl="0">
      <w:start w:val="1"/>
      <w:numFmt w:val="lowerLetter"/>
      <w:pStyle w:val="Liste1alphabetisch"/>
      <w:lvlText w:val="%1)"/>
      <w:lvlJc w:val="left"/>
      <w:pPr>
        <w:tabs>
          <w:tab w:val="num" w:pos="0"/>
        </w:tabs>
        <w:ind w:left="284" w:hanging="284"/>
      </w:pPr>
      <w:rPr>
        <w:rFonts w:ascii="Arial" w:hAnsi="Arial" w:cs="Arial" w:hint="default"/>
        <w:b w:val="0"/>
        <w:i w:val="0"/>
        <w:color w:val="000000"/>
        <w:position w:val="0"/>
        <w:sz w:val="22"/>
        <w:u w:val="none"/>
      </w:rPr>
    </w:lvl>
  </w:abstractNum>
  <w:abstractNum w:abstractNumId="13" w15:restartNumberingAfterBreak="0">
    <w:nsid w:val="01BF2BF2"/>
    <w:multiLevelType w:val="hybridMultilevel"/>
    <w:tmpl w:val="C19280C0"/>
    <w:lvl w:ilvl="0" w:tplc="7FE4F2EA">
      <w:start w:val="1"/>
      <w:numFmt w:val="lowerLetter"/>
      <w:pStyle w:val="Liste3alphabetisch"/>
      <w:lvlText w:val="%1)"/>
      <w:lvlJc w:val="left"/>
      <w:pPr>
        <w:tabs>
          <w:tab w:val="num" w:pos="1072"/>
        </w:tabs>
        <w:ind w:left="1072" w:hanging="358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090B58"/>
    <w:multiLevelType w:val="hybridMultilevel"/>
    <w:tmpl w:val="4B4C1810"/>
    <w:lvl w:ilvl="0" w:tplc="6B7A8C5A">
      <w:start w:val="1"/>
      <w:numFmt w:val="lowerLetter"/>
      <w:pStyle w:val="VorschriftListe4alphabetisch"/>
      <w:lvlText w:val="%1)"/>
      <w:lvlJc w:val="left"/>
      <w:pPr>
        <w:tabs>
          <w:tab w:val="num" w:pos="3932"/>
        </w:tabs>
        <w:ind w:left="3929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226"/>
        </w:tabs>
        <w:ind w:left="322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946"/>
        </w:tabs>
        <w:ind w:left="394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666"/>
        </w:tabs>
        <w:ind w:left="466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86"/>
        </w:tabs>
        <w:ind w:left="538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106"/>
        </w:tabs>
        <w:ind w:left="610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826"/>
        </w:tabs>
        <w:ind w:left="682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546"/>
        </w:tabs>
        <w:ind w:left="754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266"/>
        </w:tabs>
        <w:ind w:left="8266" w:hanging="180"/>
      </w:pPr>
    </w:lvl>
  </w:abstractNum>
  <w:abstractNum w:abstractNumId="15" w15:restartNumberingAfterBreak="0">
    <w:nsid w:val="0A133DA6"/>
    <w:multiLevelType w:val="singleLevel"/>
    <w:tmpl w:val="FFC0EBA6"/>
    <w:lvl w:ilvl="0">
      <w:start w:val="1"/>
      <w:numFmt w:val="decimal"/>
      <w:pStyle w:val="VorschriftListe3numerisch"/>
      <w:lvlText w:val="%1."/>
      <w:lvlJc w:val="left"/>
      <w:pPr>
        <w:tabs>
          <w:tab w:val="num" w:pos="1074"/>
        </w:tabs>
        <w:ind w:left="1071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16" w15:restartNumberingAfterBreak="0">
    <w:nsid w:val="0AA45E74"/>
    <w:multiLevelType w:val="hybridMultilevel"/>
    <w:tmpl w:val="57BC1EB0"/>
    <w:lvl w:ilvl="0" w:tplc="1C06593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F9D2C14"/>
    <w:multiLevelType w:val="hybridMultilevel"/>
    <w:tmpl w:val="AEC65D50"/>
    <w:lvl w:ilvl="0" w:tplc="6374DE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FA7251C"/>
    <w:multiLevelType w:val="hybridMultilevel"/>
    <w:tmpl w:val="211CAFE8"/>
    <w:lvl w:ilvl="0" w:tplc="C7246CD4">
      <w:start w:val="1"/>
      <w:numFmt w:val="bullet"/>
      <w:pStyle w:val="Liste3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3D09B0"/>
    <w:multiLevelType w:val="hybridMultilevel"/>
    <w:tmpl w:val="CAA486F6"/>
    <w:lvl w:ilvl="0" w:tplc="0407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162E12D0"/>
    <w:multiLevelType w:val="hybridMultilevel"/>
    <w:tmpl w:val="35323E2A"/>
    <w:lvl w:ilvl="0" w:tplc="289C4D00">
      <w:start w:val="1"/>
      <w:numFmt w:val="bullet"/>
      <w:pStyle w:val="Muster2Liste1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8EFA6F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D0FF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14A1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E2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90E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9852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2A4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166A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FA735F"/>
    <w:multiLevelType w:val="hybridMultilevel"/>
    <w:tmpl w:val="432683A2"/>
    <w:lvl w:ilvl="0" w:tplc="9F32B6FA">
      <w:start w:val="1"/>
      <w:numFmt w:val="decimal"/>
      <w:pStyle w:val="Liste3numerisch"/>
      <w:lvlText w:val="%1.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BF11078"/>
    <w:multiLevelType w:val="singleLevel"/>
    <w:tmpl w:val="1D886DCC"/>
    <w:lvl w:ilvl="0">
      <w:start w:val="1"/>
      <w:numFmt w:val="lowerLetter"/>
      <w:pStyle w:val="TabelleListe1alphabetisch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23" w15:restartNumberingAfterBreak="0">
    <w:nsid w:val="1F0A082D"/>
    <w:multiLevelType w:val="hybridMultilevel"/>
    <w:tmpl w:val="24308732"/>
    <w:lvl w:ilvl="0" w:tplc="9F32B862">
      <w:start w:val="1"/>
      <w:numFmt w:val="decimal"/>
      <w:pStyle w:val="Liste2numerisch"/>
      <w:lvlText w:val="%1."/>
      <w:lvlJc w:val="left"/>
      <w:pPr>
        <w:tabs>
          <w:tab w:val="num" w:pos="711"/>
        </w:tabs>
        <w:ind w:left="711" w:hanging="354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F1053F9"/>
    <w:multiLevelType w:val="singleLevel"/>
    <w:tmpl w:val="E1F409D8"/>
    <w:lvl w:ilvl="0">
      <w:start w:val="1"/>
      <w:numFmt w:val="decimal"/>
      <w:pStyle w:val="MusterListe2numerisch"/>
      <w:lvlText w:val="%1.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25" w15:restartNumberingAfterBreak="0">
    <w:nsid w:val="24256097"/>
    <w:multiLevelType w:val="singleLevel"/>
    <w:tmpl w:val="B4024D46"/>
    <w:lvl w:ilvl="0">
      <w:start w:val="1"/>
      <w:numFmt w:val="lowerLetter"/>
      <w:pStyle w:val="MusterListe1alphabetisch"/>
      <w:lvlText w:val="%1)"/>
      <w:lvlJc w:val="left"/>
      <w:pPr>
        <w:tabs>
          <w:tab w:val="num" w:pos="363"/>
        </w:tabs>
        <w:ind w:left="363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26" w15:restartNumberingAfterBreak="0">
    <w:nsid w:val="24BE5186"/>
    <w:multiLevelType w:val="singleLevel"/>
    <w:tmpl w:val="843EB88C"/>
    <w:lvl w:ilvl="0">
      <w:start w:val="1"/>
      <w:numFmt w:val="upperRoman"/>
      <w:pStyle w:val="MusterListe2rmisch"/>
      <w:lvlText w:val="%1."/>
      <w:lvlJc w:val="left"/>
      <w:pPr>
        <w:tabs>
          <w:tab w:val="num" w:pos="1072"/>
        </w:tabs>
        <w:ind w:left="1072" w:hanging="715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27" w15:restartNumberingAfterBreak="0">
    <w:nsid w:val="277157A3"/>
    <w:multiLevelType w:val="singleLevel"/>
    <w:tmpl w:val="CD943EE6"/>
    <w:lvl w:ilvl="0">
      <w:start w:val="1"/>
      <w:numFmt w:val="upperRoman"/>
      <w:pStyle w:val="VorschriftListe4rmisch"/>
      <w:lvlText w:val="%1."/>
      <w:lvlJc w:val="left"/>
      <w:pPr>
        <w:tabs>
          <w:tab w:val="num" w:pos="1792"/>
        </w:tabs>
        <w:ind w:left="1429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28" w15:restartNumberingAfterBreak="0">
    <w:nsid w:val="2A734AED"/>
    <w:multiLevelType w:val="singleLevel"/>
    <w:tmpl w:val="F4C4A8DA"/>
    <w:lvl w:ilvl="0">
      <w:start w:val="1"/>
      <w:numFmt w:val="decimal"/>
      <w:pStyle w:val="TabelleListe2numerisch"/>
      <w:lvlText w:val="%1."/>
      <w:lvlJc w:val="left"/>
      <w:pPr>
        <w:tabs>
          <w:tab w:val="num" w:pos="731"/>
        </w:tabs>
        <w:ind w:left="731" w:hanging="374"/>
      </w:pPr>
      <w:rPr>
        <w:rFonts w:ascii="Arial" w:hAnsi="Arial" w:hint="default"/>
        <w:sz w:val="20"/>
      </w:rPr>
    </w:lvl>
  </w:abstractNum>
  <w:abstractNum w:abstractNumId="29" w15:restartNumberingAfterBreak="0">
    <w:nsid w:val="2DA253A0"/>
    <w:multiLevelType w:val="hybridMultilevel"/>
    <w:tmpl w:val="D13A40A8"/>
    <w:lvl w:ilvl="0" w:tplc="FCA8852C">
      <w:start w:val="1"/>
      <w:numFmt w:val="bullet"/>
      <w:pStyle w:val="VorschriftListe3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301431A0"/>
    <w:multiLevelType w:val="singleLevel"/>
    <w:tmpl w:val="9D006F9A"/>
    <w:lvl w:ilvl="0">
      <w:start w:val="1"/>
      <w:numFmt w:val="upperRoman"/>
      <w:pStyle w:val="VorschriftListe2rmisch"/>
      <w:lvlText w:val="%1.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31" w15:restartNumberingAfterBreak="0">
    <w:nsid w:val="30DE6C3F"/>
    <w:multiLevelType w:val="hybridMultilevel"/>
    <w:tmpl w:val="83DC24A8"/>
    <w:lvl w:ilvl="0" w:tplc="AE58DC4A">
      <w:start w:val="1"/>
      <w:numFmt w:val="decimal"/>
      <w:pStyle w:val="Muster2Liste1numerisch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 w:tplc="138680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646C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88AA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38AF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968B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622D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4223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806C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4530FCD"/>
    <w:multiLevelType w:val="multilevel"/>
    <w:tmpl w:val="E6DAE9D8"/>
    <w:lvl w:ilvl="0">
      <w:start w:val="1"/>
      <w:numFmt w:val="bullet"/>
      <w:pStyle w:val="TabelleListe2ungeordnet"/>
      <w:lvlText w:val="·"/>
      <w:lvlJc w:val="left"/>
      <w:pPr>
        <w:tabs>
          <w:tab w:val="num" w:pos="729"/>
        </w:tabs>
        <w:ind w:left="729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089"/>
        </w:tabs>
        <w:ind w:left="1089" w:hanging="360"/>
      </w:pPr>
    </w:lvl>
    <w:lvl w:ilvl="2">
      <w:start w:val="1"/>
      <w:numFmt w:val="lowerRoman"/>
      <w:lvlText w:val="%3)"/>
      <w:lvlJc w:val="left"/>
      <w:pPr>
        <w:tabs>
          <w:tab w:val="num" w:pos="1449"/>
        </w:tabs>
        <w:ind w:left="1449" w:hanging="360"/>
      </w:pPr>
    </w:lvl>
    <w:lvl w:ilvl="3">
      <w:start w:val="1"/>
      <w:numFmt w:val="decimal"/>
      <w:lvlText w:val="(%4)"/>
      <w:lvlJc w:val="left"/>
      <w:pPr>
        <w:tabs>
          <w:tab w:val="num" w:pos="1809"/>
        </w:tabs>
        <w:ind w:left="1809" w:hanging="360"/>
      </w:pPr>
    </w:lvl>
    <w:lvl w:ilvl="4">
      <w:start w:val="1"/>
      <w:numFmt w:val="lowerLetter"/>
      <w:lvlText w:val="(%5)"/>
      <w:lvlJc w:val="left"/>
      <w:pPr>
        <w:tabs>
          <w:tab w:val="num" w:pos="2169"/>
        </w:tabs>
        <w:ind w:left="2169" w:hanging="360"/>
      </w:pPr>
    </w:lvl>
    <w:lvl w:ilvl="5">
      <w:start w:val="1"/>
      <w:numFmt w:val="lowerRoman"/>
      <w:lvlText w:val="(%6)"/>
      <w:lvlJc w:val="left"/>
      <w:pPr>
        <w:tabs>
          <w:tab w:val="num" w:pos="2529"/>
        </w:tabs>
        <w:ind w:left="2529" w:hanging="360"/>
      </w:pPr>
    </w:lvl>
    <w:lvl w:ilvl="6">
      <w:start w:val="1"/>
      <w:numFmt w:val="decimal"/>
      <w:lvlText w:val="%7."/>
      <w:lvlJc w:val="left"/>
      <w:pPr>
        <w:tabs>
          <w:tab w:val="num" w:pos="2889"/>
        </w:tabs>
        <w:ind w:left="2889" w:hanging="360"/>
      </w:pPr>
    </w:lvl>
    <w:lvl w:ilvl="7">
      <w:start w:val="1"/>
      <w:numFmt w:val="lowerLetter"/>
      <w:lvlText w:val="%8."/>
      <w:lvlJc w:val="left"/>
      <w:pPr>
        <w:tabs>
          <w:tab w:val="num" w:pos="3249"/>
        </w:tabs>
        <w:ind w:left="3249" w:hanging="360"/>
      </w:pPr>
    </w:lvl>
    <w:lvl w:ilvl="8">
      <w:start w:val="1"/>
      <w:numFmt w:val="lowerRoman"/>
      <w:lvlText w:val="%9."/>
      <w:lvlJc w:val="left"/>
      <w:pPr>
        <w:tabs>
          <w:tab w:val="num" w:pos="3609"/>
        </w:tabs>
        <w:ind w:left="3609" w:hanging="360"/>
      </w:pPr>
    </w:lvl>
  </w:abstractNum>
  <w:abstractNum w:abstractNumId="33" w15:restartNumberingAfterBreak="0">
    <w:nsid w:val="39595782"/>
    <w:multiLevelType w:val="hybridMultilevel"/>
    <w:tmpl w:val="9136404A"/>
    <w:lvl w:ilvl="0" w:tplc="DFB82CDE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34" w15:restartNumberingAfterBreak="0">
    <w:nsid w:val="3A993292"/>
    <w:multiLevelType w:val="hybridMultilevel"/>
    <w:tmpl w:val="51EC57B4"/>
    <w:lvl w:ilvl="0" w:tplc="25069F42">
      <w:start w:val="1"/>
      <w:numFmt w:val="bullet"/>
      <w:pStyle w:val="Liste2manuell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AE804B2"/>
    <w:multiLevelType w:val="singleLevel"/>
    <w:tmpl w:val="41547F50"/>
    <w:lvl w:ilvl="0">
      <w:start w:val="1"/>
      <w:numFmt w:val="lowerLetter"/>
      <w:pStyle w:val="VorschriftListe2alphabetisch"/>
      <w:lvlText w:val="%1)"/>
      <w:lvlJc w:val="left"/>
      <w:pPr>
        <w:tabs>
          <w:tab w:val="num" w:pos="754"/>
        </w:tabs>
        <w:ind w:left="754" w:hanging="39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36" w15:restartNumberingAfterBreak="0">
    <w:nsid w:val="3B142F47"/>
    <w:multiLevelType w:val="hybridMultilevel"/>
    <w:tmpl w:val="826CCBA2"/>
    <w:lvl w:ilvl="0" w:tplc="82FECCCE">
      <w:start w:val="1"/>
      <w:numFmt w:val="bullet"/>
      <w:pStyle w:val="VorschriftListe2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3DAF18E3"/>
    <w:multiLevelType w:val="hybridMultilevel"/>
    <w:tmpl w:val="65F25206"/>
    <w:lvl w:ilvl="0" w:tplc="2CBA42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4AF29BB"/>
    <w:multiLevelType w:val="singleLevel"/>
    <w:tmpl w:val="B02279EC"/>
    <w:lvl w:ilvl="0">
      <w:start w:val="1"/>
      <w:numFmt w:val="lowerLetter"/>
      <w:pStyle w:val="MusterListe2alphabetisch"/>
      <w:lvlText w:val="%1)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39" w15:restartNumberingAfterBreak="0">
    <w:nsid w:val="4ED45975"/>
    <w:multiLevelType w:val="singleLevel"/>
    <w:tmpl w:val="A15CADB4"/>
    <w:lvl w:ilvl="0">
      <w:start w:val="1"/>
      <w:numFmt w:val="upperRoman"/>
      <w:pStyle w:val="MusterListe1rmisch"/>
      <w:lvlText w:val="%1."/>
      <w:lvlJc w:val="left"/>
      <w:pPr>
        <w:tabs>
          <w:tab w:val="num" w:pos="720"/>
        </w:tabs>
        <w:ind w:left="363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40" w15:restartNumberingAfterBreak="0">
    <w:nsid w:val="52751630"/>
    <w:multiLevelType w:val="singleLevel"/>
    <w:tmpl w:val="627A479C"/>
    <w:lvl w:ilvl="0">
      <w:start w:val="1"/>
      <w:numFmt w:val="upperRoman"/>
      <w:pStyle w:val="VorschriftListe3rmisch"/>
      <w:lvlText w:val="%1."/>
      <w:lvlJc w:val="left"/>
      <w:pPr>
        <w:tabs>
          <w:tab w:val="num" w:pos="1434"/>
        </w:tabs>
        <w:ind w:left="1071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41" w15:restartNumberingAfterBreak="0">
    <w:nsid w:val="53D309A1"/>
    <w:multiLevelType w:val="hybridMultilevel"/>
    <w:tmpl w:val="AFB658B0"/>
    <w:lvl w:ilvl="0" w:tplc="EA2C1F20">
      <w:start w:val="1"/>
      <w:numFmt w:val="decimal"/>
      <w:pStyle w:val="Muster2Liste2numerisch"/>
      <w:lvlText w:val="%1.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16"/>
        <w:szCs w:val="16"/>
      </w:rPr>
    </w:lvl>
    <w:lvl w:ilvl="1" w:tplc="5C769E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0C1A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3AD9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58C2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9EDF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1048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8A10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B8F8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6D442E0"/>
    <w:multiLevelType w:val="hybridMultilevel"/>
    <w:tmpl w:val="030C61D8"/>
    <w:lvl w:ilvl="0" w:tplc="E9888A88">
      <w:start w:val="1"/>
      <w:numFmt w:val="lowerLetter"/>
      <w:pStyle w:val="Liste2alphabetisch"/>
      <w:lvlText w:val="%1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7912E39"/>
    <w:multiLevelType w:val="singleLevel"/>
    <w:tmpl w:val="A868454E"/>
    <w:lvl w:ilvl="0">
      <w:start w:val="1"/>
      <w:numFmt w:val="decimal"/>
      <w:pStyle w:val="TabelleListe1numerisch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sz w:val="20"/>
      </w:rPr>
    </w:lvl>
  </w:abstractNum>
  <w:abstractNum w:abstractNumId="44" w15:restartNumberingAfterBreak="0">
    <w:nsid w:val="59210701"/>
    <w:multiLevelType w:val="singleLevel"/>
    <w:tmpl w:val="C7D4ACBC"/>
    <w:lvl w:ilvl="0">
      <w:start w:val="1"/>
      <w:numFmt w:val="decimal"/>
      <w:pStyle w:val="Liste1numerisch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</w:abstractNum>
  <w:abstractNum w:abstractNumId="45" w15:restartNumberingAfterBreak="0">
    <w:nsid w:val="5AB46712"/>
    <w:multiLevelType w:val="multilevel"/>
    <w:tmpl w:val="DD06DEC8"/>
    <w:lvl w:ilvl="0">
      <w:start w:val="1"/>
      <w:numFmt w:val="bullet"/>
      <w:pStyle w:val="TabelleListe1ungeordn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5B686D00"/>
    <w:multiLevelType w:val="singleLevel"/>
    <w:tmpl w:val="1CD8E26C"/>
    <w:lvl w:ilvl="0">
      <w:start w:val="1"/>
      <w:numFmt w:val="decimal"/>
      <w:pStyle w:val="VorschriftListe2numerisch"/>
      <w:lvlText w:val="%1."/>
      <w:lvlJc w:val="left"/>
      <w:pPr>
        <w:tabs>
          <w:tab w:val="num" w:pos="754"/>
        </w:tabs>
        <w:ind w:left="754" w:hanging="39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47" w15:restartNumberingAfterBreak="0">
    <w:nsid w:val="5C114123"/>
    <w:multiLevelType w:val="hybridMultilevel"/>
    <w:tmpl w:val="6764E020"/>
    <w:lvl w:ilvl="0" w:tplc="B5F06310">
      <w:start w:val="1"/>
      <w:numFmt w:val="upperRoman"/>
      <w:pStyle w:val="Liste1rmisch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C5B5D43"/>
    <w:multiLevelType w:val="multilevel"/>
    <w:tmpl w:val="9136404A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9" w15:restartNumberingAfterBreak="0">
    <w:nsid w:val="5D6357B1"/>
    <w:multiLevelType w:val="singleLevel"/>
    <w:tmpl w:val="FE1AD088"/>
    <w:lvl w:ilvl="0">
      <w:start w:val="1"/>
      <w:numFmt w:val="lowerLetter"/>
      <w:pStyle w:val="VorschriftListe3alphabetisch"/>
      <w:lvlText w:val="%1)"/>
      <w:lvlJc w:val="left"/>
      <w:pPr>
        <w:tabs>
          <w:tab w:val="num" w:pos="1074"/>
        </w:tabs>
        <w:ind w:left="1071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50" w15:restartNumberingAfterBreak="0">
    <w:nsid w:val="5D6B0948"/>
    <w:multiLevelType w:val="hybridMultilevel"/>
    <w:tmpl w:val="A762DB7A"/>
    <w:lvl w:ilvl="0" w:tplc="69EE2F3E">
      <w:start w:val="1"/>
      <w:numFmt w:val="bullet"/>
      <w:lvlText w:val=""/>
      <w:lvlJc w:val="left"/>
      <w:pPr>
        <w:tabs>
          <w:tab w:val="num" w:pos="360"/>
        </w:tabs>
        <w:ind w:left="360" w:hanging="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EAA63DA"/>
    <w:multiLevelType w:val="hybridMultilevel"/>
    <w:tmpl w:val="89BEB092"/>
    <w:lvl w:ilvl="0" w:tplc="4B8826F2">
      <w:start w:val="1"/>
      <w:numFmt w:val="bullet"/>
      <w:pStyle w:val="Muster2Liste2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A9849FE4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688C3204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22CAFB2E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B058997E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D7A3F1A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5576FFD2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E9EE06E8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63785ED0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2" w15:restartNumberingAfterBreak="0">
    <w:nsid w:val="5FF45B69"/>
    <w:multiLevelType w:val="singleLevel"/>
    <w:tmpl w:val="7C9A876A"/>
    <w:lvl w:ilvl="0">
      <w:start w:val="1"/>
      <w:numFmt w:val="decimal"/>
      <w:pStyle w:val="MusterListe1numerisch"/>
      <w:lvlText w:val="%1."/>
      <w:lvlJc w:val="left"/>
      <w:pPr>
        <w:tabs>
          <w:tab w:val="num" w:pos="363"/>
        </w:tabs>
        <w:ind w:left="363" w:hanging="363"/>
      </w:pPr>
      <w:rPr>
        <w:rFonts w:ascii="Courier New" w:hAnsi="Courier New" w:hint="default"/>
        <w:b w:val="0"/>
        <w:i w:val="0"/>
        <w:sz w:val="20"/>
        <w:szCs w:val="20"/>
      </w:rPr>
    </w:lvl>
  </w:abstractNum>
  <w:abstractNum w:abstractNumId="53" w15:restartNumberingAfterBreak="0">
    <w:nsid w:val="60514C01"/>
    <w:multiLevelType w:val="hybridMultilevel"/>
    <w:tmpl w:val="EF648E4C"/>
    <w:lvl w:ilvl="0" w:tplc="7674CF72">
      <w:start w:val="1"/>
      <w:numFmt w:val="upperRoman"/>
      <w:pStyle w:val="Liste2rmisch"/>
      <w:lvlText w:val="%1.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20F1A0B"/>
    <w:multiLevelType w:val="singleLevel"/>
    <w:tmpl w:val="98EAE7F6"/>
    <w:lvl w:ilvl="0">
      <w:start w:val="1"/>
      <w:numFmt w:val="lowerLetter"/>
      <w:pStyle w:val="VorschriftListe1alphabetisch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55" w15:restartNumberingAfterBreak="0">
    <w:nsid w:val="62C26D8D"/>
    <w:multiLevelType w:val="hybridMultilevel"/>
    <w:tmpl w:val="EEC49DB8"/>
    <w:lvl w:ilvl="0" w:tplc="368CF18A">
      <w:start w:val="1"/>
      <w:numFmt w:val="bullet"/>
      <w:pStyle w:val="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BB145B"/>
    <w:multiLevelType w:val="hybridMultilevel"/>
    <w:tmpl w:val="4B707698"/>
    <w:lvl w:ilvl="0" w:tplc="0A60686A">
      <w:start w:val="1"/>
      <w:numFmt w:val="lowerLetter"/>
      <w:pStyle w:val="Muster2Liste2alphabetisch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16"/>
        <w:szCs w:val="16"/>
      </w:rPr>
    </w:lvl>
    <w:lvl w:ilvl="1" w:tplc="976EE9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24B5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9E3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087D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1A52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7E0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C677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D0E1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96B0130"/>
    <w:multiLevelType w:val="hybridMultilevel"/>
    <w:tmpl w:val="845651B0"/>
    <w:lvl w:ilvl="0" w:tplc="EA683056">
      <w:start w:val="1"/>
      <w:numFmt w:val="bullet"/>
      <w:pStyle w:val="VorschriftListe4"/>
      <w:lvlText w:val=""/>
      <w:lvlJc w:val="left"/>
      <w:pPr>
        <w:tabs>
          <w:tab w:val="num" w:pos="1432"/>
        </w:tabs>
        <w:ind w:left="143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12"/>
        </w:tabs>
        <w:ind w:left="25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32"/>
        </w:tabs>
        <w:ind w:left="3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52"/>
        </w:tabs>
        <w:ind w:left="3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72"/>
        </w:tabs>
        <w:ind w:left="4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92"/>
        </w:tabs>
        <w:ind w:left="5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12"/>
        </w:tabs>
        <w:ind w:left="6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32"/>
        </w:tabs>
        <w:ind w:left="6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52"/>
        </w:tabs>
        <w:ind w:left="7552" w:hanging="360"/>
      </w:pPr>
      <w:rPr>
        <w:rFonts w:ascii="Wingdings" w:hAnsi="Wingdings" w:hint="default"/>
      </w:rPr>
    </w:lvl>
  </w:abstractNum>
  <w:abstractNum w:abstractNumId="58" w15:restartNumberingAfterBreak="0">
    <w:nsid w:val="6B5574DA"/>
    <w:multiLevelType w:val="hybridMultilevel"/>
    <w:tmpl w:val="4C7E0EDA"/>
    <w:lvl w:ilvl="0" w:tplc="06F66C80">
      <w:start w:val="1"/>
      <w:numFmt w:val="bullet"/>
      <w:pStyle w:val="Vorschrift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C997DCA"/>
    <w:multiLevelType w:val="singleLevel"/>
    <w:tmpl w:val="197864A2"/>
    <w:lvl w:ilvl="0">
      <w:start w:val="1"/>
      <w:numFmt w:val="decimal"/>
      <w:pStyle w:val="VorschriftListe4numerisch"/>
      <w:lvlText w:val="%1."/>
      <w:lvlJc w:val="left"/>
      <w:pPr>
        <w:tabs>
          <w:tab w:val="num" w:pos="1432"/>
        </w:tabs>
        <w:ind w:left="1429" w:hanging="357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60" w15:restartNumberingAfterBreak="0">
    <w:nsid w:val="70AD65BE"/>
    <w:multiLevelType w:val="singleLevel"/>
    <w:tmpl w:val="0FD6DEBA"/>
    <w:lvl w:ilvl="0">
      <w:start w:val="1"/>
      <w:numFmt w:val="decimal"/>
      <w:pStyle w:val="VorschriftListe1numerisch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61" w15:restartNumberingAfterBreak="0">
    <w:nsid w:val="71976DF8"/>
    <w:multiLevelType w:val="hybridMultilevel"/>
    <w:tmpl w:val="0DA8623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2D11F38"/>
    <w:multiLevelType w:val="singleLevel"/>
    <w:tmpl w:val="5A56294A"/>
    <w:lvl w:ilvl="0">
      <w:start w:val="1"/>
      <w:numFmt w:val="lowerLetter"/>
      <w:pStyle w:val="TabelleListe2alphabetisch"/>
      <w:lvlText w:val="%1)"/>
      <w:lvlJc w:val="left"/>
      <w:pPr>
        <w:tabs>
          <w:tab w:val="num" w:pos="731"/>
        </w:tabs>
        <w:ind w:left="731" w:hanging="374"/>
      </w:pPr>
      <w:rPr>
        <w:rFonts w:ascii="Arial" w:hAnsi="Arial" w:hint="default"/>
        <w:sz w:val="20"/>
      </w:rPr>
    </w:lvl>
  </w:abstractNum>
  <w:abstractNum w:abstractNumId="63" w15:restartNumberingAfterBreak="0">
    <w:nsid w:val="7610112F"/>
    <w:multiLevelType w:val="singleLevel"/>
    <w:tmpl w:val="63901254"/>
    <w:lvl w:ilvl="0">
      <w:start w:val="1"/>
      <w:numFmt w:val="upperRoman"/>
      <w:pStyle w:val="VorschriftListe1rmisch"/>
      <w:lvlText w:val="%1."/>
      <w:lvlJc w:val="left"/>
      <w:pPr>
        <w:tabs>
          <w:tab w:val="num" w:pos="720"/>
        </w:tabs>
        <w:ind w:left="363" w:hanging="363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64" w15:restartNumberingAfterBreak="0">
    <w:nsid w:val="797D0B2C"/>
    <w:multiLevelType w:val="hybridMultilevel"/>
    <w:tmpl w:val="D4E4BE3E"/>
    <w:lvl w:ilvl="0" w:tplc="F3EC53B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E766E4"/>
    <w:multiLevelType w:val="hybridMultilevel"/>
    <w:tmpl w:val="0AA4969C"/>
    <w:lvl w:ilvl="0" w:tplc="0407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6" w15:restartNumberingAfterBreak="0">
    <w:nsid w:val="7B7F7EC3"/>
    <w:multiLevelType w:val="hybridMultilevel"/>
    <w:tmpl w:val="DFDA64FC"/>
    <w:lvl w:ilvl="0" w:tplc="AA0C02F0">
      <w:start w:val="1"/>
      <w:numFmt w:val="lowerLetter"/>
      <w:pStyle w:val="Muster2Liste1alphabetisch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 w:tplc="5F6C29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FEE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B848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1411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3858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4A80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A24A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88B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B960885"/>
    <w:multiLevelType w:val="hybridMultilevel"/>
    <w:tmpl w:val="D206AE88"/>
    <w:lvl w:ilvl="0" w:tplc="3ECA3F9C">
      <w:start w:val="1"/>
      <w:numFmt w:val="bullet"/>
      <w:pStyle w:val="MusterListe2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8" w15:restartNumberingAfterBreak="0">
    <w:nsid w:val="7BAD6EEA"/>
    <w:multiLevelType w:val="hybridMultilevel"/>
    <w:tmpl w:val="0C7C56A2"/>
    <w:lvl w:ilvl="0" w:tplc="B7BE7F4C">
      <w:start w:val="1"/>
      <w:numFmt w:val="upperRoman"/>
      <w:pStyle w:val="Liste3rmisch"/>
      <w:lvlText w:val="%1.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D9D3549"/>
    <w:multiLevelType w:val="hybridMultilevel"/>
    <w:tmpl w:val="57885066"/>
    <w:lvl w:ilvl="0" w:tplc="AA0C05A8">
      <w:start w:val="1"/>
      <w:numFmt w:val="bullet"/>
      <w:pStyle w:val="Muster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FAE0379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589043666">
    <w:abstractNumId w:val="8"/>
  </w:num>
  <w:num w:numId="2" w16cid:durableId="1497769761">
    <w:abstractNumId w:val="45"/>
  </w:num>
  <w:num w:numId="3" w16cid:durableId="724839481">
    <w:abstractNumId w:val="32"/>
  </w:num>
  <w:num w:numId="4" w16cid:durableId="492644530">
    <w:abstractNumId w:val="28"/>
  </w:num>
  <w:num w:numId="5" w16cid:durableId="330301802">
    <w:abstractNumId w:val="62"/>
  </w:num>
  <w:num w:numId="6" w16cid:durableId="386147757">
    <w:abstractNumId w:val="9"/>
  </w:num>
  <w:num w:numId="7" w16cid:durableId="1688362474">
    <w:abstractNumId w:val="59"/>
  </w:num>
  <w:num w:numId="8" w16cid:durableId="1650746333">
    <w:abstractNumId w:val="27"/>
  </w:num>
  <w:num w:numId="9" w16cid:durableId="139468691">
    <w:abstractNumId w:val="6"/>
  </w:num>
  <w:num w:numId="10" w16cid:durableId="530845154">
    <w:abstractNumId w:val="5"/>
  </w:num>
  <w:num w:numId="11" w16cid:durableId="1390500457">
    <w:abstractNumId w:val="4"/>
  </w:num>
  <w:num w:numId="12" w16cid:durableId="2060006561">
    <w:abstractNumId w:val="7"/>
  </w:num>
  <w:num w:numId="13" w16cid:durableId="1547527185">
    <w:abstractNumId w:val="3"/>
  </w:num>
  <w:num w:numId="14" w16cid:durableId="1279020918">
    <w:abstractNumId w:val="2"/>
  </w:num>
  <w:num w:numId="15" w16cid:durableId="39135450">
    <w:abstractNumId w:val="1"/>
  </w:num>
  <w:num w:numId="16" w16cid:durableId="307898673">
    <w:abstractNumId w:val="0"/>
  </w:num>
  <w:num w:numId="17" w16cid:durableId="1202552826">
    <w:abstractNumId w:val="10"/>
  </w:num>
  <w:num w:numId="18" w16cid:durableId="1816677764">
    <w:abstractNumId w:val="11"/>
  </w:num>
  <w:num w:numId="19" w16cid:durableId="1366560632">
    <w:abstractNumId w:val="12"/>
  </w:num>
  <w:num w:numId="20" w16cid:durableId="1405106257">
    <w:abstractNumId w:val="25"/>
  </w:num>
  <w:num w:numId="21" w16cid:durableId="1589996924">
    <w:abstractNumId w:val="52"/>
  </w:num>
  <w:num w:numId="22" w16cid:durableId="1450468088">
    <w:abstractNumId w:val="39"/>
  </w:num>
  <w:num w:numId="23" w16cid:durableId="1742604683">
    <w:abstractNumId w:val="38"/>
  </w:num>
  <w:num w:numId="24" w16cid:durableId="1802770601">
    <w:abstractNumId w:val="24"/>
  </w:num>
  <w:num w:numId="25" w16cid:durableId="1264605412">
    <w:abstractNumId w:val="26"/>
  </w:num>
  <w:num w:numId="26" w16cid:durableId="1614555354">
    <w:abstractNumId w:val="22"/>
  </w:num>
  <w:num w:numId="27" w16cid:durableId="941495742">
    <w:abstractNumId w:val="43"/>
  </w:num>
  <w:num w:numId="28" w16cid:durableId="1360742417">
    <w:abstractNumId w:val="54"/>
  </w:num>
  <w:num w:numId="29" w16cid:durableId="1006052867">
    <w:abstractNumId w:val="60"/>
  </w:num>
  <w:num w:numId="30" w16cid:durableId="1732997941">
    <w:abstractNumId w:val="63"/>
  </w:num>
  <w:num w:numId="31" w16cid:durableId="400758594">
    <w:abstractNumId w:val="35"/>
  </w:num>
  <w:num w:numId="32" w16cid:durableId="1603100094">
    <w:abstractNumId w:val="46"/>
  </w:num>
  <w:num w:numId="33" w16cid:durableId="1707099744">
    <w:abstractNumId w:val="30"/>
  </w:num>
  <w:num w:numId="34" w16cid:durableId="2045863748">
    <w:abstractNumId w:val="49"/>
  </w:num>
  <w:num w:numId="35" w16cid:durableId="1351951136">
    <w:abstractNumId w:val="15"/>
  </w:num>
  <w:num w:numId="36" w16cid:durableId="1543663686">
    <w:abstractNumId w:val="40"/>
  </w:num>
  <w:num w:numId="37" w16cid:durableId="1018045199">
    <w:abstractNumId w:val="16"/>
  </w:num>
  <w:num w:numId="38" w16cid:durableId="995718922">
    <w:abstractNumId w:val="44"/>
  </w:num>
  <w:num w:numId="39" w16cid:durableId="123892105">
    <w:abstractNumId w:val="47"/>
  </w:num>
  <w:num w:numId="40" w16cid:durableId="240330198">
    <w:abstractNumId w:val="42"/>
  </w:num>
  <w:num w:numId="41" w16cid:durableId="1171219269">
    <w:abstractNumId w:val="23"/>
  </w:num>
  <w:num w:numId="42" w16cid:durableId="517087049">
    <w:abstractNumId w:val="50"/>
  </w:num>
  <w:num w:numId="43" w16cid:durableId="647981664">
    <w:abstractNumId w:val="20"/>
  </w:num>
  <w:num w:numId="44" w16cid:durableId="595669938">
    <w:abstractNumId w:val="66"/>
  </w:num>
  <w:num w:numId="45" w16cid:durableId="2062092094">
    <w:abstractNumId w:val="53"/>
  </w:num>
  <w:num w:numId="46" w16cid:durableId="383330194">
    <w:abstractNumId w:val="18"/>
  </w:num>
  <w:num w:numId="47" w16cid:durableId="635064546">
    <w:abstractNumId w:val="13"/>
  </w:num>
  <w:num w:numId="48" w16cid:durableId="1596937497">
    <w:abstractNumId w:val="21"/>
  </w:num>
  <w:num w:numId="49" w16cid:durableId="1117991476">
    <w:abstractNumId w:val="68"/>
  </w:num>
  <w:num w:numId="50" w16cid:durableId="503668507">
    <w:abstractNumId w:val="51"/>
  </w:num>
  <w:num w:numId="51" w16cid:durableId="370307541">
    <w:abstractNumId w:val="31"/>
  </w:num>
  <w:num w:numId="52" w16cid:durableId="1430195704">
    <w:abstractNumId w:val="56"/>
  </w:num>
  <w:num w:numId="53" w16cid:durableId="2129623396">
    <w:abstractNumId w:val="41"/>
  </w:num>
  <w:num w:numId="54" w16cid:durableId="605432479">
    <w:abstractNumId w:val="55"/>
  </w:num>
  <w:num w:numId="55" w16cid:durableId="786316157">
    <w:abstractNumId w:val="36"/>
  </w:num>
  <w:num w:numId="56" w16cid:durableId="962728762">
    <w:abstractNumId w:val="29"/>
  </w:num>
  <w:num w:numId="57" w16cid:durableId="947614781">
    <w:abstractNumId w:val="57"/>
  </w:num>
  <w:num w:numId="58" w16cid:durableId="2059665783">
    <w:abstractNumId w:val="14"/>
  </w:num>
  <w:num w:numId="59" w16cid:durableId="62221306">
    <w:abstractNumId w:val="69"/>
  </w:num>
  <w:num w:numId="60" w16cid:durableId="1429041649">
    <w:abstractNumId w:val="67"/>
  </w:num>
  <w:num w:numId="61" w16cid:durableId="929460269">
    <w:abstractNumId w:val="58"/>
  </w:num>
  <w:num w:numId="62" w16cid:durableId="1904949996">
    <w:abstractNumId w:val="70"/>
  </w:num>
  <w:num w:numId="63" w16cid:durableId="1778910883">
    <w:abstractNumId w:val="65"/>
  </w:num>
  <w:num w:numId="64" w16cid:durableId="1876230325">
    <w:abstractNumId w:val="33"/>
  </w:num>
  <w:num w:numId="65" w16cid:durableId="702169165">
    <w:abstractNumId w:val="48"/>
  </w:num>
  <w:num w:numId="66" w16cid:durableId="826701937">
    <w:abstractNumId w:val="19"/>
  </w:num>
  <w:num w:numId="67" w16cid:durableId="445393573">
    <w:abstractNumId w:val="17"/>
  </w:num>
  <w:num w:numId="68" w16cid:durableId="1897819278">
    <w:abstractNumId w:val="61"/>
  </w:num>
  <w:num w:numId="69" w16cid:durableId="824663009">
    <w:abstractNumId w:val="34"/>
  </w:num>
  <w:num w:numId="70" w16cid:durableId="1448961484">
    <w:abstractNumId w:val="37"/>
  </w:num>
  <w:num w:numId="71" w16cid:durableId="2145148382">
    <w:abstractNumId w:val="64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561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lphabetisch" w:val="0"/>
    <w:docVar w:name="alstand" w:val="0"/>
    <w:docVar w:name="anz_abb" w:val="0"/>
    <w:docVar w:name="anz_formeln" w:val="0"/>
    <w:docVar w:name="anz_tabellen" w:val="0"/>
    <w:docVar w:name="auspraegung2" w:val="Deutsch"/>
    <w:docVar w:name="autor" w:val="Schneppendahl,|"/>
    <w:docVar w:name="dateiname" w:val="02_02_Nichtigkeit der BW und Wahlanfechtung_03_01.doc"/>
    <w:docVar w:name="datum" w:val="01.07.2004"/>
    <w:docVar w:name="dokumenttyp" w:val="Standardtext"/>
    <w:docVar w:name="fkt_Antwort" w:val="Antwort"/>
    <w:docVar w:name="fkt_Auszug" w:val="Auszug"/>
    <w:docVar w:name="fkt_Beispiel" w:val="Beispiel"/>
    <w:docVar w:name="fkt_Bildplatzhalter" w:val="Bildplatzhalter"/>
    <w:docVar w:name="fkt_Bildtextblock" w:val="Bildtextblock"/>
    <w:docVar w:name="fkt_Bildtitel" w:val="Bildtitel"/>
    <w:docVar w:name="fkt_Doktitel" w:val="Doktitel"/>
    <w:docVar w:name="fkt_Entscheidung" w:val="Entscheidung"/>
    <w:docVar w:name="fkt_Fallbeschreibung_Titel" w:val="Fallbeschreibung Titel"/>
    <w:docVar w:name="fkt_Fett" w:val="Fett"/>
    <w:docVar w:name="fkt_Filter" w:val="Filter"/>
    <w:docVar w:name="fkt_Frage" w:val="Frage"/>
    <w:docVar w:name="fkt_Gruende_Titel" w:val="Gründe Titel"/>
    <w:docVar w:name="fkt_Hervorgehoben" w:val="Hervorgehoben"/>
    <w:docVar w:name="fkt_Hinweis" w:val="Hinweis"/>
    <w:docVar w:name="fkt_Hoch" w:val="Hoch"/>
    <w:docVar w:name="fkt_Inhalt_Titel" w:val="Inhalt Titel"/>
    <w:docVar w:name="fkt_Inhalt1" w:val="Inhalt 1"/>
    <w:docVar w:name="fkt_Inhalt2" w:val="Inhalt 2"/>
    <w:docVar w:name="fkt_Inhalt3" w:val="Inhalt 3"/>
    <w:docVar w:name="fkt_Inhalt4" w:val="Inhalt 4"/>
    <w:docVar w:name="fkt_Inhalt5" w:val="Inhalt 5"/>
    <w:docVar w:name="fkt_Kommentar_Titel" w:val="Kommentar Titel"/>
    <w:docVar w:name="fkt_Kursiv" w:val="Kursiv"/>
    <w:docVar w:name="fkt_Leitsatz_Titel" w:val="Leitsatz Titel"/>
    <w:docVar w:name="fkt_Liste_1" w:val="Liste 1"/>
    <w:docVar w:name="fkt_Liste_1_fortsetzen" w:val="Liste 1 fortsetzen"/>
    <w:docVar w:name="fkt_Liste_1_Grad_alphabetisch" w:val="Liste 1 alphabetisch"/>
    <w:docVar w:name="fkt_Liste_1_manuell" w:val="Liste 1 manuell"/>
    <w:docVar w:name="fkt_Liste_1_numerisch" w:val="Liste 1 numerisch"/>
    <w:docVar w:name="fkt_Liste_1_roemisch" w:val="Liste 1 römisch"/>
    <w:docVar w:name="fkt_Liste_2" w:val="Liste 2"/>
    <w:docVar w:name="fkt_Liste_2_alphabetisch" w:val="Liste 2 alphabetisch"/>
    <w:docVar w:name="fkt_Liste_2_fortsetzen" w:val="Liste 2 fortsetzen"/>
    <w:docVar w:name="fkt_Liste_2_manuell" w:val="Liste 2 manuell"/>
    <w:docVar w:name="fkt_Liste_2_numerisch" w:val="Liste 2 numerisch"/>
    <w:docVar w:name="fkt_Liste_2_roemisch" w:val="Liste 2 römisch"/>
    <w:docVar w:name="fkt_Liste_3" w:val="Liste 3"/>
    <w:docVar w:name="fkt_Liste_3_alphabetisch" w:val="Liste 3 alphabetisch"/>
    <w:docVar w:name="fkt_Liste_3_fortsetzen" w:val="Liste 3 fortsetzen"/>
    <w:docVar w:name="fkt_Liste_3_manuell" w:val="Liste 3 manuell"/>
    <w:docVar w:name="fkt_Liste_3_numerisch" w:val="Liste 3 numerisch"/>
    <w:docVar w:name="fkt_Liste_3_roemisch" w:val="Liste 3 römisch"/>
    <w:docVar w:name="fkt_Marginalie" w:val="Marginalie"/>
    <w:docVar w:name="fkt_Muster_Art" w:val="Muster Art"/>
    <w:docVar w:name="fkt_Muster_Liste_1" w:val="Muster Liste 1"/>
    <w:docVar w:name="fkt_Muster_Liste_1_fortsetzen" w:val="Muster Liste 1 fortsetzen"/>
    <w:docVar w:name="fkt_Muster_Liste_1_Grad_alphabetisch" w:val="Muster Liste 1 alphabetisch"/>
    <w:docVar w:name="fkt_Muster_Liste_1_numerisch" w:val="Muster Liste 1 numerisch"/>
    <w:docVar w:name="fkt_Muster_Liste_1_roemisch" w:val="Muster Liste 1 römisch"/>
    <w:docVar w:name="fkt_Muster_Liste_2" w:val="Muster Liste 2"/>
    <w:docVar w:name="fkt_Muster_Liste_2_alphabetisch" w:val="Muster Liste 2 alphabetisch"/>
    <w:docVar w:name="fkt_Muster_Liste_2_fortsetzen" w:val="Muster Liste 2 fortsetzen"/>
    <w:docVar w:name="fkt_Muster_Liste_2_numerisch" w:val="Muster Liste 2 numerisch"/>
    <w:docVar w:name="fkt_Muster_Liste_2_roemisch" w:val="Muster Liste 2 römisch"/>
    <w:docVar w:name="fkt_Muster_Textblock" w:val="Muster Textblock"/>
    <w:docVar w:name="fkt_Muster_Textblock_extra" w:val="Muster Textblock extra"/>
    <w:docVar w:name="fkt_Muster_Titel" w:val="Muster Titel"/>
    <w:docVar w:name="fkt_Muster_Unterschrift" w:val="Muster Unterschrift"/>
    <w:docVar w:name="fkt_Muster_Zwischenueberschrift_1" w:val="Muster Zwischenüberschrift 1"/>
    <w:docVar w:name="fkt_Muster_Zwischenueberschrift_2" w:val="Muster Zwischenüberschrift 2"/>
    <w:docVar w:name="fkt_Muster_Zwischenueberschrift_3" w:val="Muster Zwischenüberschrift 3"/>
    <w:docVar w:name="fkt_Norm_Textblock" w:val="Norm Textblock"/>
    <w:docVar w:name="fkt_Norm1" w:val="Norm 1"/>
    <w:docVar w:name="fkt_Norm2" w:val="Norm 2"/>
    <w:docVar w:name="fkt_Norm3" w:val="Norm 3"/>
    <w:docVar w:name="fkt_Norm4" w:val="Norm 4"/>
    <w:docVar w:name="fkt_Norm5" w:val="Norm 5"/>
    <w:docVar w:name="fkt_Nummer" w:val="Nummer"/>
    <w:docVar w:name="fkt_Platzhalter" w:val="Platzhalter"/>
    <w:docVar w:name="fkt_Probleme" w:val="Probleme"/>
    <w:docVar w:name="fkt_Quelle" w:val="Quelle"/>
    <w:docVar w:name="fkt_Randnummer" w:val="Randnummer"/>
    <w:docVar w:name="fkt_Rechtliche_Beurteilung_Titel" w:val="Rechtliche Beurteilung Titel"/>
    <w:docVar w:name="fkt_Sachverhalt_Titel" w:val="Sachverhalt Titel"/>
    <w:docVar w:name="fkt_Standard" w:val="Absatz-Standardschriftart"/>
    <w:docVar w:name="fkt_Stichwort" w:val="Stichwort"/>
    <w:docVar w:name="fkt_Stichwort_Kind" w:val="Stichwort Kind"/>
    <w:docVar w:name="fkt_Stichwort_verdeckt" w:val="Stichwort verdeckt"/>
    <w:docVar w:name="fkt_Tabelle_Kopf_links_oben" w:val="Tabelle Kopf links oben"/>
    <w:docVar w:name="fkt_Tabelle_Liste_1" w:val="Tabelle Liste 1 ungeordnet"/>
    <w:docVar w:name="fkt_Tabelle_Liste_1_alphabetisch" w:val="Tabelle Liste 1 alphabetisch"/>
    <w:docVar w:name="fkt_Tabelle_Liste_1_fortsetzen" w:val="Tabelle Liste 1 fortsetzen"/>
    <w:docVar w:name="fkt_Tabelle_Liste_1_numerisch" w:val="Tabelle Liste 1 numerisch"/>
    <w:docVar w:name="fkt_Tabelle_Liste_2" w:val="Tabelle Liste 2 ungeordnet"/>
    <w:docVar w:name="fkt_Tabelle_Liste_2_alphabetisch" w:val="Tabelle Liste 2 alphabetisch"/>
    <w:docVar w:name="fkt_Tabelle_Liste_2_fortsetzen" w:val="Tabelle Liste 2 fortsetzen"/>
    <w:docVar w:name="fkt_Tabelle_Liste_2_numerisch" w:val="Tabelle Liste 2 numerisch"/>
    <w:docVar w:name="fkt_Tabelle_Textblock_links_oben" w:val="Tabelle Textblock links oben"/>
    <w:docVar w:name="fkt_Tabelle_Titel" w:val="Tabelle Titel"/>
    <w:docVar w:name="fkt_Technische_Beurteilung_Titel" w:val="Technische Beurteilung Titel"/>
    <w:docVar w:name="fkt_Textblock" w:val="Textblock"/>
    <w:docVar w:name="fkt_Tief" w:val="Tief"/>
    <w:docVar w:name="fkt_Verweis" w:val="Verweis"/>
    <w:docVar w:name="fkt_Verweisprogr" w:val="Verweisprogr"/>
    <w:docVar w:name="fkt_Vorinstanz_Titel" w:val="Vorinstanz Titel"/>
    <w:docVar w:name="fkt_Vorschrift_Absatz" w:val="Vorschrift Absatz"/>
    <w:docVar w:name="fkt_Vorschrift_Anhang_Titel" w:val="Vorschrift Anhang Titel"/>
    <w:docVar w:name="fkt_Vorschrift_Anhang1" w:val="Vorschrift Anhang 1"/>
    <w:docVar w:name="fkt_Vorschrift_Anhang2" w:val="Vorschrift Anhang 2"/>
    <w:docVar w:name="fkt_Vorschrift_Liste_1" w:val="Vorschrift Liste 1"/>
    <w:docVar w:name="fkt_Vorschrift_Liste_1_fortsetzen" w:val="Vorschrift Liste 1 fortsetzen"/>
    <w:docVar w:name="fkt_Vorschrift_Liste_1_Grad_alphabetisch" w:val="Vorschrift Liste 1 alphabetisch"/>
    <w:docVar w:name="fkt_Vorschrift_Liste_1_numerisch" w:val="Vorschrift Liste 1 numerisch"/>
    <w:docVar w:name="fkt_Vorschrift_Liste_1_roemisch" w:val="Vorschrift Liste 1 römisch"/>
    <w:docVar w:name="fkt_Vorschrift_Liste_2" w:val="Vorschrift Liste 2"/>
    <w:docVar w:name="fkt_Vorschrift_Liste_2_alphabetisch" w:val="Vorschrift Liste 2 alphabetisch"/>
    <w:docVar w:name="fkt_Vorschrift_Liste_2_fortsetzen" w:val="Vorschrift Liste 2 fortsetzen"/>
    <w:docVar w:name="fkt_Vorschrift_Liste_2_numerisch" w:val="Vorschrift Liste 2 numerisch"/>
    <w:docVar w:name="fkt_Vorschrift_Liste_2_roemisch" w:val="Vorschrift Liste 2 römisch"/>
    <w:docVar w:name="fkt_Vorschrift_Liste_3" w:val="Vorschrift Liste 3"/>
    <w:docVar w:name="fkt_Vorschrift_Liste_3_alphabetisch" w:val="Vorschrift Liste 3 alphabetisch"/>
    <w:docVar w:name="fkt_Vorschrift_Liste_3_fortsetzen" w:val="Vorschrift Liste 3 fortsetzen"/>
    <w:docVar w:name="fkt_Vorschrift_Liste_3_numerisch" w:val="Vorschrift Liste 3 numerisch"/>
    <w:docVar w:name="fkt_Vorschrift_Liste_3_roemisch" w:val="Vorschrift Liste 3 römisch"/>
    <w:docVar w:name="fkt_Vorschrift_Liste_4" w:val="Vorschrift Liste 4"/>
    <w:docVar w:name="fkt_Vorschrift_Liste_4_alphabetisch" w:val="Vorschrift Liste 4 alphabetisch"/>
    <w:docVar w:name="fkt_Vorschrift_Liste_4_fortsetzen" w:val="Vorschrift Liste 4 fortsetzen"/>
    <w:docVar w:name="fkt_Vorschrift_Liste_4_numerisch" w:val="Vorschrift Liste 4 numerisch"/>
    <w:docVar w:name="fkt_Vorschrift_Liste_4_roemisch" w:val="Vorschrift Liste 4 römisch"/>
    <w:docVar w:name="fkt_Vorschrift_Paragraph" w:val="Vorschrift Paragraph"/>
    <w:docVar w:name="fkt_Vorschrift_Textblock" w:val="Vorschrift Textblock"/>
    <w:docVar w:name="fkt_Vorschrift1" w:val="Vorschrift 1"/>
    <w:docVar w:name="fkt_Vorschrift2" w:val="Vorschrift 2"/>
    <w:docVar w:name="fkt_Vorschrift3" w:val="Vorschrift 3"/>
    <w:docVar w:name="fkt_Vorschrift4" w:val="Vorschrift 4"/>
    <w:docVar w:name="fkt_Vorschrift5" w:val="Vorschrift 5"/>
    <w:docVar w:name="fkt_Vorschrift6" w:val="Vorschrift 6"/>
    <w:docVar w:name="fkt_Vorschriften" w:val="Vorschriften"/>
    <w:docVar w:name="fkt_Ziel" w:val="Ziel"/>
    <w:docVar w:name="fkt_Zwischenueberschrift1" w:val="Zwischenüberschrift 1"/>
    <w:docVar w:name="fkt_Zwischenueberschrift2" w:val="Zwischenüberschrift 2"/>
    <w:docVar w:name="fkt_Zwischenueberschrift3" w:val="Zwischenüberschrift 3"/>
    <w:docVar w:name="Format:Entscheidung;Absatz;157" w:val="Gericht"/>
    <w:docVar w:name="Format;;Absatz;31" w:val="Tabelle Kopf links oben"/>
    <w:docVar w:name="Format;;Absatz;32" w:val="Tabelle Kopf mitte oben"/>
    <w:docVar w:name="Format;;Absatz;33" w:val="Tabelle Kopf rechts oben"/>
    <w:docVar w:name="Format;;Absatz;34" w:val="Tabelle Kopf links mitte"/>
    <w:docVar w:name="Format;;Absatz;35" w:val="Tabelle Kopf mitte mitte"/>
    <w:docVar w:name="Format;;Absatz;36" w:val="Tabelle Kopf rechts mitte"/>
    <w:docVar w:name="Format;;Absatz;37" w:val="Tabelle Kopf links unten"/>
    <w:docVar w:name="Format;;Absatz;38" w:val="Tabelle Kopf mitte unten"/>
    <w:docVar w:name="Format;;Absatz;39" w:val="Tabelle Kopf rechts unten"/>
    <w:docVar w:name="Format;;Absatz;40" w:val="Tabelle Textblock links oben"/>
    <w:docVar w:name="Format;;Absatz;41" w:val="Tabelle Textblock mitte oben"/>
    <w:docVar w:name="Format;;Absatz;42" w:val="Tabelle Textblock rechts oben"/>
    <w:docVar w:name="Format;;Absatz;43" w:val="Tabelle Textblock links mitte"/>
    <w:docVar w:name="Format;;Absatz;44" w:val="Tabelle Textblock mitte mitte"/>
    <w:docVar w:name="Format;;Absatz;45" w:val="Tabelle Textblock rechts mitte"/>
    <w:docVar w:name="Format;;Absatz;46" w:val="Tabelle Textblock links unten"/>
    <w:docVar w:name="Format;;Absatz;47" w:val="Tabelle Textblock mitte unten"/>
    <w:docVar w:name="Format;;Absatz;48" w:val="Tabelle Textblock rechts unten"/>
    <w:docVar w:name="Format;;Zeichen;1" w:val="Fett"/>
    <w:docVar w:name="Format;;Zeichen;10" w:val="Ziel"/>
    <w:docVar w:name="Format;;Zeichen;11" w:val="Nummer"/>
    <w:docVar w:name="Format;;Zeichen;12" w:val="Platzhalter"/>
    <w:docVar w:name="Format;;Zeichen;13" w:val="unbekanntes Zeichenformat"/>
    <w:docVar w:name="Format;;Zeichen;14" w:val="Fnaufruf"/>
    <w:docVar w:name="Format;;Zeichen;15" w:val="Fussnote"/>
    <w:docVar w:name="Format;;Zeichen;16" w:val="Filter"/>
    <w:docVar w:name="Format;;Zeichen;17" w:val="Muster Art"/>
    <w:docVar w:name="Format;;Zeichen;2" w:val="Kursiv"/>
    <w:docVar w:name="Format;;Zeichen;3" w:val="Hervorgehoben"/>
    <w:docVar w:name="Format;;Zeichen;4" w:val="Hoch"/>
    <w:docVar w:name="Format;;Zeichen;5" w:val="Tief"/>
    <w:docVar w:name="Format;;Zeichen;6" w:val="Stichwort"/>
    <w:docVar w:name="Format;;Zeichen;7" w:val="Stichwort Kind"/>
    <w:docVar w:name="Format;;Zeichen;8" w:val="Stichwort verdeckt"/>
    <w:docVar w:name="Format;;Zeichen;9" w:val="Verweis"/>
    <w:docVar w:name="Format;Entscheidung;Absatz;152" w:val="Fundstelle"/>
    <w:docVar w:name="Format;Entscheidung;Absatz;153" w:val="Datum"/>
    <w:docVar w:name="Format;Entscheidung;Absatz;154" w:val="Aktenzeichen"/>
    <w:docVar w:name="Format;Entscheidung;Absatz;155" w:val="Kurztitel"/>
    <w:docVar w:name="Format;Entscheidung;Absatz;156" w:val="Vorschrift"/>
    <w:docVar w:name="Format;Entscheidung;Absatz;157" w:val="Gericht"/>
    <w:docVar w:name="Format;Fall Bauschäden;Absatz;74" w:val="Klasse"/>
    <w:docVar w:name="Format;Fall Bauschäden;Absatz;75" w:val="Kategorie"/>
    <w:docVar w:name="Format;Fall Bauschäden;Absatz;76" w:val="Technische Beurteilung"/>
    <w:docVar w:name="Format;Fall Bauschäden;Absatz;77" w:val="Rechtliche Beurteilung"/>
    <w:docVar w:name="Format;Fall Bauschäden;Absatz;78" w:val="Fallbeschreibung Titel"/>
    <w:docVar w:name="Format;Fall Bauschäden;Absatz;79" w:val="Technische Beurteilung Titel"/>
    <w:docVar w:name="Format;Fall Bauschäden;Absatz;80" w:val="Rechtliche Beurteilung Titel"/>
    <w:docVar w:name="Format;Fall Bauschäden;Absatz;81" w:val="Fall"/>
    <w:docVar w:name="Format;Fall Bauschäden;Absatz;82" w:val="Norm"/>
    <w:docVar w:name="Format;Fall Bauschäden;Absatz;83" w:val="Kurztitel"/>
    <w:docVar w:name="Format;Fall VOB;Absatz;137" w:val="Hinweis"/>
    <w:docVar w:name="Format;Fall VOB;Absatz;138" w:val="Norm"/>
    <w:docVar w:name="Format;Fall VOB;Absatz;139" w:val="Phase"/>
    <w:docVar w:name="Format;Fall VOB;Absatz;140" w:val="Fall"/>
    <w:docVar w:name="Format;Fall VOB;Absatz;141" w:val="Antwort"/>
    <w:docVar w:name="Format;Fall VOB;Absatz;142" w:val="Frage"/>
    <w:docVar w:name="Format;Fall VOB;Absatz;143" w:val="Beispiel"/>
    <w:docVar w:name="Format;Fall VOB;Absatz;144" w:val="Entscheidung"/>
    <w:docVar w:name="Format;Fall VOB;Absatz;145" w:val="Vorschriften"/>
    <w:docVar w:name="Format;Fall VOB;Absatz;146" w:val="Probleme"/>
    <w:docVar w:name="Format;Fall VOB;Absatz;147" w:val="Kurztitel"/>
    <w:docVar w:name="Format;Standardtext;Absatz;1" w:val="Textblock"/>
    <w:docVar w:name="Format;Standardtext;Absatz;10" w:val="Liste 3 alphabetisch"/>
    <w:docVar w:name="Format;Standardtext;Absatz;100" w:val="Vorschrift 5"/>
    <w:docVar w:name="Format;Standardtext;Absatz;101" w:val="Vorschrift 6"/>
    <w:docVar w:name="Format;Standardtext;Absatz;102" w:val="Vorschrift Anhang Titel"/>
    <w:docVar w:name="Format;Standardtext;Absatz;103" w:val="Vorschrift Anhang 1"/>
    <w:docVar w:name="Format;Standardtext;Absatz;104" w:val="Vorschrift Anhang 2"/>
    <w:docVar w:name="Format;Standardtext;Absatz;105" w:val="Vorschrift Liste 1"/>
    <w:docVar w:name="Format;Standardtext;Absatz;106" w:val="Vorschrift Liste 1 numerisch"/>
    <w:docVar w:name="Format;Standardtext;Absatz;107" w:val="Vorschrift Liste 1 alphabetisch"/>
    <w:docVar w:name="Format;Standardtext;Absatz;108" w:val="Vorschrift Liste 1 römisch"/>
    <w:docVar w:name="Format;Standardtext;Absatz;109" w:val="Vorschrift Liste 1 fortsetzen"/>
    <w:docVar w:name="Format;Standardtext;Absatz;11" w:val="Liste 1 römisch"/>
    <w:docVar w:name="Format;Standardtext;Absatz;110" w:val="Vorschrift Liste 2"/>
    <w:docVar w:name="Format;Standardtext;Absatz;111" w:val="Vorschrift Liste 2 numerisch"/>
    <w:docVar w:name="Format;Standardtext;Absatz;112" w:val="Vorschrift Liste 2 alphabetisch"/>
    <w:docVar w:name="Format;Standardtext;Absatz;113" w:val="Vorschrift Liste 2 römisch"/>
    <w:docVar w:name="Format;Standardtext;Absatz;114" w:val="Vorschrift Liste 2 fortsetzen"/>
    <w:docVar w:name="Format;Standardtext;Absatz;115" w:val="Vorschrift Liste 3"/>
    <w:docVar w:name="Format;Standardtext;Absatz;116" w:val="Vorschrift Liste 3 numerisch"/>
    <w:docVar w:name="Format;Standardtext;Absatz;117" w:val="Vorschrift Liste 3 alphabetisch"/>
    <w:docVar w:name="Format;Standardtext;Absatz;118" w:val="Vorschrift Liste 3 römisch"/>
    <w:docVar w:name="Format;Standardtext;Absatz;119" w:val="Vorschrift Liste 3 fortsetzen"/>
    <w:docVar w:name="Format;Standardtext;Absatz;12" w:val="Liste 2 römisch"/>
    <w:docVar w:name="Format;Standardtext;Absatz;120" w:val="Vorschrift Liste 4"/>
    <w:docVar w:name="Format;Standardtext;Absatz;121" w:val="Vorschrift Liste 4 numerisch"/>
    <w:docVar w:name="Format;Standardtext;Absatz;122" w:val="Vorschrift Liste 4 alphabetisch"/>
    <w:docVar w:name="Format;Standardtext;Absatz;123" w:val="Vorschrift Liste 4 römisch"/>
    <w:docVar w:name="Format;Standardtext;Absatz;124" w:val="Vorschrift Liste 4 fortsetzen"/>
    <w:docVar w:name="Format;Standardtext;Absatz;125" w:val="Inhalt 5"/>
    <w:docVar w:name="Format;Standardtext;Absatz;126" w:val="Inhalt 4"/>
    <w:docVar w:name="Format;Standardtext;Absatz;127" w:val="Inhalt 3"/>
    <w:docVar w:name="Format;Standardtext;Absatz;128" w:val="Inhalt 2"/>
    <w:docVar w:name="Format;Standardtext;Absatz;129" w:val="Inhalt 1"/>
    <w:docVar w:name="Format;Standardtext;Absatz;13" w:val="Liste 3 römisch"/>
    <w:docVar w:name="Format;Standardtext;Absatz;130" w:val="Inhalt Titel"/>
    <w:docVar w:name="Format;Standardtext;Absatz;131" w:val="Norm Textblock"/>
    <w:docVar w:name="Format;Standardtext;Absatz;132" w:val="Norm 1"/>
    <w:docVar w:name="Format;Standardtext;Absatz;133" w:val="Norm 2"/>
    <w:docVar w:name="Format;Standardtext;Absatz;134" w:val="Norm 3"/>
    <w:docVar w:name="Format;Standardtext;Absatz;135" w:val="Norm 4"/>
    <w:docVar w:name="Format;Standardtext;Absatz;136" w:val="Norm 5"/>
    <w:docVar w:name="Format;Standardtext;Absatz;14" w:val="Liste 1 manuell"/>
    <w:docVar w:name="Format;Standardtext;Absatz;147" w:val="unbekanntes Absatzformat"/>
    <w:docVar w:name="Format;Standardtext;Absatz;15" w:val="Liste 2 manuell"/>
    <w:docVar w:name="Format;Standardtext;Absatz;16" w:val="Liste 3 manuell"/>
    <w:docVar w:name="Format;Standardtext;Absatz;17" w:val="Liste 1 fortsetzen"/>
    <w:docVar w:name="Format;Standardtext;Absatz;18" w:val="Liste 2 fortsetzen"/>
    <w:docVar w:name="Format;Standardtext;Absatz;19" w:val="Liste 3 fortsetzen"/>
    <w:docVar w:name="Format;Standardtext;Absatz;2" w:val="Liste 1"/>
    <w:docVar w:name="Format;Standardtext;Absatz;20" w:val="Bildplatzhalter"/>
    <w:docVar w:name="Format;Standardtext;Absatz;21" w:val="Bildtextblock"/>
    <w:docVar w:name="Format;Standardtext;Absatz;22" w:val="Bildtitel"/>
    <w:docVar w:name="Format;Standardtext;Absatz;23" w:val="Doktitel"/>
    <w:docVar w:name="Format;Standardtext;Absatz;24" w:val="Zwischenüberschrift 1"/>
    <w:docVar w:name="Format;Standardtext;Absatz;25" w:val="Zwischenüberschrift 2"/>
    <w:docVar w:name="Format;Standardtext;Absatz;26" w:val="Zwischenüberschrift 3"/>
    <w:docVar w:name="Format;Standardtext;Absatz;27" w:val="Marginalie"/>
    <w:docVar w:name="Format;Standardtext;Absatz;28" w:val="Randnummer"/>
    <w:docVar w:name="Format;Standardtext;Absatz;29" w:val="Auszug"/>
    <w:docVar w:name="Format;Standardtext;Absatz;3" w:val="Liste 2"/>
    <w:docVar w:name="Format;Standardtext;Absatz;30" w:val="Tabelle Titel"/>
    <w:docVar w:name="Format;Standardtext;Absatz;4" w:val="Liste 3"/>
    <w:docVar w:name="Format;Standardtext;Absatz;49" w:val="Tabelle Liste 1"/>
    <w:docVar w:name="Format;Standardtext;Absatz;5" w:val="Liste 1 numerisch"/>
    <w:docVar w:name="Format;Standardtext;Absatz;50" w:val="Tabelle Liste 1 numerisch"/>
    <w:docVar w:name="Format;Standardtext;Absatz;51" w:val="Tabelle Liste 1 alphabetisch"/>
    <w:docVar w:name="Format;Standardtext;Absatz;52" w:val="Tabelle Liste 2"/>
    <w:docVar w:name="Format;Standardtext;Absatz;53" w:val="Tabelle Liste 2 numerisch"/>
    <w:docVar w:name="Format;Standardtext;Absatz;54" w:val="Tabelle Liste 2 alphabetisch"/>
    <w:docVar w:name="Format;Standardtext;Absatz;541" w:val="Tabelle Liste 1 fortsetzen"/>
    <w:docVar w:name="Format;Standardtext;Absatz;542" w:val="Tabelle Liste 2 fortsetzen"/>
    <w:docVar w:name="Format;Standardtext;Absatz;55" w:val="Muster Textblock"/>
    <w:docVar w:name="Format;Standardtext;Absatz;56" w:val="Muster Titel"/>
    <w:docVar w:name="Format;Standardtext;Absatz;57" w:val="Muster Textblock extra"/>
    <w:docVar w:name="Format;Standardtext;Absatz;58" w:val="Muster Zwischenüberschrift 1"/>
    <w:docVar w:name="Format;Standardtext;Absatz;59" w:val="Muster Zwischenüberschrift 2"/>
    <w:docVar w:name="Format;Standardtext;Absatz;6" w:val="Liste 2 numerisch"/>
    <w:docVar w:name="Format;Standardtext;Absatz;60" w:val="Muster Zwischenüberschrift 3"/>
    <w:docVar w:name="Format;Standardtext;Absatz;61" w:val="Muster Liste 1"/>
    <w:docVar w:name="Format;Standardtext;Absatz;62" w:val="Muster Liste 2"/>
    <w:docVar w:name="Format;Standardtext;Absatz;63" w:val="Muster Liste 1 numerisch"/>
    <w:docVar w:name="Format;Standardtext;Absatz;64" w:val="Muster Liste 2 numerisch"/>
    <w:docVar w:name="Format;Standardtext;Absatz;65" w:val="Muster Liste 1 alphabetisch"/>
    <w:docVar w:name="Format;Standardtext;Absatz;66" w:val="Muster Liste 2 alphabetisch"/>
    <w:docVar w:name="Format;Standardtext;Absatz;67" w:val="Muster Liste 1 römisch"/>
    <w:docVar w:name="Format;Standardtext;Absatz;68" w:val="Muster Liste 2 römisch"/>
    <w:docVar w:name="Format;Standardtext;Absatz;69" w:val="Muster Liste 1 manuell"/>
    <w:docVar w:name="Format;Standardtext;Absatz;7" w:val="Liste 3 numerisch"/>
    <w:docVar w:name="Format;Standardtext;Absatz;70" w:val="Muster Liste 2 manuell"/>
    <w:docVar w:name="Format;Standardtext;Absatz;71" w:val="Muster Liste 1 fortsetzen"/>
    <w:docVar w:name="Format;Standardtext;Absatz;72" w:val="Muster Liste 2 fortsetzen"/>
    <w:docVar w:name="Format;Standardtext;Absatz;73" w:val="Muster Unterschrift"/>
    <w:docVar w:name="Format;Standardtext;Absatz;8" w:val="Liste 1 alphabetisch"/>
    <w:docVar w:name="Format;Standardtext;Absatz;81" w:val="Entscheidung entfernen"/>
    <w:docVar w:name="Format;Standardtext;Absatz;82" w:val="Kommentar Titel"/>
    <w:docVar w:name="Format;Standardtext;Absatz;83" w:val="Gründe Titel"/>
    <w:docVar w:name="Format;Standardtext;Absatz;84" w:val="Sachverhalt Titel"/>
    <w:docVar w:name="Format;Standardtext;Absatz;85" w:val="Leitsatz Titel"/>
    <w:docVar w:name="Format;Standardtext;Absatz;86" w:val="Vorinstanz Titel"/>
    <w:docVar w:name="Format;Standardtext;Absatz;87" w:val="Vorschrift"/>
    <w:docVar w:name="Format;Standardtext;Absatz;88" w:val="Fundstelle"/>
    <w:docVar w:name="Format;Standardtext;Absatz;89" w:val="Aktenzeichen"/>
    <w:docVar w:name="Format;Standardtext;Absatz;9" w:val="Liste 2 alphabetisch"/>
    <w:docVar w:name="Format;Standardtext;Absatz;90" w:val="Datum"/>
    <w:docVar w:name="Format;Standardtext;Absatz;91" w:val="Gericht"/>
    <w:docVar w:name="Format;Standardtext;Absatz;92" w:val="Kurztitel"/>
    <w:docVar w:name="Format;Standardtext;Absatz;93" w:val="Vorschrift Textblock"/>
    <w:docVar w:name="Format;Standardtext;Absatz;94" w:val="Vorschrift Absatz"/>
    <w:docVar w:name="Format;Standardtext;Absatz;95" w:val="Vorschrift Paragraph"/>
    <w:docVar w:name="Format;Standardtext;Absatz;96" w:val="Vorschrift 1"/>
    <w:docVar w:name="Format;Standardtext;Absatz;97" w:val="Vorschrift 2"/>
    <w:docVar w:name="Format;Standardtext;Absatz;98" w:val="Vorschrift 3"/>
    <w:docVar w:name="Format;Standardtext;Absatz;99" w:val="Vorschrift 4"/>
    <w:docVar w:name="ivz-titel" w:val=" 19 Abs.1 BetrVG "/>
    <w:docVar w:name="kapitelnr" w:val="1"/>
    <w:docVar w:name="speicherpfaddokumente" w:val="C:\Daten\"/>
    <w:docVar w:name="Tabelle Kopf links mitte_VerticalAlignment" w:val="1"/>
    <w:docVar w:name="Tabelle Kopf links oben_VerticalAlignment" w:val="0"/>
    <w:docVar w:name="Tabelle Kopf links unten_VerticalAlignment" w:val="3"/>
    <w:docVar w:name="Tabelle Kopf mitte mitte_VerticalAlignment" w:val="1"/>
    <w:docVar w:name="Tabelle Kopf mitte oben_VerticalAlignment" w:val="0"/>
    <w:docVar w:name="Tabelle Kopf mitte unten_VerticalAlignment" w:val="3"/>
    <w:docVar w:name="Tabelle Kopf rechts mitte_VerticalAlignment" w:val="1"/>
    <w:docVar w:name="Tabelle Kopf rechts oben_VerticalAlignment" w:val="0"/>
    <w:docVar w:name="Tabelle Kopf rechts unten_VerticalAlignment" w:val="3"/>
    <w:docVar w:name="Tabelle Textblock links mitte_VerticalAlignment" w:val="1"/>
    <w:docVar w:name="Tabelle Textblock links oben_VerticalAlignment" w:val="0"/>
    <w:docVar w:name="Tabelle Textblock links unten_VerticalAlignment" w:val="3"/>
    <w:docVar w:name="Tabelle Textblock mitte mitte_VerticalAlignment" w:val="1"/>
    <w:docVar w:name="Tabelle Textblock mitte oben_VerticalAlignment" w:val="0"/>
    <w:docVar w:name="Tabelle Textblock mitte unten_VerticalAlignment" w:val="3"/>
    <w:docVar w:name="Tabelle Textblock rechts mitte_VerticalAlignment" w:val="1"/>
    <w:docVar w:name="Tabelle Textblock rechts oben_VerticalAlignment" w:val="0"/>
    <w:docVar w:name="Tabelle Textblock rechts unten_VerticalAlignment" w:val="3"/>
    <w:docVar w:name="ueberschrift" w:val=" 19 Abs.1 BetrVG "/>
    <w:docVar w:name="werknr" w:val="6999"/>
    <w:docVar w:name="werktitel" w:val="BR-Management"/>
  </w:docVars>
  <w:rsids>
    <w:rsidRoot w:val="00014916"/>
    <w:rsid w:val="00014916"/>
    <w:rsid w:val="001C7FE2"/>
    <w:rsid w:val="002A4F40"/>
    <w:rsid w:val="002F6372"/>
    <w:rsid w:val="003277D1"/>
    <w:rsid w:val="00397D18"/>
    <w:rsid w:val="004575A2"/>
    <w:rsid w:val="004A1586"/>
    <w:rsid w:val="004B345C"/>
    <w:rsid w:val="005430BD"/>
    <w:rsid w:val="006075D4"/>
    <w:rsid w:val="007677E1"/>
    <w:rsid w:val="007C53F7"/>
    <w:rsid w:val="007F02FB"/>
    <w:rsid w:val="008520A3"/>
    <w:rsid w:val="0099629E"/>
    <w:rsid w:val="009C5F8E"/>
    <w:rsid w:val="009D25E5"/>
    <w:rsid w:val="009E02A2"/>
    <w:rsid w:val="009F1AD3"/>
    <w:rsid w:val="009F665B"/>
    <w:rsid w:val="00AB70B5"/>
    <w:rsid w:val="00BB39A4"/>
    <w:rsid w:val="00C57E3E"/>
    <w:rsid w:val="00C74970"/>
    <w:rsid w:val="00CD7DDE"/>
    <w:rsid w:val="00CE7A1C"/>
    <w:rsid w:val="00D46972"/>
    <w:rsid w:val="00D51012"/>
    <w:rsid w:val="00D77295"/>
    <w:rsid w:val="00F13219"/>
    <w:rsid w:val="00F7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700F9F"/>
  <w15:docId w15:val="{C46DF700-4D31-48B0-BF48-52F25AF9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B345C"/>
    <w:rPr>
      <w:sz w:val="24"/>
      <w:szCs w:val="24"/>
    </w:rPr>
  </w:style>
  <w:style w:type="paragraph" w:styleId="berschrift1">
    <w:name w:val="heading 1"/>
    <w:basedOn w:val="berschrift2"/>
    <w:next w:val="Standard"/>
    <w:qFormat/>
    <w:rsid w:val="004B345C"/>
    <w:pPr>
      <w:outlineLvl w:val="0"/>
    </w:pPr>
  </w:style>
  <w:style w:type="paragraph" w:styleId="berschrift2">
    <w:name w:val="heading 2"/>
    <w:basedOn w:val="berschrift4"/>
    <w:next w:val="Standard"/>
    <w:qFormat/>
    <w:rsid w:val="004B345C"/>
    <w:pPr>
      <w:outlineLvl w:val="1"/>
    </w:pPr>
  </w:style>
  <w:style w:type="paragraph" w:styleId="berschrift3">
    <w:name w:val="heading 3"/>
    <w:basedOn w:val="Standard"/>
    <w:next w:val="Standard"/>
    <w:qFormat/>
    <w:rsid w:val="004B345C"/>
    <w:pPr>
      <w:keepNext/>
      <w:spacing w:before="240" w:after="60"/>
      <w:outlineLvl w:val="2"/>
    </w:pPr>
    <w:rPr>
      <w:rFonts w:ascii="Arial" w:hAnsi="Arial"/>
    </w:rPr>
  </w:style>
  <w:style w:type="paragraph" w:styleId="berschrift4">
    <w:name w:val="heading 4"/>
    <w:basedOn w:val="Standard"/>
    <w:next w:val="Standard"/>
    <w:qFormat/>
    <w:rsid w:val="004B345C"/>
    <w:pPr>
      <w:outlineLvl w:val="3"/>
    </w:pPr>
  </w:style>
  <w:style w:type="paragraph" w:styleId="berschrift5">
    <w:name w:val="heading 5"/>
    <w:basedOn w:val="Standard"/>
    <w:next w:val="Standard"/>
    <w:qFormat/>
    <w:rsid w:val="004B345C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4B345C"/>
    <w:p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rsid w:val="004B345C"/>
    <w:pPr>
      <w:spacing w:before="240" w:after="60"/>
      <w:outlineLvl w:val="6"/>
    </w:pPr>
    <w:rPr>
      <w:rFonts w:ascii="Arial" w:hAnsi="Arial"/>
      <w:sz w:val="20"/>
    </w:rPr>
  </w:style>
  <w:style w:type="paragraph" w:styleId="berschrift8">
    <w:name w:val="heading 8"/>
    <w:basedOn w:val="Standard"/>
    <w:next w:val="Standard"/>
    <w:qFormat/>
    <w:rsid w:val="004B345C"/>
    <w:pPr>
      <w:spacing w:before="240" w:after="60"/>
      <w:outlineLvl w:val="7"/>
    </w:pPr>
    <w:rPr>
      <w:rFonts w:ascii="Arial" w:hAnsi="Arial"/>
      <w:i/>
      <w:sz w:val="20"/>
    </w:rPr>
  </w:style>
  <w:style w:type="paragraph" w:styleId="berschrift9">
    <w:name w:val="heading 9"/>
    <w:basedOn w:val="berschrift1"/>
    <w:next w:val="Standard"/>
    <w:qFormat/>
    <w:rsid w:val="004B345C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srowd">
    <w:name w:val="tsrow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ett">
    <w:name w:val="Strong"/>
    <w:qFormat/>
    <w:rsid w:val="004B345C"/>
    <w:rPr>
      <w:b/>
      <w:bCs/>
      <w:color w:val="auto"/>
    </w:rPr>
  </w:style>
  <w:style w:type="character" w:customStyle="1" w:styleId="Kursiv">
    <w:name w:val="Kursiv"/>
    <w:rsid w:val="004B345C"/>
    <w:rPr>
      <w:i/>
      <w:color w:val="auto"/>
    </w:rPr>
  </w:style>
  <w:style w:type="character" w:customStyle="1" w:styleId="Hervorgehoben">
    <w:name w:val="Hervorgehoben"/>
    <w:rsid w:val="004B345C"/>
    <w:rPr>
      <w:b/>
      <w:i/>
      <w:color w:val="auto"/>
    </w:rPr>
  </w:style>
  <w:style w:type="character" w:customStyle="1" w:styleId="Hoch">
    <w:name w:val="Hoch"/>
    <w:rsid w:val="004B345C"/>
    <w:rPr>
      <w:color w:val="auto"/>
      <w:sz w:val="20"/>
      <w:szCs w:val="20"/>
      <w:vertAlign w:val="superscript"/>
    </w:rPr>
  </w:style>
  <w:style w:type="character" w:customStyle="1" w:styleId="Tief">
    <w:name w:val="Tief"/>
    <w:basedOn w:val="Absatz-Standardschriftart"/>
    <w:rsid w:val="004B345C"/>
    <w:rPr>
      <w:color w:val="auto"/>
      <w:sz w:val="20"/>
      <w:szCs w:val="20"/>
      <w:vertAlign w:val="subscript"/>
    </w:rPr>
  </w:style>
  <w:style w:type="character" w:customStyle="1" w:styleId="Stichwort">
    <w:name w:val="Stichwort"/>
    <w:basedOn w:val="Absatz-Standardschriftart"/>
    <w:rsid w:val="004B345C"/>
    <w:rPr>
      <w:color w:val="auto"/>
      <w:u w:val="single"/>
    </w:rPr>
  </w:style>
  <w:style w:type="character" w:customStyle="1" w:styleId="StichwortKind">
    <w:name w:val="Stichwort Kind"/>
    <w:basedOn w:val="Absatz-Standardschriftart"/>
    <w:rsid w:val="004B345C"/>
    <w:rPr>
      <w:i/>
      <w:strike/>
      <w:dstrike w:val="0"/>
      <w:vanish/>
      <w:color w:val="auto"/>
    </w:rPr>
  </w:style>
  <w:style w:type="character" w:customStyle="1" w:styleId="Stichwortverdeckt">
    <w:name w:val="Stichwort verdeckt"/>
    <w:basedOn w:val="Absatz-Standardschriftart"/>
    <w:rsid w:val="004B345C"/>
    <w:rPr>
      <w:strike/>
      <w:dstrike w:val="0"/>
      <w:vanish/>
      <w:color w:val="FF00FF"/>
    </w:rPr>
  </w:style>
  <w:style w:type="character" w:customStyle="1" w:styleId="Verweis">
    <w:name w:val="Verweis"/>
    <w:basedOn w:val="Absatz-Standardschriftart"/>
    <w:rsid w:val="004B345C"/>
    <w:rPr>
      <w:color w:val="auto"/>
    </w:rPr>
  </w:style>
  <w:style w:type="character" w:customStyle="1" w:styleId="Ziel">
    <w:name w:val="Ziel"/>
    <w:basedOn w:val="Absatz-Standardschriftart"/>
    <w:rsid w:val="004B345C"/>
    <w:rPr>
      <w:strike/>
      <w:color w:val="0000FF"/>
    </w:rPr>
  </w:style>
  <w:style w:type="character" w:customStyle="1" w:styleId="Nummer">
    <w:name w:val="Nummer"/>
    <w:rsid w:val="004B345C"/>
    <w:rPr>
      <w:color w:val="auto"/>
    </w:rPr>
  </w:style>
  <w:style w:type="character" w:customStyle="1" w:styleId="Platzhalter">
    <w:name w:val="Platzhalter"/>
    <w:basedOn w:val="Absatz-Standardschriftart"/>
    <w:rsid w:val="004B345C"/>
    <w:rPr>
      <w:color w:val="auto"/>
    </w:rPr>
  </w:style>
  <w:style w:type="character" w:customStyle="1" w:styleId="unbekanntesZeichenformat">
    <w:name w:val="unbekanntes Zeichenformat"/>
    <w:basedOn w:val="Absatz-Standardschriftart"/>
    <w:rsid w:val="004B345C"/>
    <w:rPr>
      <w:b/>
      <w:i/>
      <w:color w:val="FF0000"/>
      <w:sz w:val="24"/>
    </w:rPr>
  </w:style>
  <w:style w:type="character" w:customStyle="1" w:styleId="Fnaufruf">
    <w:name w:val="Fnaufruf"/>
    <w:basedOn w:val="Absatz-Standardschriftart"/>
    <w:rsid w:val="004B345C"/>
  </w:style>
  <w:style w:type="character" w:customStyle="1" w:styleId="Fussnote">
    <w:name w:val="Fussnote"/>
    <w:basedOn w:val="Absatz-Standardschriftart"/>
    <w:rsid w:val="004B345C"/>
  </w:style>
  <w:style w:type="paragraph" w:customStyle="1" w:styleId="Liste1">
    <w:name w:val="Liste 1"/>
    <w:basedOn w:val="Textblock"/>
    <w:autoRedefine/>
    <w:rsid w:val="004B345C"/>
    <w:pPr>
      <w:numPr>
        <w:numId w:val="54"/>
      </w:numPr>
      <w:tabs>
        <w:tab w:val="clear" w:pos="360"/>
      </w:tabs>
      <w:ind w:left="357" w:hanging="357"/>
    </w:pPr>
  </w:style>
  <w:style w:type="paragraph" w:styleId="Liste2">
    <w:name w:val="List 2"/>
    <w:basedOn w:val="Liste1"/>
    <w:autoRedefine/>
    <w:rsid w:val="004B345C"/>
    <w:pPr>
      <w:ind w:left="714"/>
      <w:outlineLvl w:val="2"/>
    </w:pPr>
  </w:style>
  <w:style w:type="paragraph" w:styleId="Liste3">
    <w:name w:val="List 3"/>
    <w:basedOn w:val="Liste1"/>
    <w:autoRedefine/>
    <w:rsid w:val="004B345C"/>
    <w:pPr>
      <w:numPr>
        <w:numId w:val="46"/>
      </w:numPr>
      <w:tabs>
        <w:tab w:val="clear" w:pos="1072"/>
      </w:tabs>
      <w:ind w:left="1071" w:hanging="357"/>
    </w:pPr>
  </w:style>
  <w:style w:type="paragraph" w:customStyle="1" w:styleId="Liste1numerisch">
    <w:name w:val="Liste 1 numerisch"/>
    <w:basedOn w:val="Liste1"/>
    <w:autoRedefine/>
    <w:rsid w:val="004B345C"/>
    <w:pPr>
      <w:numPr>
        <w:numId w:val="38"/>
      </w:numPr>
      <w:tabs>
        <w:tab w:val="clear" w:pos="357"/>
      </w:tabs>
    </w:pPr>
    <w:rPr>
      <w:lang w:val="de-DE"/>
    </w:rPr>
  </w:style>
  <w:style w:type="paragraph" w:customStyle="1" w:styleId="Liste2numerisch">
    <w:name w:val="Liste 2 numerisch"/>
    <w:basedOn w:val="Liste2"/>
    <w:autoRedefine/>
    <w:rsid w:val="004B345C"/>
    <w:pPr>
      <w:numPr>
        <w:numId w:val="41"/>
      </w:numPr>
      <w:tabs>
        <w:tab w:val="clear" w:pos="711"/>
      </w:tabs>
      <w:ind w:left="709" w:right="2041" w:hanging="352"/>
    </w:pPr>
    <w:rPr>
      <w:lang w:val="de-DE"/>
    </w:rPr>
  </w:style>
  <w:style w:type="paragraph" w:customStyle="1" w:styleId="Liste3numerisch">
    <w:name w:val="Liste 3 numerisch"/>
    <w:basedOn w:val="Liste3"/>
    <w:autoRedefine/>
    <w:rsid w:val="004B345C"/>
    <w:pPr>
      <w:numPr>
        <w:numId w:val="48"/>
      </w:numPr>
      <w:tabs>
        <w:tab w:val="clear" w:pos="1072"/>
      </w:tabs>
      <w:ind w:left="1071" w:hanging="357"/>
    </w:pPr>
    <w:rPr>
      <w:lang w:val="de-DE"/>
    </w:rPr>
  </w:style>
  <w:style w:type="paragraph" w:customStyle="1" w:styleId="Liste1alphabetisch">
    <w:name w:val="Liste 1 alphabetisch"/>
    <w:basedOn w:val="Liste1"/>
    <w:autoRedefine/>
    <w:rsid w:val="008520A3"/>
    <w:pPr>
      <w:numPr>
        <w:numId w:val="19"/>
      </w:numPr>
      <w:tabs>
        <w:tab w:val="clear" w:pos="0"/>
        <w:tab w:val="num" w:pos="360"/>
      </w:tabs>
      <w:spacing w:after="0" w:line="240" w:lineRule="auto"/>
      <w:ind w:left="0" w:right="0" w:firstLine="0"/>
      <w:jc w:val="left"/>
    </w:pPr>
    <w:rPr>
      <w:lang w:val="de-DE"/>
    </w:rPr>
  </w:style>
  <w:style w:type="paragraph" w:customStyle="1" w:styleId="Liste2alphabetisch">
    <w:name w:val="Liste 2 alphabetisch"/>
    <w:basedOn w:val="Liste2"/>
    <w:autoRedefine/>
    <w:rsid w:val="004B345C"/>
    <w:pPr>
      <w:numPr>
        <w:numId w:val="40"/>
      </w:numPr>
      <w:tabs>
        <w:tab w:val="clear" w:pos="714"/>
      </w:tabs>
    </w:pPr>
    <w:rPr>
      <w:lang w:val="de-DE"/>
    </w:rPr>
  </w:style>
  <w:style w:type="paragraph" w:customStyle="1" w:styleId="Liste3alphabetisch">
    <w:name w:val="Liste 3 alphabetisch"/>
    <w:basedOn w:val="Liste3"/>
    <w:autoRedefine/>
    <w:rsid w:val="004B345C"/>
    <w:pPr>
      <w:numPr>
        <w:numId w:val="47"/>
      </w:numPr>
      <w:tabs>
        <w:tab w:val="clear" w:pos="1072"/>
      </w:tabs>
      <w:ind w:left="1071" w:hanging="357"/>
    </w:pPr>
    <w:rPr>
      <w:lang w:val="de-DE"/>
    </w:rPr>
  </w:style>
  <w:style w:type="paragraph" w:customStyle="1" w:styleId="Liste1rmisch">
    <w:name w:val="Liste 1 römisch"/>
    <w:basedOn w:val="Liste1"/>
    <w:autoRedefine/>
    <w:rsid w:val="004B345C"/>
    <w:pPr>
      <w:numPr>
        <w:numId w:val="39"/>
      </w:numPr>
      <w:tabs>
        <w:tab w:val="clear" w:pos="357"/>
      </w:tabs>
    </w:pPr>
    <w:rPr>
      <w:lang w:val="de-DE"/>
    </w:rPr>
  </w:style>
  <w:style w:type="paragraph" w:customStyle="1" w:styleId="Liste2rmisch">
    <w:name w:val="Liste 2 römisch"/>
    <w:basedOn w:val="Liste1"/>
    <w:autoRedefine/>
    <w:rsid w:val="004B345C"/>
    <w:pPr>
      <w:numPr>
        <w:numId w:val="45"/>
      </w:numPr>
      <w:tabs>
        <w:tab w:val="clear" w:pos="714"/>
      </w:tabs>
    </w:pPr>
    <w:rPr>
      <w:lang w:val="de-DE"/>
    </w:rPr>
  </w:style>
  <w:style w:type="paragraph" w:customStyle="1" w:styleId="Liste3rmisch">
    <w:name w:val="Liste 3 römisch"/>
    <w:basedOn w:val="Liste3"/>
    <w:autoRedefine/>
    <w:rsid w:val="004B345C"/>
    <w:pPr>
      <w:numPr>
        <w:numId w:val="49"/>
      </w:numPr>
      <w:tabs>
        <w:tab w:val="clear" w:pos="1072"/>
      </w:tabs>
      <w:ind w:left="1071" w:hanging="357"/>
    </w:pPr>
    <w:rPr>
      <w:lang w:val="de-DE"/>
    </w:rPr>
  </w:style>
  <w:style w:type="paragraph" w:customStyle="1" w:styleId="Liste1manuell">
    <w:name w:val="Liste 1 manuell"/>
    <w:basedOn w:val="Liste1"/>
    <w:autoRedefine/>
    <w:rsid w:val="004B345C"/>
    <w:pPr>
      <w:numPr>
        <w:numId w:val="0"/>
      </w:numPr>
      <w:ind w:left="357" w:hanging="357"/>
      <w:outlineLvl w:val="2"/>
    </w:pPr>
  </w:style>
  <w:style w:type="paragraph" w:customStyle="1" w:styleId="Liste2manuell">
    <w:name w:val="Liste 2 manuell"/>
    <w:basedOn w:val="Liste2"/>
    <w:autoRedefine/>
    <w:rsid w:val="00C57E3E"/>
    <w:pPr>
      <w:keepNext/>
      <w:keepLines/>
      <w:widowControl w:val="0"/>
      <w:numPr>
        <w:numId w:val="69"/>
      </w:numPr>
      <w:tabs>
        <w:tab w:val="left" w:pos="425"/>
        <w:tab w:val="left" w:pos="851"/>
        <w:tab w:val="left" w:pos="1928"/>
      </w:tabs>
      <w:suppressAutoHyphens/>
      <w:spacing w:before="60" w:after="60" w:line="280" w:lineRule="exact"/>
      <w:ind w:left="850" w:right="0" w:hanging="425"/>
      <w:jc w:val="left"/>
    </w:pPr>
    <w:rPr>
      <w:sz w:val="22"/>
      <w:szCs w:val="22"/>
    </w:rPr>
  </w:style>
  <w:style w:type="paragraph" w:customStyle="1" w:styleId="Liste3manuell">
    <w:name w:val="Liste 3 manuell"/>
    <w:basedOn w:val="Liste3"/>
    <w:autoRedefine/>
    <w:rsid w:val="004B345C"/>
    <w:pPr>
      <w:numPr>
        <w:numId w:val="0"/>
      </w:numPr>
      <w:ind w:left="1071" w:hanging="357"/>
    </w:pPr>
  </w:style>
  <w:style w:type="paragraph" w:customStyle="1" w:styleId="Liste1fortsetzen">
    <w:name w:val="Liste 1 fortsetzen"/>
    <w:basedOn w:val="Liste1"/>
    <w:autoRedefine/>
    <w:rsid w:val="006075D4"/>
    <w:pPr>
      <w:keepNext/>
      <w:keepLines/>
      <w:widowControl w:val="0"/>
      <w:numPr>
        <w:numId w:val="0"/>
      </w:numPr>
      <w:suppressAutoHyphens/>
      <w:ind w:left="284" w:right="550"/>
      <w:jc w:val="left"/>
    </w:pPr>
  </w:style>
  <w:style w:type="paragraph" w:customStyle="1" w:styleId="Liste2fortsetzen">
    <w:name w:val="Liste 2 fortsetzen"/>
    <w:basedOn w:val="Liste2"/>
    <w:autoRedefine/>
    <w:rsid w:val="004B345C"/>
    <w:pPr>
      <w:numPr>
        <w:numId w:val="0"/>
      </w:numPr>
      <w:ind w:left="714"/>
    </w:pPr>
  </w:style>
  <w:style w:type="paragraph" w:customStyle="1" w:styleId="Liste3fortsetzen">
    <w:name w:val="Liste 3 fortsetzen"/>
    <w:basedOn w:val="Liste3"/>
    <w:autoRedefine/>
    <w:rsid w:val="004B345C"/>
    <w:pPr>
      <w:numPr>
        <w:numId w:val="0"/>
      </w:numPr>
      <w:ind w:left="1072"/>
    </w:pPr>
  </w:style>
  <w:style w:type="paragraph" w:customStyle="1" w:styleId="Bildplatzhalter">
    <w:name w:val="Bildplatzhalter"/>
    <w:basedOn w:val="Standard"/>
    <w:next w:val="Standard"/>
    <w:autoRedefine/>
    <w:rsid w:val="004B345C"/>
    <w:pPr>
      <w:spacing w:before="120" w:after="120" w:line="260" w:lineRule="atLeast"/>
    </w:pPr>
    <w:rPr>
      <w:rFonts w:ascii="Arial" w:hAnsi="Arial"/>
      <w:sz w:val="22"/>
      <w:szCs w:val="22"/>
    </w:rPr>
  </w:style>
  <w:style w:type="paragraph" w:customStyle="1" w:styleId="Bildtextblock">
    <w:name w:val="Bildtextblock"/>
    <w:basedOn w:val="Textblock"/>
    <w:next w:val="Textblock"/>
    <w:autoRedefine/>
    <w:rsid w:val="004B345C"/>
    <w:pPr>
      <w:spacing w:before="60" w:after="60" w:line="220" w:lineRule="exact"/>
    </w:pPr>
    <w:rPr>
      <w:sz w:val="16"/>
    </w:rPr>
  </w:style>
  <w:style w:type="paragraph" w:customStyle="1" w:styleId="Bildtitel">
    <w:name w:val="Bildtitel"/>
    <w:basedOn w:val="Textblock"/>
    <w:next w:val="Textblock"/>
    <w:autoRedefine/>
    <w:rsid w:val="004B345C"/>
    <w:pPr>
      <w:keepNext/>
      <w:spacing w:after="60" w:line="240" w:lineRule="exact"/>
      <w:outlineLvl w:val="2"/>
    </w:pPr>
    <w:rPr>
      <w:b/>
      <w:sz w:val="18"/>
    </w:rPr>
  </w:style>
  <w:style w:type="paragraph" w:customStyle="1" w:styleId="Doktitel">
    <w:name w:val="Doktitel"/>
    <w:basedOn w:val="Textblock"/>
    <w:next w:val="Textblock"/>
    <w:autoRedefine/>
    <w:rsid w:val="00C74970"/>
    <w:pPr>
      <w:keepNext/>
      <w:keepLines/>
      <w:widowControl w:val="0"/>
      <w:suppressAutoHyphens/>
      <w:spacing w:before="300" w:line="420" w:lineRule="exact"/>
      <w:ind w:right="551"/>
      <w:jc w:val="left"/>
      <w:outlineLvl w:val="0"/>
    </w:pPr>
    <w:rPr>
      <w:b/>
      <w:sz w:val="28"/>
      <w:szCs w:val="28"/>
      <w:lang w:val="de-DE"/>
    </w:rPr>
  </w:style>
  <w:style w:type="paragraph" w:customStyle="1" w:styleId="Zwischenberschrift1">
    <w:name w:val="Zwischenüberschrift 1"/>
    <w:basedOn w:val="Textblock"/>
    <w:next w:val="Textblock"/>
    <w:autoRedefine/>
    <w:rsid w:val="004B345C"/>
    <w:pPr>
      <w:keepNext/>
      <w:spacing w:before="240" w:line="280" w:lineRule="exact"/>
      <w:outlineLvl w:val="2"/>
    </w:pPr>
    <w:rPr>
      <w:b/>
      <w:i/>
      <w:sz w:val="22"/>
      <w:szCs w:val="26"/>
    </w:rPr>
  </w:style>
  <w:style w:type="paragraph" w:customStyle="1" w:styleId="Zwischenberschrift2">
    <w:name w:val="Zwischenüberschrift 2"/>
    <w:basedOn w:val="Zwischenberschrift1"/>
    <w:next w:val="Textblock"/>
    <w:autoRedefine/>
    <w:rsid w:val="004B345C"/>
    <w:pPr>
      <w:spacing w:after="80"/>
      <w:outlineLvl w:val="3"/>
    </w:pPr>
    <w:rPr>
      <w:i w:val="0"/>
      <w:szCs w:val="22"/>
    </w:rPr>
  </w:style>
  <w:style w:type="paragraph" w:customStyle="1" w:styleId="Zwischenberschrift3">
    <w:name w:val="Zwischenüberschrift 3"/>
    <w:basedOn w:val="Zwischenberschrift2"/>
    <w:next w:val="Textblock"/>
    <w:autoRedefine/>
    <w:rsid w:val="004B345C"/>
    <w:pPr>
      <w:spacing w:after="120"/>
      <w:outlineLvl w:val="4"/>
    </w:pPr>
    <w:rPr>
      <w:i/>
      <w:szCs w:val="26"/>
    </w:rPr>
  </w:style>
  <w:style w:type="paragraph" w:customStyle="1" w:styleId="Marginalie">
    <w:name w:val="Marginalie"/>
    <w:next w:val="Standard"/>
    <w:autoRedefine/>
    <w:rsid w:val="004B345C"/>
    <w:pPr>
      <w:framePr w:w="1814" w:hSpace="284" w:wrap="around" w:vAnchor="text" w:hAnchor="margin" w:xAlign="right" w:y="1"/>
      <w:spacing w:after="120" w:line="260" w:lineRule="exact"/>
      <w:outlineLvl w:val="3"/>
    </w:pPr>
    <w:rPr>
      <w:rFonts w:ascii="Arial" w:hAnsi="Arial"/>
      <w:b/>
    </w:rPr>
  </w:style>
  <w:style w:type="paragraph" w:customStyle="1" w:styleId="Randnummer">
    <w:name w:val="Randnummer"/>
    <w:basedOn w:val="Textblock"/>
    <w:next w:val="Textblock"/>
    <w:autoRedefine/>
    <w:rsid w:val="004B345C"/>
    <w:pPr>
      <w:tabs>
        <w:tab w:val="left" w:pos="0"/>
      </w:tabs>
    </w:pPr>
    <w:rPr>
      <w:szCs w:val="22"/>
    </w:rPr>
  </w:style>
  <w:style w:type="paragraph" w:customStyle="1" w:styleId="Auszug">
    <w:name w:val="Auszug"/>
    <w:basedOn w:val="Textblock"/>
    <w:next w:val="Textblock"/>
    <w:autoRedefine/>
    <w:rsid w:val="004B345C"/>
    <w:pPr>
      <w:spacing w:before="120"/>
    </w:pPr>
    <w:rPr>
      <w:i/>
    </w:rPr>
  </w:style>
  <w:style w:type="paragraph" w:customStyle="1" w:styleId="TabelleTitel">
    <w:name w:val="Tabelle Titel"/>
    <w:next w:val="Textblock"/>
    <w:autoRedefine/>
    <w:rsid w:val="004B345C"/>
    <w:pPr>
      <w:keepNext/>
      <w:spacing w:before="120" w:after="40" w:line="280" w:lineRule="exact"/>
    </w:pPr>
    <w:rPr>
      <w:rFonts w:ascii="Arial" w:hAnsi="Arial"/>
      <w:b/>
      <w:color w:val="000000"/>
      <w:szCs w:val="24"/>
    </w:rPr>
  </w:style>
  <w:style w:type="paragraph" w:customStyle="1" w:styleId="TabelleKopflinksoben">
    <w:name w:val="Tabelle Kopf links oben"/>
    <w:autoRedefine/>
    <w:rsid w:val="004B345C"/>
    <w:pPr>
      <w:spacing w:before="40" w:after="40"/>
    </w:pPr>
    <w:rPr>
      <w:rFonts w:ascii="Arial" w:hAnsi="Arial"/>
      <w:b/>
      <w:color w:val="000000"/>
      <w:szCs w:val="24"/>
    </w:rPr>
  </w:style>
  <w:style w:type="paragraph" w:customStyle="1" w:styleId="TabelleKopfmitteoben">
    <w:name w:val="Tabelle Kopf mitte oben"/>
    <w:autoRedefine/>
    <w:rsid w:val="004B345C"/>
    <w:pPr>
      <w:spacing w:before="40" w:after="40"/>
      <w:jc w:val="center"/>
    </w:pPr>
    <w:rPr>
      <w:rFonts w:ascii="Arial" w:hAnsi="Arial"/>
      <w:b/>
      <w:color w:val="000000"/>
      <w:szCs w:val="24"/>
    </w:rPr>
  </w:style>
  <w:style w:type="paragraph" w:customStyle="1" w:styleId="TabelleKopfrechtsoben">
    <w:name w:val="Tabelle Kopf rechts oben"/>
    <w:autoRedefine/>
    <w:rsid w:val="004B345C"/>
    <w:pPr>
      <w:spacing w:before="40" w:after="40"/>
      <w:jc w:val="right"/>
    </w:pPr>
    <w:rPr>
      <w:rFonts w:ascii="Arial" w:hAnsi="Arial"/>
      <w:b/>
      <w:color w:val="000000"/>
      <w:szCs w:val="24"/>
    </w:rPr>
  </w:style>
  <w:style w:type="paragraph" w:customStyle="1" w:styleId="TabelleKopflinksmitte">
    <w:name w:val="Tabelle Kopf links mitte"/>
    <w:autoRedefine/>
    <w:rsid w:val="004B345C"/>
    <w:pPr>
      <w:spacing w:before="40" w:after="40"/>
    </w:pPr>
    <w:rPr>
      <w:rFonts w:ascii="Arial" w:hAnsi="Arial"/>
      <w:b/>
      <w:color w:val="000000"/>
      <w:szCs w:val="24"/>
      <w:lang w:val="en-GB"/>
    </w:rPr>
  </w:style>
  <w:style w:type="paragraph" w:customStyle="1" w:styleId="TabelleKopfmittemitte">
    <w:name w:val="Tabelle Kopf mitte mitte"/>
    <w:autoRedefine/>
    <w:rsid w:val="004B345C"/>
    <w:pPr>
      <w:spacing w:before="40" w:after="40"/>
      <w:jc w:val="center"/>
    </w:pPr>
    <w:rPr>
      <w:rFonts w:ascii="Arial" w:hAnsi="Arial"/>
      <w:b/>
      <w:color w:val="000000"/>
      <w:szCs w:val="24"/>
    </w:rPr>
  </w:style>
  <w:style w:type="paragraph" w:customStyle="1" w:styleId="TabelleKopfrechtsmitte">
    <w:name w:val="Tabelle Kopf rechts mitte"/>
    <w:autoRedefine/>
    <w:rsid w:val="004B345C"/>
    <w:pPr>
      <w:spacing w:before="40" w:after="40"/>
      <w:jc w:val="right"/>
    </w:pPr>
    <w:rPr>
      <w:rFonts w:ascii="Arial" w:hAnsi="Arial"/>
      <w:b/>
      <w:color w:val="000000"/>
      <w:szCs w:val="24"/>
    </w:rPr>
  </w:style>
  <w:style w:type="paragraph" w:customStyle="1" w:styleId="TabelleKopflinksunten">
    <w:name w:val="Tabelle Kopf links unten"/>
    <w:rsid w:val="004B345C"/>
    <w:pPr>
      <w:spacing w:before="40" w:after="40"/>
    </w:pPr>
    <w:rPr>
      <w:rFonts w:ascii="Arial" w:hAnsi="Arial"/>
      <w:b/>
      <w:color w:val="000000"/>
      <w:szCs w:val="24"/>
    </w:rPr>
  </w:style>
  <w:style w:type="paragraph" w:customStyle="1" w:styleId="TabelleKopfmitteunten">
    <w:name w:val="Tabelle Kopf mitte unten"/>
    <w:autoRedefine/>
    <w:rsid w:val="004B345C"/>
    <w:pPr>
      <w:spacing w:before="40" w:after="40"/>
      <w:jc w:val="center"/>
    </w:pPr>
    <w:rPr>
      <w:rFonts w:ascii="Arial" w:hAnsi="Arial"/>
      <w:b/>
      <w:color w:val="000000"/>
      <w:szCs w:val="24"/>
    </w:rPr>
  </w:style>
  <w:style w:type="paragraph" w:customStyle="1" w:styleId="TabelleKopfrechtsunten">
    <w:name w:val="Tabelle Kopf rechts unten"/>
    <w:autoRedefine/>
    <w:rsid w:val="004B345C"/>
    <w:pPr>
      <w:spacing w:before="40" w:after="40"/>
      <w:jc w:val="right"/>
    </w:pPr>
    <w:rPr>
      <w:rFonts w:ascii="Arial" w:hAnsi="Arial"/>
      <w:b/>
      <w:color w:val="000000"/>
      <w:szCs w:val="24"/>
    </w:rPr>
  </w:style>
  <w:style w:type="paragraph" w:customStyle="1" w:styleId="TabelleTextblocklinksoben">
    <w:name w:val="Tabelle Textblock links oben"/>
    <w:autoRedefine/>
    <w:rsid w:val="004B345C"/>
    <w:pPr>
      <w:tabs>
        <w:tab w:val="left" w:pos="0"/>
      </w:tabs>
      <w:spacing w:before="40" w:after="40"/>
    </w:pPr>
    <w:rPr>
      <w:rFonts w:ascii="Arial" w:hAnsi="Arial"/>
      <w:color w:val="000000"/>
      <w:szCs w:val="24"/>
    </w:rPr>
  </w:style>
  <w:style w:type="paragraph" w:customStyle="1" w:styleId="TabelleTextblockmitteoben">
    <w:name w:val="Tabelle Textblock mitte oben"/>
    <w:autoRedefine/>
    <w:rsid w:val="004B345C"/>
    <w:pPr>
      <w:spacing w:before="40" w:after="40"/>
      <w:jc w:val="center"/>
    </w:pPr>
    <w:rPr>
      <w:rFonts w:ascii="Arial" w:hAnsi="Arial"/>
      <w:color w:val="000000"/>
      <w:szCs w:val="24"/>
    </w:rPr>
  </w:style>
  <w:style w:type="paragraph" w:customStyle="1" w:styleId="TabelleTextblockrechtsoben">
    <w:name w:val="Tabelle Textblock rechts oben"/>
    <w:autoRedefine/>
    <w:rsid w:val="004B345C"/>
    <w:pPr>
      <w:spacing w:before="40" w:after="40"/>
      <w:jc w:val="right"/>
    </w:pPr>
    <w:rPr>
      <w:rFonts w:ascii="Arial" w:hAnsi="Arial"/>
      <w:color w:val="000000"/>
      <w:szCs w:val="24"/>
    </w:rPr>
  </w:style>
  <w:style w:type="paragraph" w:customStyle="1" w:styleId="TabelleTextblocklinksmitte">
    <w:name w:val="Tabelle Textblock links mitte"/>
    <w:autoRedefine/>
    <w:rsid w:val="004B345C"/>
    <w:pPr>
      <w:spacing w:before="40" w:after="40"/>
    </w:pPr>
    <w:rPr>
      <w:rFonts w:ascii="Arial" w:hAnsi="Arial"/>
      <w:color w:val="000000"/>
      <w:szCs w:val="24"/>
    </w:rPr>
  </w:style>
  <w:style w:type="paragraph" w:customStyle="1" w:styleId="TabelleTextblockmittemitte">
    <w:name w:val="Tabelle Textblock mitte mitte"/>
    <w:autoRedefine/>
    <w:rsid w:val="004B345C"/>
    <w:pPr>
      <w:spacing w:before="40" w:after="40"/>
      <w:jc w:val="center"/>
    </w:pPr>
    <w:rPr>
      <w:rFonts w:ascii="Arial" w:hAnsi="Arial"/>
      <w:color w:val="000000"/>
      <w:szCs w:val="24"/>
    </w:rPr>
  </w:style>
  <w:style w:type="paragraph" w:customStyle="1" w:styleId="TabelleTextblockrechtsmitte">
    <w:name w:val="Tabelle Textblock rechts mitte"/>
    <w:autoRedefine/>
    <w:rsid w:val="004B345C"/>
    <w:pPr>
      <w:spacing w:before="40" w:after="40"/>
      <w:jc w:val="right"/>
    </w:pPr>
    <w:rPr>
      <w:rFonts w:ascii="Arial" w:hAnsi="Arial"/>
      <w:color w:val="000000"/>
      <w:szCs w:val="24"/>
    </w:rPr>
  </w:style>
  <w:style w:type="paragraph" w:customStyle="1" w:styleId="TabelleTextblocklinksunten">
    <w:name w:val="Tabelle Textblock links unten"/>
    <w:autoRedefine/>
    <w:rsid w:val="004B345C"/>
    <w:pPr>
      <w:tabs>
        <w:tab w:val="left" w:pos="0"/>
      </w:tabs>
      <w:spacing w:before="40" w:after="40"/>
    </w:pPr>
    <w:rPr>
      <w:rFonts w:ascii="Arial" w:hAnsi="Arial"/>
      <w:color w:val="000000"/>
      <w:szCs w:val="24"/>
    </w:rPr>
  </w:style>
  <w:style w:type="paragraph" w:customStyle="1" w:styleId="TabelleTextblockmitteunten">
    <w:name w:val="Tabelle Textblock mitte unten"/>
    <w:autoRedefine/>
    <w:rsid w:val="004B345C"/>
    <w:pPr>
      <w:spacing w:before="40" w:after="40"/>
      <w:jc w:val="center"/>
    </w:pPr>
    <w:rPr>
      <w:rFonts w:ascii="Arial" w:hAnsi="Arial"/>
      <w:color w:val="000000"/>
      <w:szCs w:val="24"/>
    </w:rPr>
  </w:style>
  <w:style w:type="paragraph" w:customStyle="1" w:styleId="TabelleTextblockrechtsunten">
    <w:name w:val="Tabelle Textblock rechts unten"/>
    <w:autoRedefine/>
    <w:rsid w:val="004B345C"/>
    <w:pPr>
      <w:spacing w:before="40" w:after="40"/>
      <w:jc w:val="right"/>
    </w:pPr>
    <w:rPr>
      <w:rFonts w:ascii="Arial" w:hAnsi="Arial"/>
      <w:color w:val="000000"/>
      <w:szCs w:val="24"/>
    </w:rPr>
  </w:style>
  <w:style w:type="paragraph" w:customStyle="1" w:styleId="TabelleListe1ungeordnet">
    <w:name w:val="Tabelle Liste 1 ungeordnet"/>
    <w:autoRedefine/>
    <w:rsid w:val="004B345C"/>
    <w:pPr>
      <w:numPr>
        <w:numId w:val="2"/>
      </w:numPr>
      <w:tabs>
        <w:tab w:val="clear" w:pos="360"/>
      </w:tabs>
      <w:spacing w:before="20" w:after="20"/>
      <w:ind w:left="357" w:hanging="357"/>
    </w:pPr>
    <w:rPr>
      <w:rFonts w:ascii="Arial" w:hAnsi="Arial"/>
      <w:color w:val="000000"/>
      <w:szCs w:val="24"/>
    </w:rPr>
  </w:style>
  <w:style w:type="paragraph" w:customStyle="1" w:styleId="TabelleListe1numerisch">
    <w:name w:val="Tabelle Liste 1 numerisch"/>
    <w:autoRedefine/>
    <w:rsid w:val="004B345C"/>
    <w:pPr>
      <w:numPr>
        <w:numId w:val="27"/>
      </w:numPr>
      <w:tabs>
        <w:tab w:val="clear" w:pos="360"/>
      </w:tabs>
      <w:spacing w:before="20" w:after="20"/>
    </w:pPr>
    <w:rPr>
      <w:rFonts w:ascii="Arial" w:hAnsi="Arial"/>
      <w:color w:val="000000"/>
      <w:szCs w:val="24"/>
    </w:rPr>
  </w:style>
  <w:style w:type="paragraph" w:customStyle="1" w:styleId="TabelleListe1alphabetisch">
    <w:name w:val="Tabelle Liste 1 alphabetisch"/>
    <w:autoRedefine/>
    <w:rsid w:val="004B345C"/>
    <w:pPr>
      <w:numPr>
        <w:numId w:val="26"/>
      </w:numPr>
      <w:tabs>
        <w:tab w:val="clear" w:pos="360"/>
      </w:tabs>
      <w:spacing w:before="20" w:after="20"/>
    </w:pPr>
    <w:rPr>
      <w:rFonts w:ascii="Arial" w:hAnsi="Arial"/>
      <w:color w:val="000000"/>
      <w:szCs w:val="24"/>
    </w:rPr>
  </w:style>
  <w:style w:type="paragraph" w:customStyle="1" w:styleId="TabelleListe2ungeordnet">
    <w:name w:val="Tabelle Liste 2 ungeordnet"/>
    <w:autoRedefine/>
    <w:rsid w:val="004B345C"/>
    <w:pPr>
      <w:numPr>
        <w:numId w:val="3"/>
      </w:numPr>
      <w:tabs>
        <w:tab w:val="clear" w:pos="729"/>
      </w:tabs>
      <w:spacing w:before="20" w:after="20"/>
      <w:ind w:left="714" w:hanging="357"/>
    </w:pPr>
    <w:rPr>
      <w:rFonts w:ascii="Arial" w:hAnsi="Arial"/>
      <w:color w:val="000000"/>
      <w:szCs w:val="24"/>
    </w:rPr>
  </w:style>
  <w:style w:type="paragraph" w:customStyle="1" w:styleId="TabelleListe2numerisch">
    <w:name w:val="Tabelle Liste 2 numerisch"/>
    <w:autoRedefine/>
    <w:rsid w:val="004B345C"/>
    <w:pPr>
      <w:numPr>
        <w:numId w:val="4"/>
      </w:numPr>
      <w:tabs>
        <w:tab w:val="clear" w:pos="731"/>
      </w:tabs>
      <w:spacing w:before="20" w:after="20"/>
      <w:ind w:left="714" w:hanging="357"/>
    </w:pPr>
    <w:rPr>
      <w:rFonts w:ascii="Arial" w:hAnsi="Arial"/>
      <w:color w:val="000000"/>
      <w:szCs w:val="24"/>
    </w:rPr>
  </w:style>
  <w:style w:type="paragraph" w:customStyle="1" w:styleId="TabelleListe2alphabetisch">
    <w:name w:val="Tabelle Liste 2 alphabetisch"/>
    <w:autoRedefine/>
    <w:rsid w:val="004B345C"/>
    <w:pPr>
      <w:numPr>
        <w:numId w:val="5"/>
      </w:numPr>
      <w:tabs>
        <w:tab w:val="clear" w:pos="731"/>
      </w:tabs>
      <w:spacing w:before="20" w:after="20"/>
      <w:ind w:left="714" w:hanging="357"/>
    </w:pPr>
    <w:rPr>
      <w:rFonts w:ascii="Arial" w:hAnsi="Arial"/>
      <w:color w:val="000000"/>
      <w:szCs w:val="24"/>
    </w:rPr>
  </w:style>
  <w:style w:type="paragraph" w:customStyle="1" w:styleId="MusterTextblock">
    <w:name w:val="Muster Textblock"/>
    <w:basedOn w:val="Textblock"/>
    <w:autoRedefine/>
    <w:rsid w:val="004B345C"/>
    <w:pPr>
      <w:spacing w:line="240" w:lineRule="exact"/>
    </w:pPr>
    <w:rPr>
      <w:rFonts w:ascii="Courier New" w:hAnsi="Courier New"/>
    </w:rPr>
  </w:style>
  <w:style w:type="paragraph" w:customStyle="1" w:styleId="MusterTitel">
    <w:name w:val="Muster Titel"/>
    <w:basedOn w:val="MusterTextblock"/>
    <w:next w:val="MusterTextblock"/>
    <w:autoRedefine/>
    <w:rsid w:val="004B345C"/>
    <w:pPr>
      <w:keepNext/>
      <w:spacing w:before="240" w:after="60" w:line="320" w:lineRule="exact"/>
    </w:pPr>
    <w:rPr>
      <w:b/>
      <w:sz w:val="28"/>
    </w:rPr>
  </w:style>
  <w:style w:type="paragraph" w:customStyle="1" w:styleId="MusterTextblockextra">
    <w:name w:val="Muster Textblock extra"/>
    <w:basedOn w:val="MusterTextblock"/>
    <w:next w:val="MusterTextblock"/>
    <w:autoRedefine/>
    <w:rsid w:val="004B345C"/>
    <w:pPr>
      <w:jc w:val="right"/>
    </w:pPr>
  </w:style>
  <w:style w:type="paragraph" w:customStyle="1" w:styleId="MusterZwischenberschrift1">
    <w:name w:val="Muster Zwischenüberschrift 1"/>
    <w:basedOn w:val="MusterTextblock"/>
    <w:next w:val="MusterTextblock"/>
    <w:autoRedefine/>
    <w:rsid w:val="004B345C"/>
    <w:pPr>
      <w:keepNext/>
      <w:spacing w:before="240"/>
    </w:pPr>
    <w:rPr>
      <w:b/>
    </w:rPr>
  </w:style>
  <w:style w:type="paragraph" w:customStyle="1" w:styleId="MusterZwischenberschrift2">
    <w:name w:val="Muster Zwischenüberschrift 2"/>
    <w:basedOn w:val="MusterTextblock"/>
    <w:next w:val="MusterTextblock"/>
    <w:autoRedefine/>
    <w:rsid w:val="004B345C"/>
    <w:pPr>
      <w:keepNext/>
      <w:spacing w:before="240"/>
    </w:pPr>
  </w:style>
  <w:style w:type="paragraph" w:customStyle="1" w:styleId="MusterZwischenberschrift3">
    <w:name w:val="Muster Zwischenüberschrift 3"/>
    <w:basedOn w:val="MusterTextblock"/>
    <w:next w:val="MusterTextblock"/>
    <w:autoRedefine/>
    <w:rsid w:val="004B345C"/>
    <w:pPr>
      <w:keepNext/>
      <w:spacing w:before="240"/>
    </w:pPr>
    <w:rPr>
      <w:i/>
    </w:rPr>
  </w:style>
  <w:style w:type="paragraph" w:customStyle="1" w:styleId="MusterListe1">
    <w:name w:val="Muster Liste 1"/>
    <w:basedOn w:val="MusterTextblock"/>
    <w:autoRedefine/>
    <w:rsid w:val="004B345C"/>
    <w:pPr>
      <w:numPr>
        <w:numId w:val="59"/>
      </w:numPr>
      <w:tabs>
        <w:tab w:val="clear" w:pos="360"/>
      </w:tabs>
      <w:ind w:left="357" w:hanging="357"/>
    </w:pPr>
  </w:style>
  <w:style w:type="paragraph" w:customStyle="1" w:styleId="MusterListe2">
    <w:name w:val="Muster Liste 2"/>
    <w:basedOn w:val="MusterTextblock"/>
    <w:autoRedefine/>
    <w:rsid w:val="004B345C"/>
    <w:pPr>
      <w:numPr>
        <w:numId w:val="60"/>
      </w:numPr>
      <w:tabs>
        <w:tab w:val="clear" w:pos="717"/>
      </w:tabs>
      <w:ind w:left="714" w:hanging="357"/>
    </w:pPr>
    <w:rPr>
      <w:szCs w:val="20"/>
    </w:rPr>
  </w:style>
  <w:style w:type="paragraph" w:customStyle="1" w:styleId="MusterListe1numerisch">
    <w:name w:val="Muster Liste 1 numerisch"/>
    <w:basedOn w:val="MusterListe1"/>
    <w:autoRedefine/>
    <w:rsid w:val="004B345C"/>
    <w:pPr>
      <w:numPr>
        <w:numId w:val="21"/>
      </w:numPr>
      <w:tabs>
        <w:tab w:val="clear" w:pos="363"/>
      </w:tabs>
      <w:ind w:left="357" w:hanging="357"/>
    </w:pPr>
  </w:style>
  <w:style w:type="paragraph" w:customStyle="1" w:styleId="MusterListe2numerisch">
    <w:name w:val="Muster Liste 2 numerisch"/>
    <w:basedOn w:val="MusterListe2"/>
    <w:autoRedefine/>
    <w:rsid w:val="004B345C"/>
    <w:pPr>
      <w:numPr>
        <w:numId w:val="24"/>
      </w:numPr>
      <w:tabs>
        <w:tab w:val="clear" w:pos="720"/>
      </w:tabs>
      <w:ind w:left="714" w:hanging="357"/>
    </w:pPr>
  </w:style>
  <w:style w:type="paragraph" w:customStyle="1" w:styleId="MusterListe1alphabetisch">
    <w:name w:val="Muster Liste 1 alphabetisch"/>
    <w:basedOn w:val="MusterListe1"/>
    <w:autoRedefine/>
    <w:rsid w:val="004B345C"/>
    <w:pPr>
      <w:numPr>
        <w:numId w:val="20"/>
      </w:numPr>
      <w:tabs>
        <w:tab w:val="clear" w:pos="363"/>
      </w:tabs>
      <w:ind w:left="357" w:hanging="357"/>
    </w:pPr>
  </w:style>
  <w:style w:type="paragraph" w:customStyle="1" w:styleId="MusterListe2alphabetisch">
    <w:name w:val="Muster Liste 2 alphabetisch"/>
    <w:basedOn w:val="MusterListe2"/>
    <w:autoRedefine/>
    <w:rsid w:val="004B345C"/>
    <w:pPr>
      <w:numPr>
        <w:numId w:val="23"/>
      </w:numPr>
      <w:tabs>
        <w:tab w:val="clear" w:pos="720"/>
      </w:tabs>
      <w:ind w:left="714" w:hanging="357"/>
    </w:pPr>
  </w:style>
  <w:style w:type="paragraph" w:customStyle="1" w:styleId="MusterListe1rmisch">
    <w:name w:val="Muster Liste 1 römisch"/>
    <w:basedOn w:val="MusterListe1"/>
    <w:autoRedefine/>
    <w:rsid w:val="004B345C"/>
    <w:pPr>
      <w:numPr>
        <w:numId w:val="22"/>
      </w:numPr>
      <w:tabs>
        <w:tab w:val="clear" w:pos="720"/>
      </w:tabs>
      <w:ind w:left="357" w:hanging="357"/>
    </w:pPr>
  </w:style>
  <w:style w:type="paragraph" w:customStyle="1" w:styleId="MusterListe2rmisch">
    <w:name w:val="Muster Liste 2 römisch"/>
    <w:basedOn w:val="MusterListe2"/>
    <w:autoRedefine/>
    <w:rsid w:val="004B345C"/>
    <w:pPr>
      <w:numPr>
        <w:numId w:val="25"/>
      </w:numPr>
      <w:tabs>
        <w:tab w:val="clear" w:pos="1072"/>
      </w:tabs>
    </w:pPr>
  </w:style>
  <w:style w:type="paragraph" w:customStyle="1" w:styleId="MusterListe1manuell">
    <w:name w:val="Muster Liste 1 manuell"/>
    <w:basedOn w:val="MusterListe1"/>
    <w:autoRedefine/>
    <w:rsid w:val="004B345C"/>
    <w:pPr>
      <w:numPr>
        <w:numId w:val="0"/>
      </w:numPr>
      <w:ind w:left="357" w:hanging="357"/>
    </w:pPr>
  </w:style>
  <w:style w:type="paragraph" w:customStyle="1" w:styleId="MusterListe2manuell">
    <w:name w:val="Muster Liste 2 manuell"/>
    <w:basedOn w:val="MusterListe2"/>
    <w:autoRedefine/>
    <w:rsid w:val="004B345C"/>
    <w:pPr>
      <w:numPr>
        <w:numId w:val="0"/>
      </w:numPr>
      <w:ind w:left="714" w:hanging="357"/>
    </w:pPr>
  </w:style>
  <w:style w:type="paragraph" w:customStyle="1" w:styleId="MusterListe1fortsetzen">
    <w:name w:val="Muster Liste 1 fortsetzen"/>
    <w:basedOn w:val="MusterListe1"/>
    <w:autoRedefine/>
    <w:rsid w:val="004B345C"/>
    <w:pPr>
      <w:numPr>
        <w:numId w:val="0"/>
      </w:numPr>
      <w:ind w:left="357"/>
    </w:pPr>
  </w:style>
  <w:style w:type="paragraph" w:customStyle="1" w:styleId="MusterListe2fortsetzen">
    <w:name w:val="Muster Liste 2 fortsetzen"/>
    <w:basedOn w:val="MusterListe2"/>
    <w:autoRedefine/>
    <w:rsid w:val="004B345C"/>
    <w:pPr>
      <w:numPr>
        <w:numId w:val="0"/>
      </w:numPr>
      <w:ind w:left="714"/>
    </w:pPr>
  </w:style>
  <w:style w:type="paragraph" w:customStyle="1" w:styleId="MusterUnterschrift">
    <w:name w:val="Muster Unterschrift"/>
    <w:basedOn w:val="MusterTextblock"/>
    <w:autoRedefine/>
    <w:rsid w:val="004B345C"/>
    <w:pPr>
      <w:keepNext/>
    </w:pPr>
    <w:rPr>
      <w:b/>
    </w:rPr>
  </w:style>
  <w:style w:type="paragraph" w:customStyle="1" w:styleId="Klasse">
    <w:name w:val="Klasse"/>
    <w:basedOn w:val="Textblock"/>
    <w:next w:val="Standard"/>
    <w:autoRedefine/>
    <w:rsid w:val="004B345C"/>
  </w:style>
  <w:style w:type="paragraph" w:customStyle="1" w:styleId="Kategorie">
    <w:name w:val="Kategorie"/>
    <w:basedOn w:val="Textblock"/>
    <w:next w:val="Standard"/>
    <w:autoRedefine/>
    <w:rsid w:val="004B345C"/>
  </w:style>
  <w:style w:type="paragraph" w:customStyle="1" w:styleId="TechnischeBeurteilung">
    <w:name w:val="Technische Beurteilung"/>
    <w:autoRedefine/>
    <w:rsid w:val="004B345C"/>
    <w:pPr>
      <w:spacing w:after="120" w:line="300" w:lineRule="exact"/>
    </w:pPr>
    <w:rPr>
      <w:rFonts w:ascii="Arial" w:hAnsi="Arial"/>
      <w:color w:val="000000"/>
      <w:sz w:val="24"/>
      <w:szCs w:val="24"/>
    </w:rPr>
  </w:style>
  <w:style w:type="paragraph" w:customStyle="1" w:styleId="RechtlicheBeurteilung">
    <w:name w:val="Rechtliche Beurteilung"/>
    <w:basedOn w:val="Textblock"/>
    <w:next w:val="Textblock"/>
    <w:autoRedefine/>
    <w:rsid w:val="004B345C"/>
  </w:style>
  <w:style w:type="paragraph" w:customStyle="1" w:styleId="FallbeschreibungTitel">
    <w:name w:val="Fallbeschreibung Titel"/>
    <w:basedOn w:val="Textblock"/>
    <w:next w:val="Textblock"/>
    <w:autoRedefine/>
    <w:rsid w:val="004B345C"/>
    <w:pPr>
      <w:keepNext/>
      <w:spacing w:before="300" w:line="340" w:lineRule="exact"/>
      <w:jc w:val="left"/>
      <w:outlineLvl w:val="1"/>
    </w:pPr>
    <w:rPr>
      <w:b/>
      <w:sz w:val="28"/>
      <w:szCs w:val="28"/>
    </w:rPr>
  </w:style>
  <w:style w:type="paragraph" w:customStyle="1" w:styleId="TechnischeBeurteilungTitel">
    <w:name w:val="Technische Beurteilung Titel"/>
    <w:basedOn w:val="Textblock"/>
    <w:autoRedefine/>
    <w:rsid w:val="004B345C"/>
    <w:pPr>
      <w:spacing w:before="300" w:line="340" w:lineRule="exact"/>
      <w:outlineLvl w:val="1"/>
    </w:pPr>
    <w:rPr>
      <w:b/>
      <w:sz w:val="28"/>
      <w:szCs w:val="28"/>
      <w:lang w:val="de-DE"/>
    </w:rPr>
  </w:style>
  <w:style w:type="paragraph" w:customStyle="1" w:styleId="RechtlicheBeurteilungTitel">
    <w:name w:val="Rechtliche Beurteilung Titel"/>
    <w:basedOn w:val="Textblock"/>
    <w:next w:val="Textblock"/>
    <w:autoRedefine/>
    <w:rsid w:val="004B345C"/>
    <w:pPr>
      <w:keepNext/>
      <w:spacing w:before="300" w:after="100" w:line="340" w:lineRule="exact"/>
      <w:jc w:val="left"/>
      <w:outlineLvl w:val="1"/>
    </w:pPr>
    <w:rPr>
      <w:b/>
      <w:sz w:val="28"/>
      <w:szCs w:val="28"/>
    </w:rPr>
  </w:style>
  <w:style w:type="paragraph" w:customStyle="1" w:styleId="Entscheidungentfernen">
    <w:name w:val="Entscheidung entfernen"/>
    <w:basedOn w:val="Standard"/>
    <w:next w:val="Textblock"/>
    <w:pPr>
      <w:tabs>
        <w:tab w:val="left" w:pos="0"/>
      </w:tabs>
      <w:spacing w:before="120" w:after="120" w:line="300" w:lineRule="auto"/>
      <w:ind w:left="1134"/>
    </w:pPr>
    <w:rPr>
      <w:rFonts w:ascii="Arial" w:hAnsi="Arial" w:cs="Arial"/>
      <w:color w:val="000000"/>
    </w:rPr>
  </w:style>
  <w:style w:type="paragraph" w:customStyle="1" w:styleId="KommentarTitel">
    <w:name w:val="Kommentar Titel"/>
    <w:basedOn w:val="Textblock"/>
    <w:next w:val="Standard"/>
    <w:autoRedefine/>
    <w:rsid w:val="004B345C"/>
    <w:pPr>
      <w:keepNext/>
      <w:spacing w:before="300" w:line="340" w:lineRule="exact"/>
      <w:jc w:val="left"/>
      <w:outlineLvl w:val="1"/>
    </w:pPr>
    <w:rPr>
      <w:b/>
      <w:sz w:val="28"/>
      <w:szCs w:val="28"/>
    </w:rPr>
  </w:style>
  <w:style w:type="paragraph" w:customStyle="1" w:styleId="GrndeTitel">
    <w:name w:val="Gründe Titel"/>
    <w:basedOn w:val="Textblock"/>
    <w:next w:val="Textblock"/>
    <w:autoRedefine/>
    <w:rsid w:val="004B345C"/>
    <w:pPr>
      <w:keepNext/>
      <w:spacing w:before="300" w:line="340" w:lineRule="exact"/>
      <w:jc w:val="left"/>
      <w:outlineLvl w:val="1"/>
    </w:pPr>
    <w:rPr>
      <w:b/>
      <w:sz w:val="28"/>
      <w:szCs w:val="28"/>
    </w:rPr>
  </w:style>
  <w:style w:type="paragraph" w:customStyle="1" w:styleId="SachverhaltTitel">
    <w:name w:val="Sachverhalt Titel"/>
    <w:basedOn w:val="Textblock"/>
    <w:next w:val="Textblock"/>
    <w:autoRedefine/>
    <w:rsid w:val="004B345C"/>
    <w:pPr>
      <w:keepNext/>
      <w:spacing w:before="300" w:after="100" w:line="340" w:lineRule="exact"/>
      <w:jc w:val="left"/>
      <w:outlineLvl w:val="1"/>
    </w:pPr>
    <w:rPr>
      <w:b/>
      <w:sz w:val="28"/>
      <w:szCs w:val="28"/>
    </w:rPr>
  </w:style>
  <w:style w:type="paragraph" w:customStyle="1" w:styleId="LeitsatzTitel">
    <w:name w:val="Leitsatz Titel"/>
    <w:basedOn w:val="Textblock"/>
    <w:next w:val="Textblock"/>
    <w:autoRedefine/>
    <w:rsid w:val="004B345C"/>
    <w:pPr>
      <w:keepNext/>
      <w:spacing w:before="300" w:line="340" w:lineRule="exact"/>
      <w:jc w:val="left"/>
      <w:outlineLvl w:val="1"/>
    </w:pPr>
    <w:rPr>
      <w:b/>
      <w:sz w:val="28"/>
      <w:szCs w:val="28"/>
    </w:rPr>
  </w:style>
  <w:style w:type="paragraph" w:customStyle="1" w:styleId="VorinstanzTitel">
    <w:name w:val="Vorinstanz Titel"/>
    <w:basedOn w:val="Textblock"/>
    <w:next w:val="Textblock"/>
    <w:autoRedefine/>
    <w:rsid w:val="004B345C"/>
    <w:pPr>
      <w:keepNext/>
      <w:spacing w:before="240" w:after="60" w:line="340" w:lineRule="exact"/>
      <w:outlineLvl w:val="1"/>
    </w:pPr>
    <w:rPr>
      <w:b/>
      <w:sz w:val="28"/>
      <w:szCs w:val="28"/>
    </w:rPr>
  </w:style>
  <w:style w:type="paragraph" w:customStyle="1" w:styleId="Vorschrift">
    <w:name w:val="Vorschrift"/>
    <w:basedOn w:val="Textblock"/>
    <w:next w:val="Textblock"/>
    <w:autoRedefine/>
    <w:rsid w:val="004B345C"/>
  </w:style>
  <w:style w:type="paragraph" w:customStyle="1" w:styleId="Fundstelle">
    <w:name w:val="Fundstelle"/>
    <w:basedOn w:val="Textblock"/>
    <w:next w:val="Textblock"/>
    <w:autoRedefine/>
    <w:rsid w:val="004B345C"/>
  </w:style>
  <w:style w:type="paragraph" w:customStyle="1" w:styleId="Aktenzeichen">
    <w:name w:val="Aktenzeichen"/>
    <w:basedOn w:val="Standard"/>
    <w:next w:val="Fundstelle"/>
    <w:pPr>
      <w:numPr>
        <w:numId w:val="6"/>
      </w:numPr>
      <w:tabs>
        <w:tab w:val="left" w:pos="0"/>
        <w:tab w:val="num" w:pos="1494"/>
      </w:tabs>
      <w:spacing w:before="120" w:after="120" w:line="300" w:lineRule="auto"/>
      <w:ind w:left="1494" w:hanging="360"/>
    </w:pPr>
    <w:rPr>
      <w:rFonts w:ascii="Arial" w:hAnsi="Arial" w:cs="Arial"/>
      <w:color w:val="000000"/>
    </w:rPr>
  </w:style>
  <w:style w:type="paragraph" w:styleId="Datum">
    <w:name w:val="Date"/>
    <w:basedOn w:val="Textblock"/>
    <w:next w:val="Textblock"/>
    <w:autoRedefine/>
    <w:rsid w:val="004B345C"/>
    <w:pPr>
      <w:spacing w:before="120"/>
    </w:pPr>
  </w:style>
  <w:style w:type="paragraph" w:customStyle="1" w:styleId="Gericht">
    <w:name w:val="Gericht"/>
    <w:basedOn w:val="Textblock"/>
    <w:next w:val="Datum"/>
    <w:autoRedefine/>
    <w:rsid w:val="004B345C"/>
    <w:pPr>
      <w:spacing w:before="120"/>
    </w:pPr>
  </w:style>
  <w:style w:type="paragraph" w:customStyle="1" w:styleId="Kurztitel">
    <w:name w:val="Kurztitel"/>
    <w:basedOn w:val="Textblock"/>
    <w:next w:val="Standard"/>
    <w:autoRedefine/>
    <w:rsid w:val="004B345C"/>
    <w:pPr>
      <w:keepNext/>
    </w:pPr>
  </w:style>
  <w:style w:type="paragraph" w:customStyle="1" w:styleId="VorschriftTextblock">
    <w:name w:val="Vorschrift Textblock"/>
    <w:basedOn w:val="Textblock"/>
    <w:link w:val="VorschriftTextblockChar"/>
    <w:autoRedefine/>
    <w:rsid w:val="004B345C"/>
  </w:style>
  <w:style w:type="paragraph" w:customStyle="1" w:styleId="VorschriftAbsatz">
    <w:name w:val="Vorschrift Absatz"/>
    <w:basedOn w:val="VorschriftTextblock"/>
    <w:autoRedefine/>
    <w:rsid w:val="004B345C"/>
  </w:style>
  <w:style w:type="paragraph" w:customStyle="1" w:styleId="VorschriftParagraph">
    <w:name w:val="Vorschrift Paragraph"/>
    <w:next w:val="VorschriftTextblock"/>
    <w:autoRedefine/>
    <w:rsid w:val="004B345C"/>
    <w:pPr>
      <w:spacing w:after="120"/>
    </w:pPr>
    <w:rPr>
      <w:rFonts w:ascii="Arial" w:hAnsi="Arial"/>
      <w:b/>
      <w:color w:val="000000"/>
    </w:rPr>
  </w:style>
  <w:style w:type="paragraph" w:customStyle="1" w:styleId="Vorschrift1">
    <w:name w:val="Vorschrift 1"/>
    <w:basedOn w:val="VorschriftTextblock"/>
    <w:autoRedefine/>
    <w:rsid w:val="004B345C"/>
    <w:pPr>
      <w:spacing w:before="160" w:line="340" w:lineRule="exact"/>
    </w:pPr>
    <w:rPr>
      <w:b/>
      <w:sz w:val="28"/>
    </w:rPr>
  </w:style>
  <w:style w:type="paragraph" w:customStyle="1" w:styleId="Vorschrift2">
    <w:name w:val="Vorschrift 2"/>
    <w:basedOn w:val="VorschriftTextblock"/>
    <w:autoRedefine/>
    <w:rsid w:val="004B345C"/>
    <w:pPr>
      <w:spacing w:before="160" w:line="340" w:lineRule="exact"/>
    </w:pPr>
    <w:rPr>
      <w:b/>
      <w:sz w:val="28"/>
    </w:rPr>
  </w:style>
  <w:style w:type="paragraph" w:customStyle="1" w:styleId="Vorschrift3">
    <w:name w:val="Vorschrift 3"/>
    <w:basedOn w:val="VorschriftTextblock"/>
    <w:autoRedefine/>
    <w:rsid w:val="004B345C"/>
    <w:pPr>
      <w:spacing w:before="160" w:line="340" w:lineRule="exact"/>
    </w:pPr>
    <w:rPr>
      <w:b/>
      <w:sz w:val="28"/>
    </w:rPr>
  </w:style>
  <w:style w:type="paragraph" w:customStyle="1" w:styleId="Vorschrift4">
    <w:name w:val="Vorschrift 4"/>
    <w:basedOn w:val="VorschriftTextblock"/>
    <w:autoRedefine/>
    <w:rsid w:val="004B345C"/>
    <w:pPr>
      <w:spacing w:before="160" w:line="340" w:lineRule="exact"/>
    </w:pPr>
    <w:rPr>
      <w:b/>
      <w:sz w:val="28"/>
    </w:rPr>
  </w:style>
  <w:style w:type="paragraph" w:customStyle="1" w:styleId="Vorschrift5">
    <w:name w:val="Vorschrift 5"/>
    <w:basedOn w:val="VorschriftTextblock"/>
    <w:autoRedefine/>
    <w:rsid w:val="004B345C"/>
    <w:pPr>
      <w:spacing w:before="160" w:line="340" w:lineRule="exact"/>
    </w:pPr>
    <w:rPr>
      <w:b/>
      <w:sz w:val="28"/>
    </w:rPr>
  </w:style>
  <w:style w:type="paragraph" w:customStyle="1" w:styleId="Vorschrift6">
    <w:name w:val="Vorschrift 6"/>
    <w:basedOn w:val="VorschriftTextblock"/>
    <w:next w:val="Verzeichnis6"/>
    <w:autoRedefine/>
    <w:rsid w:val="004B345C"/>
    <w:pPr>
      <w:spacing w:before="160" w:line="340" w:lineRule="exact"/>
    </w:pPr>
    <w:rPr>
      <w:b/>
      <w:sz w:val="28"/>
    </w:rPr>
  </w:style>
  <w:style w:type="paragraph" w:customStyle="1" w:styleId="VorschriftAnhangTitel">
    <w:name w:val="Vorschrift Anhang Titel"/>
    <w:basedOn w:val="VorschriftTextblock"/>
    <w:autoRedefine/>
    <w:rsid w:val="004B345C"/>
    <w:pPr>
      <w:keepNext/>
      <w:spacing w:before="160" w:line="340" w:lineRule="exact"/>
    </w:pPr>
    <w:rPr>
      <w:b/>
      <w:sz w:val="28"/>
    </w:rPr>
  </w:style>
  <w:style w:type="paragraph" w:customStyle="1" w:styleId="VorschriftAnhang1">
    <w:name w:val="Vorschrift Anhang 1"/>
    <w:basedOn w:val="VorschriftTextblock"/>
    <w:autoRedefine/>
    <w:rsid w:val="004B345C"/>
    <w:pPr>
      <w:spacing w:before="160" w:line="340" w:lineRule="exact"/>
    </w:pPr>
    <w:rPr>
      <w:b/>
      <w:sz w:val="28"/>
    </w:rPr>
  </w:style>
  <w:style w:type="paragraph" w:customStyle="1" w:styleId="VorschriftAnhang2">
    <w:name w:val="Vorschrift Anhang 2"/>
    <w:basedOn w:val="VorschriftTextblock"/>
    <w:autoRedefine/>
    <w:rsid w:val="004B345C"/>
    <w:pPr>
      <w:spacing w:before="160" w:line="340" w:lineRule="exact"/>
    </w:pPr>
    <w:rPr>
      <w:b/>
      <w:sz w:val="28"/>
    </w:rPr>
  </w:style>
  <w:style w:type="paragraph" w:customStyle="1" w:styleId="VorschriftListe1">
    <w:name w:val="Vorschrift Liste 1"/>
    <w:basedOn w:val="Textblock"/>
    <w:link w:val="VorschriftListe1Char"/>
    <w:autoRedefine/>
    <w:rsid w:val="004B345C"/>
    <w:pPr>
      <w:numPr>
        <w:numId w:val="61"/>
      </w:numPr>
      <w:tabs>
        <w:tab w:val="clear" w:pos="360"/>
      </w:tabs>
    </w:pPr>
  </w:style>
  <w:style w:type="paragraph" w:customStyle="1" w:styleId="VorschriftListe1numerisch">
    <w:name w:val="Vorschrift Liste 1 numerisch"/>
    <w:basedOn w:val="VorschriftListe1"/>
    <w:autoRedefine/>
    <w:rsid w:val="004B345C"/>
    <w:pPr>
      <w:numPr>
        <w:numId w:val="29"/>
      </w:numPr>
      <w:tabs>
        <w:tab w:val="clear" w:pos="363"/>
      </w:tabs>
      <w:ind w:left="357" w:hanging="357"/>
    </w:pPr>
  </w:style>
  <w:style w:type="paragraph" w:customStyle="1" w:styleId="VorschriftListe1alphabetisch">
    <w:name w:val="Vorschrift Liste 1 alphabetisch"/>
    <w:basedOn w:val="VorschriftListe1"/>
    <w:autoRedefine/>
    <w:rsid w:val="004B345C"/>
    <w:pPr>
      <w:numPr>
        <w:numId w:val="28"/>
      </w:numPr>
      <w:tabs>
        <w:tab w:val="clear" w:pos="363"/>
      </w:tabs>
      <w:ind w:left="357" w:hanging="357"/>
    </w:pPr>
  </w:style>
  <w:style w:type="paragraph" w:customStyle="1" w:styleId="VorschriftListe1rmisch">
    <w:name w:val="Vorschrift Liste 1 römisch"/>
    <w:basedOn w:val="VorschriftListe1"/>
    <w:autoRedefine/>
    <w:rsid w:val="004B345C"/>
    <w:pPr>
      <w:numPr>
        <w:numId w:val="30"/>
      </w:numPr>
    </w:pPr>
  </w:style>
  <w:style w:type="paragraph" w:customStyle="1" w:styleId="VorschriftListe1fortsetzen">
    <w:name w:val="Vorschrift Liste 1 fortsetzen"/>
    <w:basedOn w:val="VorschriftListe1"/>
    <w:autoRedefine/>
    <w:rsid w:val="004B345C"/>
    <w:pPr>
      <w:numPr>
        <w:numId w:val="0"/>
      </w:numPr>
      <w:ind w:left="357"/>
    </w:pPr>
  </w:style>
  <w:style w:type="paragraph" w:customStyle="1" w:styleId="VorschriftListe2">
    <w:name w:val="Vorschrift Liste 2"/>
    <w:basedOn w:val="VorschriftTextblock"/>
    <w:autoRedefine/>
    <w:rsid w:val="004B345C"/>
    <w:pPr>
      <w:numPr>
        <w:numId w:val="55"/>
      </w:numPr>
      <w:tabs>
        <w:tab w:val="clear" w:pos="717"/>
      </w:tabs>
      <w:ind w:left="714" w:hanging="357"/>
    </w:pPr>
  </w:style>
  <w:style w:type="paragraph" w:customStyle="1" w:styleId="VorschriftListe2numerisch">
    <w:name w:val="Vorschrift Liste 2 numerisch"/>
    <w:basedOn w:val="VorschriftListe2"/>
    <w:autoRedefine/>
    <w:rsid w:val="004B345C"/>
    <w:pPr>
      <w:numPr>
        <w:numId w:val="32"/>
      </w:numPr>
      <w:tabs>
        <w:tab w:val="clear" w:pos="754"/>
      </w:tabs>
      <w:ind w:left="714" w:hanging="357"/>
    </w:pPr>
  </w:style>
  <w:style w:type="paragraph" w:customStyle="1" w:styleId="VorschriftListe2alphabetisch">
    <w:name w:val="Vorschrift Liste 2 alphabetisch"/>
    <w:basedOn w:val="VorschriftListe2"/>
    <w:autoRedefine/>
    <w:rsid w:val="004B345C"/>
    <w:pPr>
      <w:numPr>
        <w:numId w:val="31"/>
      </w:numPr>
      <w:tabs>
        <w:tab w:val="clear" w:pos="754"/>
      </w:tabs>
      <w:ind w:left="714" w:hanging="357"/>
    </w:pPr>
  </w:style>
  <w:style w:type="paragraph" w:customStyle="1" w:styleId="VorschriftListe2rmisch">
    <w:name w:val="Vorschrift Liste 2 römisch"/>
    <w:basedOn w:val="VorschriftListe2"/>
    <w:autoRedefine/>
    <w:rsid w:val="004B345C"/>
    <w:pPr>
      <w:numPr>
        <w:numId w:val="33"/>
      </w:numPr>
      <w:spacing w:line="240" w:lineRule="auto"/>
      <w:jc w:val="left"/>
    </w:pPr>
  </w:style>
  <w:style w:type="paragraph" w:customStyle="1" w:styleId="VorschriftListe2fortsetzen">
    <w:name w:val="Vorschrift Liste 2 fortsetzen"/>
    <w:basedOn w:val="VorschriftListe2"/>
    <w:autoRedefine/>
    <w:rsid w:val="004B345C"/>
    <w:pPr>
      <w:numPr>
        <w:numId w:val="0"/>
      </w:numPr>
      <w:ind w:left="714"/>
    </w:pPr>
  </w:style>
  <w:style w:type="paragraph" w:customStyle="1" w:styleId="VorschriftListe3">
    <w:name w:val="Vorschrift Liste 3"/>
    <w:basedOn w:val="VorschriftTextblock"/>
    <w:autoRedefine/>
    <w:rsid w:val="004B345C"/>
    <w:pPr>
      <w:numPr>
        <w:numId w:val="56"/>
      </w:numPr>
      <w:tabs>
        <w:tab w:val="clear" w:pos="1074"/>
      </w:tabs>
    </w:pPr>
  </w:style>
  <w:style w:type="paragraph" w:customStyle="1" w:styleId="VorschriftListe3numerisch">
    <w:name w:val="Vorschrift Liste 3 numerisch"/>
    <w:basedOn w:val="VorschriftListe3"/>
    <w:autoRedefine/>
    <w:rsid w:val="004B345C"/>
    <w:pPr>
      <w:numPr>
        <w:numId w:val="35"/>
      </w:numPr>
      <w:tabs>
        <w:tab w:val="clear" w:pos="1074"/>
      </w:tabs>
    </w:pPr>
  </w:style>
  <w:style w:type="paragraph" w:customStyle="1" w:styleId="VorschriftListe3alphabetisch">
    <w:name w:val="Vorschrift Liste 3 alphabetisch"/>
    <w:basedOn w:val="VorschriftListe3"/>
    <w:autoRedefine/>
    <w:rsid w:val="004B345C"/>
    <w:pPr>
      <w:numPr>
        <w:numId w:val="34"/>
      </w:numPr>
    </w:pPr>
    <w:rPr>
      <w:szCs w:val="20"/>
    </w:rPr>
  </w:style>
  <w:style w:type="paragraph" w:customStyle="1" w:styleId="VorschriftListe3rmisch">
    <w:name w:val="Vorschrift Liste 3 römisch"/>
    <w:basedOn w:val="VorschriftListe3"/>
    <w:autoRedefine/>
    <w:rsid w:val="004B345C"/>
    <w:pPr>
      <w:numPr>
        <w:numId w:val="36"/>
      </w:numPr>
      <w:tabs>
        <w:tab w:val="clear" w:pos="1434"/>
      </w:tabs>
    </w:pPr>
  </w:style>
  <w:style w:type="paragraph" w:customStyle="1" w:styleId="VorschriftListe3fortsetzen">
    <w:name w:val="Vorschrift Liste 3 fortsetzen"/>
    <w:basedOn w:val="VorschriftListe3"/>
    <w:autoRedefine/>
    <w:rsid w:val="004B345C"/>
    <w:pPr>
      <w:numPr>
        <w:numId w:val="0"/>
      </w:numPr>
      <w:ind w:left="1072"/>
    </w:pPr>
  </w:style>
  <w:style w:type="paragraph" w:customStyle="1" w:styleId="VorschriftListe4">
    <w:name w:val="Vorschrift Liste 4"/>
    <w:basedOn w:val="VorschriftTextblock"/>
    <w:autoRedefine/>
    <w:rsid w:val="004B345C"/>
    <w:pPr>
      <w:numPr>
        <w:numId w:val="57"/>
      </w:numPr>
      <w:tabs>
        <w:tab w:val="clear" w:pos="1432"/>
      </w:tabs>
    </w:pPr>
  </w:style>
  <w:style w:type="paragraph" w:customStyle="1" w:styleId="VorschriftListe4numerisch">
    <w:name w:val="Vorschrift Liste 4 numerisch"/>
    <w:basedOn w:val="VorschriftListe4"/>
    <w:autoRedefine/>
    <w:rsid w:val="004B345C"/>
    <w:pPr>
      <w:numPr>
        <w:numId w:val="7"/>
      </w:numPr>
    </w:pPr>
    <w:rPr>
      <w:szCs w:val="20"/>
    </w:rPr>
  </w:style>
  <w:style w:type="paragraph" w:customStyle="1" w:styleId="VorschriftListe4alphabetisch">
    <w:name w:val="Vorschrift Liste 4 alphabetisch"/>
    <w:basedOn w:val="VorschriftListe4"/>
    <w:autoRedefine/>
    <w:rsid w:val="004B345C"/>
    <w:pPr>
      <w:numPr>
        <w:numId w:val="58"/>
      </w:numPr>
      <w:tabs>
        <w:tab w:val="clear" w:pos="3932"/>
      </w:tabs>
      <w:ind w:left="1429"/>
    </w:pPr>
    <w:rPr>
      <w:szCs w:val="20"/>
      <w:lang w:val="de-DE"/>
    </w:rPr>
  </w:style>
  <w:style w:type="paragraph" w:customStyle="1" w:styleId="VorschriftListe4rmisch">
    <w:name w:val="Vorschrift Liste 4 römisch"/>
    <w:basedOn w:val="VorschriftListe4"/>
    <w:autoRedefine/>
    <w:rsid w:val="004B345C"/>
    <w:pPr>
      <w:numPr>
        <w:numId w:val="8"/>
      </w:numPr>
      <w:tabs>
        <w:tab w:val="clear" w:pos="1792"/>
      </w:tabs>
    </w:pPr>
  </w:style>
  <w:style w:type="paragraph" w:customStyle="1" w:styleId="VorschriftListe4fortsetzen">
    <w:name w:val="Vorschrift Liste 4 fortsetzen"/>
    <w:basedOn w:val="VorschriftListe4"/>
    <w:autoRedefine/>
    <w:rsid w:val="004B345C"/>
    <w:pPr>
      <w:numPr>
        <w:numId w:val="0"/>
      </w:numPr>
      <w:ind w:left="1429"/>
    </w:pPr>
  </w:style>
  <w:style w:type="paragraph" w:customStyle="1" w:styleId="Inhalt5">
    <w:name w:val="Inhalt 5"/>
    <w:basedOn w:val="Inhalt4"/>
    <w:autoRedefine/>
    <w:rsid w:val="004B345C"/>
    <w:pPr>
      <w:ind w:left="1429"/>
    </w:pPr>
  </w:style>
  <w:style w:type="paragraph" w:customStyle="1" w:styleId="Inhalt4">
    <w:name w:val="Inhalt 4"/>
    <w:basedOn w:val="Inhalt3"/>
    <w:autoRedefine/>
    <w:rsid w:val="004B345C"/>
    <w:pPr>
      <w:ind w:left="1072"/>
    </w:pPr>
  </w:style>
  <w:style w:type="paragraph" w:customStyle="1" w:styleId="Inhalt3">
    <w:name w:val="Inhalt 3"/>
    <w:basedOn w:val="Inhalt2"/>
    <w:autoRedefine/>
    <w:rsid w:val="004B345C"/>
    <w:pPr>
      <w:ind w:left="714"/>
    </w:pPr>
  </w:style>
  <w:style w:type="paragraph" w:customStyle="1" w:styleId="Inhalt2">
    <w:name w:val="Inhalt 2"/>
    <w:basedOn w:val="Inhalt1"/>
    <w:autoRedefine/>
    <w:rsid w:val="004B345C"/>
    <w:pPr>
      <w:ind w:left="357"/>
    </w:pPr>
  </w:style>
  <w:style w:type="paragraph" w:customStyle="1" w:styleId="Inhalt1">
    <w:name w:val="Inhalt 1"/>
    <w:basedOn w:val="Textblock"/>
    <w:autoRedefine/>
    <w:rsid w:val="004B345C"/>
  </w:style>
  <w:style w:type="paragraph" w:customStyle="1" w:styleId="InhaltTitel">
    <w:name w:val="Inhalt Titel"/>
    <w:basedOn w:val="Textblock"/>
    <w:next w:val="Inhalt1"/>
    <w:autoRedefine/>
    <w:rsid w:val="004B345C"/>
    <w:pPr>
      <w:keepNext/>
      <w:spacing w:before="120"/>
    </w:pPr>
    <w:rPr>
      <w:b/>
    </w:rPr>
  </w:style>
  <w:style w:type="paragraph" w:customStyle="1" w:styleId="NormTextblock">
    <w:name w:val="Norm Textblock"/>
    <w:basedOn w:val="Textblock"/>
    <w:autoRedefine/>
    <w:rsid w:val="004B345C"/>
    <w:pPr>
      <w:spacing w:line="240" w:lineRule="exact"/>
    </w:pPr>
  </w:style>
  <w:style w:type="paragraph" w:customStyle="1" w:styleId="Norm1">
    <w:name w:val="Norm 1"/>
    <w:basedOn w:val="Norm"/>
    <w:next w:val="NormTextblock"/>
    <w:autoRedefine/>
    <w:rsid w:val="004B345C"/>
  </w:style>
  <w:style w:type="paragraph" w:customStyle="1" w:styleId="Norm2">
    <w:name w:val="Norm 2"/>
    <w:basedOn w:val="Norm"/>
    <w:next w:val="NormTextblock"/>
    <w:autoRedefine/>
    <w:rsid w:val="004B345C"/>
  </w:style>
  <w:style w:type="paragraph" w:customStyle="1" w:styleId="Norm3">
    <w:name w:val="Norm 3"/>
    <w:basedOn w:val="Norm"/>
    <w:next w:val="NormTextblock"/>
    <w:autoRedefine/>
    <w:rsid w:val="004B345C"/>
  </w:style>
  <w:style w:type="paragraph" w:customStyle="1" w:styleId="Norm4">
    <w:name w:val="Norm 4"/>
    <w:basedOn w:val="Norm"/>
    <w:next w:val="NormTextblock"/>
    <w:autoRedefine/>
    <w:rsid w:val="004B345C"/>
  </w:style>
  <w:style w:type="paragraph" w:customStyle="1" w:styleId="Norm5">
    <w:name w:val="Norm 5"/>
    <w:basedOn w:val="Norm"/>
    <w:next w:val="NormTextblock"/>
    <w:autoRedefine/>
    <w:rsid w:val="004B345C"/>
  </w:style>
  <w:style w:type="paragraph" w:customStyle="1" w:styleId="Hinweis">
    <w:name w:val="Hinweis"/>
    <w:basedOn w:val="Textblock"/>
    <w:next w:val="Textblock"/>
    <w:autoRedefine/>
    <w:rsid w:val="004B345C"/>
    <w:pPr>
      <w:keepNext/>
      <w:spacing w:before="240" w:line="340" w:lineRule="exact"/>
      <w:outlineLvl w:val="1"/>
    </w:pPr>
    <w:rPr>
      <w:b/>
      <w:sz w:val="28"/>
      <w:szCs w:val="28"/>
    </w:rPr>
  </w:style>
  <w:style w:type="paragraph" w:customStyle="1" w:styleId="Norm">
    <w:name w:val="Norm"/>
    <w:basedOn w:val="NormTextblock"/>
    <w:next w:val="NormTextblock"/>
    <w:autoRedefine/>
    <w:rsid w:val="004B345C"/>
    <w:pPr>
      <w:keepNext/>
      <w:spacing w:before="240" w:line="280" w:lineRule="exact"/>
    </w:pPr>
    <w:rPr>
      <w:b/>
      <w:sz w:val="22"/>
    </w:rPr>
  </w:style>
  <w:style w:type="paragraph" w:customStyle="1" w:styleId="Phase">
    <w:name w:val="Phase"/>
    <w:basedOn w:val="Norm"/>
    <w:next w:val="Norm"/>
    <w:autoRedefine/>
    <w:rsid w:val="004B345C"/>
  </w:style>
  <w:style w:type="paragraph" w:customStyle="1" w:styleId="Fall">
    <w:name w:val="Fall"/>
    <w:basedOn w:val="Textblock"/>
    <w:next w:val="Textblock"/>
    <w:autoRedefine/>
    <w:rsid w:val="004B345C"/>
  </w:style>
  <w:style w:type="paragraph" w:customStyle="1" w:styleId="Antwort">
    <w:name w:val="Antwort"/>
    <w:basedOn w:val="Textblock"/>
    <w:next w:val="Textblock"/>
    <w:autoRedefine/>
    <w:rsid w:val="004B345C"/>
    <w:pPr>
      <w:spacing w:before="300" w:after="100" w:line="340" w:lineRule="exact"/>
      <w:jc w:val="left"/>
      <w:outlineLvl w:val="1"/>
    </w:pPr>
    <w:rPr>
      <w:b/>
      <w:sz w:val="28"/>
      <w:szCs w:val="28"/>
    </w:rPr>
  </w:style>
  <w:style w:type="paragraph" w:customStyle="1" w:styleId="Frage">
    <w:name w:val="Frage"/>
    <w:basedOn w:val="Textblock"/>
    <w:next w:val="Textblock"/>
    <w:autoRedefine/>
    <w:rsid w:val="004B345C"/>
    <w:pPr>
      <w:keepNext/>
      <w:spacing w:before="240" w:line="340" w:lineRule="exact"/>
      <w:outlineLvl w:val="1"/>
    </w:pPr>
    <w:rPr>
      <w:b/>
      <w:sz w:val="28"/>
      <w:szCs w:val="28"/>
    </w:rPr>
  </w:style>
  <w:style w:type="paragraph" w:customStyle="1" w:styleId="Beispiel">
    <w:name w:val="Beispiel"/>
    <w:basedOn w:val="Textblock"/>
    <w:next w:val="Textblock"/>
    <w:autoRedefine/>
    <w:rsid w:val="004B345C"/>
    <w:pPr>
      <w:spacing w:before="300" w:after="100" w:line="340" w:lineRule="exact"/>
      <w:outlineLvl w:val="1"/>
    </w:pPr>
    <w:rPr>
      <w:b/>
      <w:sz w:val="28"/>
      <w:szCs w:val="28"/>
    </w:rPr>
  </w:style>
  <w:style w:type="paragraph" w:customStyle="1" w:styleId="Entscheidung">
    <w:name w:val="Entscheidung"/>
    <w:basedOn w:val="Textblock"/>
    <w:next w:val="Textblock"/>
    <w:autoRedefine/>
    <w:rsid w:val="004B345C"/>
    <w:pPr>
      <w:spacing w:before="300" w:after="100" w:line="340" w:lineRule="exact"/>
      <w:jc w:val="left"/>
      <w:outlineLvl w:val="1"/>
    </w:pPr>
    <w:rPr>
      <w:b/>
      <w:sz w:val="28"/>
      <w:szCs w:val="28"/>
    </w:rPr>
  </w:style>
  <w:style w:type="paragraph" w:customStyle="1" w:styleId="Vorschriften">
    <w:name w:val="Vorschriften"/>
    <w:basedOn w:val="VorschriftTextblock"/>
    <w:next w:val="Textblock"/>
    <w:autoRedefine/>
    <w:rsid w:val="004B345C"/>
    <w:pPr>
      <w:keepNext/>
      <w:spacing w:before="240" w:line="340" w:lineRule="exact"/>
      <w:outlineLvl w:val="1"/>
    </w:pPr>
    <w:rPr>
      <w:b/>
      <w:sz w:val="28"/>
      <w:szCs w:val="28"/>
    </w:rPr>
  </w:style>
  <w:style w:type="paragraph" w:customStyle="1" w:styleId="Probleme">
    <w:name w:val="Probleme"/>
    <w:basedOn w:val="Textblock"/>
    <w:next w:val="Textblock"/>
    <w:autoRedefine/>
    <w:rsid w:val="004B345C"/>
    <w:pPr>
      <w:keepNext/>
      <w:spacing w:before="240" w:line="280" w:lineRule="exact"/>
      <w:outlineLvl w:val="1"/>
    </w:pPr>
    <w:rPr>
      <w:b/>
      <w:sz w:val="22"/>
      <w:szCs w:val="28"/>
    </w:rPr>
  </w:style>
  <w:style w:type="paragraph" w:customStyle="1" w:styleId="unbekanntesAbsatzformat">
    <w:name w:val="unbekanntes Absatzformat"/>
    <w:basedOn w:val="Standard"/>
    <w:next w:val="Textblock"/>
    <w:autoRedefine/>
    <w:rsid w:val="004B345C"/>
    <w:pPr>
      <w:tabs>
        <w:tab w:val="left" w:pos="0"/>
      </w:tabs>
      <w:spacing w:before="120" w:after="120" w:line="300" w:lineRule="auto"/>
    </w:pPr>
    <w:rPr>
      <w:rFonts w:ascii="Arial" w:hAnsi="Arial"/>
      <w:b/>
      <w:color w:val="FF0000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Umschlagabsenderadresse">
    <w:name w:val="envelope return"/>
    <w:basedOn w:val="Standard"/>
    <w:rPr>
      <w:rFonts w:ascii="Arial" w:hAnsi="Arial" w:cs="Arial"/>
      <w:sz w:val="20"/>
      <w:szCs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Textblock"/>
    <w:autoRedefine/>
    <w:rsid w:val="004B345C"/>
    <w:pPr>
      <w:numPr>
        <w:numId w:val="1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Aufzhlungszeichen"/>
    <w:autoRedefine/>
    <w:rsid w:val="004B345C"/>
    <w:pPr>
      <w:ind w:left="641"/>
    </w:pPr>
  </w:style>
  <w:style w:type="paragraph" w:styleId="Aufzhlungszeichen3">
    <w:name w:val="List Bullet 3"/>
    <w:basedOn w:val="Standard"/>
    <w:autoRedefine/>
    <w:pPr>
      <w:numPr>
        <w:numId w:val="9"/>
      </w:numPr>
    </w:pPr>
  </w:style>
  <w:style w:type="paragraph" w:styleId="Aufzhlungszeichen4">
    <w:name w:val="List Bullet 4"/>
    <w:basedOn w:val="Standard"/>
    <w:autoRedefine/>
    <w:pPr>
      <w:numPr>
        <w:numId w:val="10"/>
      </w:numPr>
    </w:pPr>
  </w:style>
  <w:style w:type="paragraph" w:styleId="Aufzhlungszeichen5">
    <w:name w:val="List Bullet 5"/>
    <w:basedOn w:val="Standard"/>
    <w:autoRedefine/>
    <w:pPr>
      <w:numPr>
        <w:numId w:val="11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styleId="Hervorhebung">
    <w:name w:val="Emphasis"/>
    <w:qFormat/>
    <w:rsid w:val="004B345C"/>
    <w:rPr>
      <w:i/>
    </w:rPr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Textblock"/>
    <w:next w:val="Funotentext"/>
    <w:autoRedefine/>
    <w:rsid w:val="004B345C"/>
    <w:pPr>
      <w:keepNext/>
      <w:jc w:val="left"/>
    </w:pPr>
  </w:style>
  <w:style w:type="paragraph" w:styleId="Funotentext">
    <w:name w:val="footnote text"/>
    <w:autoRedefine/>
    <w:semiHidden/>
    <w:rsid w:val="004B345C"/>
    <w:pPr>
      <w:ind w:left="99" w:right="2098" w:hanging="99"/>
    </w:pPr>
    <w:rPr>
      <w:rFonts w:ascii="Arial" w:hAnsi="Arial"/>
      <w:sz w:val="16"/>
      <w:szCs w:val="24"/>
    </w:rPr>
  </w:style>
  <w:style w:type="character" w:styleId="Funotenzeichen">
    <w:name w:val="footnote reference"/>
    <w:basedOn w:val="Absatz-Standardschriftart"/>
    <w:semiHidden/>
    <w:rsid w:val="004B345C"/>
    <w:rPr>
      <w:vertAlign w:val="superscript"/>
    </w:rPr>
  </w:style>
  <w:style w:type="paragraph" w:styleId="Fuzeile">
    <w:name w:val="footer"/>
    <w:basedOn w:val="Standard"/>
    <w:rsid w:val="004B345C"/>
    <w:pPr>
      <w:tabs>
        <w:tab w:val="center" w:pos="4536"/>
        <w:tab w:val="right" w:pos="9072"/>
      </w:tabs>
    </w:p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styleId="Gruformel">
    <w:name w:val="Closing"/>
    <w:basedOn w:val="Standard"/>
    <w:pPr>
      <w:ind w:left="4252"/>
    </w:pPr>
  </w:style>
  <w:style w:type="character" w:styleId="Hyperlink">
    <w:name w:val="Hyperlink"/>
    <w:basedOn w:val="Absatz-Standardschriftart"/>
    <w:rsid w:val="004B345C"/>
    <w:rPr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4B345C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4B345C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4B345C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4B345C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4B345C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4B345C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4B345C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4B345C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4B345C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4B345C"/>
    <w:rPr>
      <w:rFonts w:ascii="Arial" w:hAnsi="Arial"/>
      <w:b/>
    </w:rPr>
  </w:style>
  <w:style w:type="paragraph" w:styleId="Kommentartext">
    <w:name w:val="annotation text"/>
    <w:basedOn w:val="Standard"/>
    <w:semiHidden/>
    <w:rsid w:val="004B345C"/>
    <w:rPr>
      <w:sz w:val="20"/>
    </w:rPr>
  </w:style>
  <w:style w:type="character" w:styleId="Kommentarzeichen">
    <w:name w:val="annotation reference"/>
    <w:basedOn w:val="Absatz-Standardschriftart"/>
    <w:semiHidden/>
    <w:rsid w:val="004B345C"/>
    <w:rPr>
      <w:sz w:val="16"/>
    </w:rPr>
  </w:style>
  <w:style w:type="paragraph" w:styleId="Kopfzeile">
    <w:name w:val="header"/>
    <w:basedOn w:val="Textblock"/>
    <w:autoRedefine/>
    <w:rsid w:val="004B345C"/>
    <w:pPr>
      <w:jc w:val="left"/>
    </w:pPr>
    <w:rPr>
      <w:bCs/>
      <w:sz w:val="16"/>
      <w:szCs w:val="16"/>
    </w:rPr>
  </w:style>
  <w:style w:type="paragraph" w:styleId="Liste">
    <w:name w:val="List"/>
    <w:basedOn w:val="Standard"/>
    <w:rsid w:val="004B345C"/>
    <w:pPr>
      <w:ind w:left="283" w:hanging="283"/>
    </w:pPr>
  </w:style>
  <w:style w:type="paragraph" w:styleId="Liste4">
    <w:name w:val="List 4"/>
    <w:basedOn w:val="Standard"/>
    <w:pPr>
      <w:spacing w:line="300" w:lineRule="auto"/>
      <w:ind w:left="1135" w:hanging="284"/>
    </w:pPr>
    <w:rPr>
      <w:sz w:val="22"/>
      <w:szCs w:val="22"/>
    </w:r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2"/>
      </w:numPr>
    </w:pPr>
  </w:style>
  <w:style w:type="paragraph" w:styleId="Listennummer2">
    <w:name w:val="List Number 2"/>
    <w:basedOn w:val="Standard"/>
    <w:pPr>
      <w:numPr>
        <w:numId w:val="13"/>
      </w:numPr>
    </w:pPr>
  </w:style>
  <w:style w:type="paragraph" w:styleId="Listennummer3">
    <w:name w:val="List Number 3"/>
    <w:basedOn w:val="Standard"/>
    <w:pPr>
      <w:numPr>
        <w:numId w:val="14"/>
      </w:numPr>
    </w:pPr>
  </w:style>
  <w:style w:type="paragraph" w:styleId="Listennummer4">
    <w:name w:val="List Number 4"/>
    <w:basedOn w:val="Standard"/>
    <w:pPr>
      <w:numPr>
        <w:numId w:val="15"/>
      </w:numPr>
    </w:pPr>
  </w:style>
  <w:style w:type="paragraph" w:styleId="Listennummer5">
    <w:name w:val="List Number 5"/>
    <w:basedOn w:val="Standard"/>
    <w:pPr>
      <w:numPr>
        <w:numId w:val="16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autoRedefine/>
    <w:qFormat/>
    <w:rsid w:val="004B345C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4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rsid w:val="004B345C"/>
    <w:pPr>
      <w:ind w:left="4252"/>
    </w:pPr>
  </w:style>
  <w:style w:type="paragraph" w:styleId="Untertitel">
    <w:name w:val="Subtitle"/>
    <w:basedOn w:val="Standard"/>
    <w:qFormat/>
    <w:rsid w:val="004B345C"/>
    <w:pPr>
      <w:spacing w:after="60"/>
      <w:jc w:val="center"/>
      <w:outlineLvl w:val="1"/>
    </w:pPr>
    <w:rPr>
      <w:rFonts w:ascii="Arial" w:hAnsi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4B345C"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character" w:styleId="Zeilennummer">
    <w:name w:val="line number"/>
    <w:basedOn w:val="Absatz-Standardschriftart"/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 w:cs="Arial"/>
      <w:b/>
      <w:bCs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customStyle="1" w:styleId="TabelleListe1fortsetzen">
    <w:name w:val="Tabelle Liste 1 fortsetzen"/>
    <w:autoRedefine/>
    <w:rsid w:val="004B345C"/>
    <w:pPr>
      <w:spacing w:before="20" w:after="20"/>
      <w:ind w:left="357"/>
    </w:pPr>
    <w:rPr>
      <w:rFonts w:ascii="Arial" w:hAnsi="Arial"/>
      <w:color w:val="000000"/>
      <w:szCs w:val="24"/>
      <w:lang w:val="en-GB"/>
    </w:rPr>
  </w:style>
  <w:style w:type="paragraph" w:customStyle="1" w:styleId="TabelleListe2fortsetzen">
    <w:name w:val="Tabelle Liste 2 fortsetzen"/>
    <w:autoRedefine/>
    <w:rsid w:val="004B345C"/>
    <w:pPr>
      <w:spacing w:before="20" w:after="20"/>
      <w:ind w:left="714"/>
    </w:pPr>
    <w:rPr>
      <w:rFonts w:ascii="Arial" w:hAnsi="Arial"/>
      <w:color w:val="000000"/>
      <w:szCs w:val="24"/>
      <w:lang w:val="en-GB"/>
    </w:rPr>
  </w:style>
  <w:style w:type="character" w:customStyle="1" w:styleId="Verweisprogr">
    <w:name w:val="Verweisprogr"/>
    <w:basedOn w:val="Absatz-Standardschriftart"/>
    <w:rsid w:val="004B345C"/>
    <w:rPr>
      <w:color w:val="auto"/>
    </w:rPr>
  </w:style>
  <w:style w:type="character" w:customStyle="1" w:styleId="Quelle">
    <w:name w:val="Quelle"/>
    <w:basedOn w:val="Absatz-Standardschriftart"/>
    <w:rsid w:val="004B345C"/>
    <w:rPr>
      <w:i/>
      <w:color w:val="auto"/>
    </w:rPr>
  </w:style>
  <w:style w:type="character" w:customStyle="1" w:styleId="Filter">
    <w:name w:val="Filter"/>
    <w:rsid w:val="004B345C"/>
    <w:rPr>
      <w:b/>
      <w:vanish/>
      <w:color w:val="auto"/>
    </w:rPr>
  </w:style>
  <w:style w:type="character" w:customStyle="1" w:styleId="MusterArt">
    <w:name w:val="Muster Art"/>
    <w:basedOn w:val="Absatz-Standardschriftart"/>
    <w:rsid w:val="004B345C"/>
    <w:rPr>
      <w:vanish/>
      <w:color w:val="C0C0C0"/>
    </w:rPr>
  </w:style>
  <w:style w:type="paragraph" w:customStyle="1" w:styleId="Zwischenberschrift4">
    <w:name w:val="Zwischenüberschrift 4"/>
    <w:basedOn w:val="Zwischenberschrift3"/>
    <w:next w:val="Textblock"/>
    <w:autoRedefine/>
    <w:rsid w:val="004B345C"/>
    <w:pPr>
      <w:outlineLvl w:val="5"/>
    </w:pPr>
  </w:style>
  <w:style w:type="paragraph" w:customStyle="1" w:styleId="Zwischenberschrift5">
    <w:name w:val="Zwischenüberschrift 5"/>
    <w:basedOn w:val="Zwischenberschrift4"/>
    <w:autoRedefine/>
    <w:rsid w:val="004B345C"/>
    <w:pPr>
      <w:outlineLvl w:val="6"/>
    </w:pPr>
    <w:rPr>
      <w:i w:val="0"/>
    </w:rPr>
  </w:style>
  <w:style w:type="paragraph" w:customStyle="1" w:styleId="Muster2Titel">
    <w:name w:val="Muster 2 Titel"/>
    <w:basedOn w:val="Muster2Textblock"/>
    <w:next w:val="Muster2Textblock"/>
    <w:autoRedefine/>
    <w:rsid w:val="004B345C"/>
    <w:pPr>
      <w:keepNext/>
      <w:spacing w:before="240"/>
    </w:pPr>
    <w:rPr>
      <w:b/>
    </w:rPr>
  </w:style>
  <w:style w:type="paragraph" w:customStyle="1" w:styleId="Muster2Textblock">
    <w:name w:val="Muster 2 Textblock"/>
    <w:basedOn w:val="Textblock"/>
    <w:autoRedefine/>
    <w:rsid w:val="004B345C"/>
    <w:pPr>
      <w:spacing w:before="60" w:after="60" w:line="220" w:lineRule="exact"/>
    </w:pPr>
    <w:rPr>
      <w:sz w:val="16"/>
    </w:rPr>
  </w:style>
  <w:style w:type="paragraph" w:customStyle="1" w:styleId="Muster2Liste1">
    <w:name w:val="Muster 2 Liste 1"/>
    <w:basedOn w:val="Liste1"/>
    <w:autoRedefine/>
    <w:rsid w:val="004B345C"/>
    <w:pPr>
      <w:numPr>
        <w:numId w:val="43"/>
      </w:numPr>
      <w:tabs>
        <w:tab w:val="clear" w:pos="1854"/>
      </w:tabs>
      <w:spacing w:after="0" w:line="220" w:lineRule="exact"/>
      <w:ind w:left="357" w:hanging="357"/>
    </w:pPr>
    <w:rPr>
      <w:sz w:val="16"/>
      <w:szCs w:val="16"/>
    </w:rPr>
  </w:style>
  <w:style w:type="paragraph" w:customStyle="1" w:styleId="Muster2Liste1numerisch">
    <w:name w:val="Muster 2 Liste 1 numerisch"/>
    <w:basedOn w:val="Muster2Liste1"/>
    <w:autoRedefine/>
    <w:rsid w:val="004B345C"/>
    <w:pPr>
      <w:numPr>
        <w:numId w:val="51"/>
      </w:numPr>
      <w:tabs>
        <w:tab w:val="clear" w:pos="360"/>
      </w:tabs>
      <w:ind w:left="357" w:hanging="357"/>
    </w:pPr>
  </w:style>
  <w:style w:type="paragraph" w:customStyle="1" w:styleId="Muster2Liste1alphabetisch">
    <w:name w:val="Muster 2 Liste 1 alphabetisch"/>
    <w:basedOn w:val="Muster2Liste1"/>
    <w:autoRedefine/>
    <w:rsid w:val="004B345C"/>
    <w:pPr>
      <w:numPr>
        <w:numId w:val="44"/>
      </w:numPr>
      <w:tabs>
        <w:tab w:val="clear" w:pos="360"/>
      </w:tabs>
      <w:ind w:left="357" w:hanging="357"/>
    </w:pPr>
  </w:style>
  <w:style w:type="paragraph" w:customStyle="1" w:styleId="Muster2Liste1fortsetzen">
    <w:name w:val="Muster 2 Liste 1 fortsetzen"/>
    <w:basedOn w:val="Muster2Liste1"/>
    <w:autoRedefine/>
    <w:rsid w:val="004B345C"/>
    <w:pPr>
      <w:numPr>
        <w:numId w:val="0"/>
      </w:numPr>
      <w:ind w:left="357"/>
    </w:pPr>
  </w:style>
  <w:style w:type="paragraph" w:customStyle="1" w:styleId="Muster2Liste2">
    <w:name w:val="Muster 2 Liste 2"/>
    <w:basedOn w:val="Liste2"/>
    <w:autoRedefine/>
    <w:rsid w:val="004B345C"/>
    <w:pPr>
      <w:numPr>
        <w:numId w:val="50"/>
      </w:numPr>
      <w:tabs>
        <w:tab w:val="clear" w:pos="2988"/>
      </w:tabs>
      <w:spacing w:after="0" w:line="220" w:lineRule="exact"/>
      <w:ind w:left="714" w:hanging="357"/>
    </w:pPr>
    <w:rPr>
      <w:sz w:val="16"/>
    </w:rPr>
  </w:style>
  <w:style w:type="paragraph" w:customStyle="1" w:styleId="Muster2Liste2numerisch">
    <w:name w:val="Muster 2 Liste 2 numerisch"/>
    <w:basedOn w:val="Muster2Liste2"/>
    <w:autoRedefine/>
    <w:rsid w:val="004B345C"/>
    <w:pPr>
      <w:numPr>
        <w:numId w:val="53"/>
      </w:numPr>
      <w:tabs>
        <w:tab w:val="clear" w:pos="717"/>
      </w:tabs>
      <w:ind w:left="714" w:hanging="357"/>
    </w:pPr>
  </w:style>
  <w:style w:type="paragraph" w:customStyle="1" w:styleId="Muster2Liste2alphabetisch">
    <w:name w:val="Muster 2 Liste 2 alphabetisch"/>
    <w:basedOn w:val="Muster2Liste1"/>
    <w:autoRedefine/>
    <w:rsid w:val="004B345C"/>
    <w:pPr>
      <w:numPr>
        <w:numId w:val="52"/>
      </w:numPr>
      <w:tabs>
        <w:tab w:val="clear" w:pos="717"/>
      </w:tabs>
      <w:ind w:left="714" w:hanging="357"/>
    </w:pPr>
  </w:style>
  <w:style w:type="paragraph" w:customStyle="1" w:styleId="Muster2Liste2fortsetzen">
    <w:name w:val="Muster 2 Liste 2 fortsetzen"/>
    <w:basedOn w:val="Muster2Liste2"/>
    <w:autoRedefine/>
    <w:rsid w:val="004B345C"/>
    <w:pPr>
      <w:numPr>
        <w:numId w:val="0"/>
      </w:numPr>
      <w:ind w:left="714"/>
    </w:pPr>
  </w:style>
  <w:style w:type="character" w:customStyle="1" w:styleId="id">
    <w:name w:val="id"/>
    <w:rsid w:val="004B345C"/>
    <w:rPr>
      <w:vanish/>
      <w:color w:val="C0C0C0"/>
    </w:rPr>
  </w:style>
  <w:style w:type="character" w:customStyle="1" w:styleId="verweis-id">
    <w:name w:val="verweis-id"/>
    <w:rsid w:val="004B345C"/>
    <w:rPr>
      <w:vanish/>
      <w:color w:val="C0C0C0"/>
    </w:rPr>
  </w:style>
  <w:style w:type="character" w:customStyle="1" w:styleId="ziel-id">
    <w:name w:val="ziel-id"/>
    <w:rsid w:val="004B345C"/>
    <w:rPr>
      <w:vanish/>
      <w:color w:val="C0C0C0"/>
    </w:rPr>
  </w:style>
  <w:style w:type="character" w:customStyle="1" w:styleId="DBEntity">
    <w:name w:val="DBEntity"/>
    <w:rsid w:val="004B345C"/>
    <w:rPr>
      <w:vanish/>
      <w:color w:val="C0C0C0"/>
    </w:rPr>
  </w:style>
  <w:style w:type="character" w:customStyle="1" w:styleId="Satznr">
    <w:name w:val="Satznr"/>
    <w:basedOn w:val="Absatz-Standardschriftart"/>
    <w:rPr>
      <w:color w:val="800080"/>
      <w:vertAlign w:val="superscript"/>
    </w:rPr>
  </w:style>
  <w:style w:type="paragraph" w:customStyle="1" w:styleId="VorschriftListe1manuell">
    <w:name w:val="Vorschrift Liste 1 manuell"/>
    <w:basedOn w:val="Standard"/>
    <w:pPr>
      <w:numPr>
        <w:numId w:val="17"/>
      </w:numPr>
      <w:tabs>
        <w:tab w:val="num" w:pos="1891"/>
        <w:tab w:val="left" w:pos="1928"/>
      </w:tabs>
      <w:spacing w:before="40" w:after="40" w:line="300" w:lineRule="auto"/>
      <w:ind w:left="1888" w:hanging="357"/>
    </w:pPr>
    <w:rPr>
      <w:rFonts w:ascii="Arial" w:hAnsi="Arial" w:cs="Arial"/>
      <w:color w:val="000000"/>
      <w:sz w:val="22"/>
      <w:szCs w:val="22"/>
    </w:rPr>
  </w:style>
  <w:style w:type="paragraph" w:customStyle="1" w:styleId="VorschriftListe2manuell">
    <w:name w:val="Vorschrift Liste 2 manuell"/>
    <w:basedOn w:val="Standard"/>
    <w:pPr>
      <w:numPr>
        <w:numId w:val="18"/>
      </w:numPr>
      <w:tabs>
        <w:tab w:val="left" w:pos="2285"/>
      </w:tabs>
      <w:spacing w:before="40" w:after="40" w:line="300" w:lineRule="auto"/>
      <w:ind w:left="2285" w:hanging="357"/>
    </w:pPr>
    <w:rPr>
      <w:rFonts w:ascii="Arial" w:hAnsi="Arial" w:cs="Arial"/>
      <w:color w:val="000000"/>
      <w:sz w:val="22"/>
      <w:szCs w:val="22"/>
    </w:rPr>
  </w:style>
  <w:style w:type="character" w:customStyle="1" w:styleId="lfdnr">
    <w:name w:val="lfdnr"/>
    <w:rPr>
      <w:vanish/>
      <w:color w:val="C0C0C0"/>
    </w:rPr>
  </w:style>
  <w:style w:type="paragraph" w:customStyle="1" w:styleId="Aendtitel">
    <w:name w:val="Aendtitel"/>
    <w:basedOn w:val="Standard"/>
    <w:pPr>
      <w:widowControl w:val="0"/>
      <w:autoSpaceDE w:val="0"/>
      <w:autoSpaceDN w:val="0"/>
      <w:adjustRightInd w:val="0"/>
    </w:pPr>
  </w:style>
  <w:style w:type="paragraph" w:customStyle="1" w:styleId="Aenddatum">
    <w:name w:val="Aenddatum"/>
    <w:basedOn w:val="Standard"/>
    <w:pPr>
      <w:widowControl w:val="0"/>
      <w:autoSpaceDE w:val="0"/>
      <w:autoSpaceDN w:val="0"/>
      <w:adjustRightInd w:val="0"/>
    </w:pPr>
  </w:style>
  <w:style w:type="paragraph" w:customStyle="1" w:styleId="Aendart">
    <w:name w:val="Aendart"/>
    <w:basedOn w:val="Standard"/>
    <w:pPr>
      <w:widowControl w:val="0"/>
      <w:autoSpaceDE w:val="0"/>
      <w:autoSpaceDN w:val="0"/>
      <w:adjustRightInd w:val="0"/>
    </w:pPr>
  </w:style>
  <w:style w:type="paragraph" w:customStyle="1" w:styleId="Aendfund">
    <w:name w:val="Aendfund"/>
    <w:basedOn w:val="Standard"/>
    <w:pPr>
      <w:widowControl w:val="0"/>
      <w:autoSpaceDE w:val="0"/>
      <w:autoSpaceDN w:val="0"/>
      <w:adjustRightInd w:val="0"/>
    </w:pPr>
  </w:style>
  <w:style w:type="character" w:customStyle="1" w:styleId="bildart">
    <w:name w:val="bildart"/>
    <w:rsid w:val="004B345C"/>
    <w:rPr>
      <w:vanish/>
      <w:color w:val="C0C0C0"/>
    </w:rPr>
  </w:style>
  <w:style w:type="character" w:customStyle="1" w:styleId="anzeige">
    <w:name w:val="anzeige"/>
    <w:rsid w:val="004B345C"/>
    <w:rPr>
      <w:vanish/>
      <w:color w:val="C0C0C0"/>
    </w:rPr>
  </w:style>
  <w:style w:type="character" w:customStyle="1" w:styleId="breite">
    <w:name w:val="breite"/>
    <w:rsid w:val="004B345C"/>
    <w:rPr>
      <w:vanish/>
      <w:color w:val="C0C0C0"/>
    </w:rPr>
  </w:style>
  <w:style w:type="paragraph" w:customStyle="1" w:styleId="Textblock">
    <w:name w:val="Textblock"/>
    <w:autoRedefine/>
    <w:rsid w:val="004B345C"/>
    <w:pPr>
      <w:spacing w:after="120" w:line="260" w:lineRule="exact"/>
      <w:ind w:right="2098"/>
      <w:jc w:val="both"/>
      <w:outlineLvl w:val="3"/>
    </w:pPr>
    <w:rPr>
      <w:rFonts w:ascii="Arial" w:hAnsi="Arial"/>
      <w:color w:val="000000"/>
      <w:szCs w:val="24"/>
      <w:lang w:val="en-GB"/>
    </w:rPr>
  </w:style>
  <w:style w:type="character" w:styleId="Seitenzahl">
    <w:name w:val="page number"/>
    <w:basedOn w:val="Absatz-Standardschriftart"/>
    <w:rsid w:val="004B345C"/>
  </w:style>
  <w:style w:type="paragraph" w:customStyle="1" w:styleId="Grafik">
    <w:name w:val="Grafik"/>
    <w:next w:val="Textblock"/>
    <w:autoRedefine/>
    <w:rsid w:val="004B345C"/>
    <w:pPr>
      <w:framePr w:w="7088" w:wrap="notBeside" w:vAnchor="text" w:hAnchor="margin" w:y="1"/>
      <w:ind w:right="1332"/>
      <w:outlineLvl w:val="2"/>
    </w:pPr>
    <w:rPr>
      <w:rFonts w:ascii="Arial" w:hAnsi="Arial"/>
      <w:sz w:val="22"/>
      <w:szCs w:val="22"/>
    </w:rPr>
  </w:style>
  <w:style w:type="paragraph" w:customStyle="1" w:styleId="GrafikLight">
    <w:name w:val="GrafikLight"/>
    <w:next w:val="Textblock"/>
    <w:rsid w:val="004B345C"/>
    <w:pPr>
      <w:framePr w:wrap="notBeside" w:vAnchor="text" w:hAnchor="margin" w:y="1"/>
    </w:pPr>
    <w:rPr>
      <w:color w:val="000000"/>
      <w:sz w:val="24"/>
      <w:szCs w:val="24"/>
    </w:rPr>
  </w:style>
  <w:style w:type="character" w:customStyle="1" w:styleId="VorschriftTextblockChar">
    <w:name w:val="Vorschrift Textblock Char"/>
    <w:basedOn w:val="Absatz-Standardschriftart"/>
    <w:link w:val="VorschriftTextblock"/>
    <w:rsid w:val="004B345C"/>
    <w:rPr>
      <w:rFonts w:ascii="Arial" w:hAnsi="Arial"/>
      <w:color w:val="000000"/>
      <w:szCs w:val="24"/>
      <w:lang w:val="en-GB" w:eastAsia="de-DE" w:bidi="ar-SA"/>
    </w:rPr>
  </w:style>
  <w:style w:type="character" w:customStyle="1" w:styleId="VorschriftListe1Char">
    <w:name w:val="Vorschrift Liste 1 Char"/>
    <w:basedOn w:val="VorschriftTextblockChar"/>
    <w:link w:val="VorschriftListe1"/>
    <w:rsid w:val="004B345C"/>
    <w:rPr>
      <w:rFonts w:ascii="Arial" w:hAnsi="Arial"/>
      <w:color w:val="000000"/>
      <w:szCs w:val="24"/>
      <w:lang w:val="en-GB" w:eastAsia="de-DE" w:bidi="ar-SA"/>
    </w:rPr>
  </w:style>
  <w:style w:type="paragraph" w:styleId="Listenabsatz">
    <w:name w:val="List Paragraph"/>
    <w:basedOn w:val="Standard"/>
    <w:uiPriority w:val="34"/>
    <w:qFormat/>
    <w:rsid w:val="00C57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EKA\Vorlagen\Office\WekaLayout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WekaLayout1.dot</Template>
  <TotalTime>0</TotalTime>
  <Pages>2</Pages>
  <Words>381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_x0013_DOKVARIABLE KAPITELNR \* MERGEFORMAT _x0014_1_x0015_ Checkliste: Wahlanfechtung: Verstöße gegen „Wesentliche Vorschriften“ i. S. § 19 Abs.1 BetrVG </vt:lpstr>
    </vt:vector>
  </TitlesOfParts>
  <Company>WEKA MEDIA GmbH &amp; Co. KG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cp:lastModifiedBy>Michl, Melanie</cp:lastModifiedBy>
  <cp:revision>3</cp:revision>
  <dcterms:created xsi:type="dcterms:W3CDTF">2025-06-04T06:58:00Z</dcterms:created>
  <dcterms:modified xsi:type="dcterms:W3CDTF">2025-06-04T06:59:00Z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z_tabellen">
    <vt:lpwstr>0</vt:lpwstr>
  </property>
  <property fmtid="{D5CDD505-2E9C-101B-9397-08002B2CF9AE}" pid="3" name="anz_abb">
    <vt:lpwstr>0</vt:lpwstr>
  </property>
  <property fmtid="{D5CDD505-2E9C-101B-9397-08002B2CF9AE}" pid="4" name="dokumenttyp">
    <vt:lpwstr>Standardtext</vt:lpwstr>
  </property>
  <property fmtid="{D5CDD505-2E9C-101B-9397-08002B2CF9AE}" pid="5" name="dateiname">
    <vt:lpwstr>02_02_Nichtigkeit der BW und Wahlanfechtung_03_01</vt:lpwstr>
  </property>
  <property fmtid="{D5CDD505-2E9C-101B-9397-08002B2CF9AE}" pid="6" name="autor">
    <vt:lpwstr>Schneppendahl,;</vt:lpwstr>
  </property>
  <property fmtid="{D5CDD505-2E9C-101B-9397-08002B2CF9AE}" pid="7" name="werknr">
    <vt:lpwstr>6999</vt:lpwstr>
  </property>
  <property fmtid="{D5CDD505-2E9C-101B-9397-08002B2CF9AE}" pid="8" name="werktitel">
    <vt:lpwstr>BR-Management</vt:lpwstr>
  </property>
  <property fmtid="{D5CDD505-2E9C-101B-9397-08002B2CF9AE}" pid="9" name="alstand">
    <vt:lpwstr>0</vt:lpwstr>
  </property>
  <property fmtid="{D5CDD505-2E9C-101B-9397-08002B2CF9AE}" pid="10" name="kapitelnr">
    <vt:lpwstr>1 </vt:lpwstr>
  </property>
  <property fmtid="{D5CDD505-2E9C-101B-9397-08002B2CF9AE}" pid="11" name="ueberschrift">
    <vt:lpwstr>Checkliste: Wahlanfechtung: Verstöße gegen „Wesentliche Vorschriften“ i. S. § 19 Abs.1 BetrVG </vt:lpwstr>
  </property>
  <property fmtid="{D5CDD505-2E9C-101B-9397-08002B2CF9AE}" pid="12" name="auspraegung2">
    <vt:lpwstr>Deutsch</vt:lpwstr>
  </property>
  <property fmtid="{D5CDD505-2E9C-101B-9397-08002B2CF9AE}" pid="13" name="ivz-titel">
    <vt:lpwstr>Checkliste: Wahlanfechtung: Verstöße gegen „Wesentliche Vorschriften“ i. S. § 19 Abs.1 BetrVG </vt:lpwstr>
  </property>
  <property fmtid="{D5CDD505-2E9C-101B-9397-08002B2CF9AE}" pid="14" name="datum">
    <vt:lpwstr>01.07.2004</vt:lpwstr>
  </property>
  <property fmtid="{D5CDD505-2E9C-101B-9397-08002B2CF9AE}" pid="15" name="speicherpfaddokumente">
    <vt:lpwstr>C:\</vt:lpwstr>
  </property>
  <property fmtid="{D5CDD505-2E9C-101B-9397-08002B2CF9AE}" pid="16" name="anz_formeln">
    <vt:lpwstr>0</vt:lpwstr>
  </property>
</Properties>
</file>